
<file path=[Content_Types].xml><?xml version="1.0" encoding="utf-8"?>
<Types xmlns="http://schemas.openxmlformats.org/package/2006/content-types">
  <Default Extension="jpg" ContentType="image/jpeg"/>
  <Default Extension="xml" ContentType="application/xml"/>
  <Default Extension="wmf" ContentType="image/x-wmf"/>
  <Default Extension="bin" ContentType="application/vnd.openxmlformats-officedocument.oleObject"/>
  <Default Extension="rels" ContentType="application/vnd.openxmlformats-package.relationships+xml"/>
  <Default Extension="jpeg" ContentType="image/jpeg"/>
  <Default Extension="png" ContentType="image/png"/>
  <Override PartName="/docProps/core.xml" ContentType="application/vnd.openxmlformats-package.core-properties+xml"/>
  <Override PartName="/word/footer6.xml" ContentType="application/vnd.openxmlformats-officedocument.wordprocessingml.footer+xml"/>
  <Override PartName="/word/footer5.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3.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document.xml" ContentType="application/vnd.openxmlformats-officedocument.wordprocessingml.document.main+xml"/>
  <Override PartName="/word/header4.xml" ContentType="application/vnd.openxmlformats-officedocument.wordprocessingml.header+xml"/>
  <Override PartName="/customXml/itemProps1.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numbering.xml" ContentType="application/vnd.openxmlformats-officedocument.wordprocessingml.numbering+xml"/>
  <Override PartName="/word/endnotes.xml" ContentType="application/vnd.openxmlformats-officedocument.wordprocessingml.endnot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14:paraId="36460CF2" w14:textId="77777777">
      <w:pPr>
        <w:pBdr/>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tbl>
      <w:tblPr>
        <w:tblStyle w:val="1115"/>
        <w:tblInd w:w="1134" w:type="dxa"/>
        <w:tblW w:w="0" w:type="auto"/>
        <w:tblBorders/>
        <w:tblLook w:val="04A0" w:firstRow="1" w:lastRow="0" w:firstColumn="1" w:lastColumn="0" w:noHBand="0" w:noVBand="1"/>
      </w:tblPr>
      <w:tblGrid>
        <w:gridCol w:w="236"/>
        <w:gridCol w:w="7944"/>
        <w:gridCol w:w="15"/>
      </w:tblGrid>
      <w:tr>
        <w:trPr>
          <w:gridAfter w:val="1"/>
          <w:trHeight w:val="318"/>
        </w:trPr>
        <w:tc>
          <w:tcPr>
            <w:gridSpan w:val="2"/>
            <w:tcBorders>
              <w:top w:val="single" w:color="auto" w:sz="4" w:space="0"/>
              <w:left w:val="single" w:color="auto" w:sz="4" w:space="0"/>
              <w:bottom w:val="single" w:color="auto" w:sz="4" w:space="0"/>
              <w:right w:val="single" w:color="auto" w:sz="4" w:space="0"/>
            </w:tcBorders>
            <w:tcW w:w="8190" w:type="dxa"/>
            <w:textDirection w:val="lrTb"/>
            <w:noWrap w:val="false"/>
          </w:tcPr>
          <w:p w14:paraId="25AA8B5F" w14:textId="77777777">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p w14:paraId="1AB18698" w14:textId="26E9C3A1">
            <w:pPr>
              <w:pBdr/>
              <w:spacing/>
              <w:ind/>
              <w:rPr>
                <w:rFonts w:asciiTheme="minorHAnsi" w:hAnsiTheme="minorHAnsi" w:cstheme="minorHAnsi"/>
                <w:b/>
                <w:sz w:val="32"/>
                <w:szCs w:val="22"/>
              </w:rPr>
            </w:pPr>
            <w:r>
              <w:rPr>
                <w:rFonts w:asciiTheme="minorHAnsi" w:hAnsiTheme="minorHAnsi" w:cstheme="minorHAnsi"/>
                <w:b/>
                <w:bCs/>
                <w:sz w:val="32"/>
                <w:szCs w:val="22"/>
                <w:lang w:val="en"/>
              </w:rPr>
              <w:t xml:space="preserve">TENDER RULES</w:t>
            </w:r>
            <w:r>
              <w:rPr>
                <w:rFonts w:asciiTheme="minorHAnsi" w:hAnsiTheme="minorHAnsi" w:cstheme="minorHAnsi"/>
                <w:b/>
                <w:sz w:val="32"/>
                <w:szCs w:val="22"/>
              </w:rPr>
            </w:r>
          </w:p>
          <w:p w14:paraId="278528D9" w14:textId="77777777">
            <w:pPr>
              <w:pBdr/>
              <w:spacing/>
              <w:ind/>
              <w:rPr>
                <w:rFonts w:asciiTheme="minorHAnsi" w:hAnsiTheme="minorHAnsi" w:cstheme="minorHAnsi"/>
                <w:b/>
                <w:sz w:val="32"/>
                <w:szCs w:val="22"/>
              </w:rPr>
            </w:pPr>
            <w:r>
              <w:rPr>
                <w:rFonts w:asciiTheme="minorHAnsi" w:hAnsiTheme="minorHAnsi" w:cstheme="minorHAnsi"/>
                <w:b/>
                <w:sz w:val="32"/>
                <w:szCs w:val="22"/>
              </w:rPr>
            </w:r>
            <w:r>
              <w:rPr>
                <w:rFonts w:asciiTheme="minorHAnsi" w:hAnsiTheme="minorHAnsi" w:cstheme="minorHAnsi"/>
                <w:b/>
                <w:sz w:val="32"/>
                <w:szCs w:val="22"/>
              </w:rPr>
            </w:r>
          </w:p>
        </w:tc>
      </w:tr>
      <w:tr>
        <w:trPr>
          <w:gridAfter w:val="1"/>
          <w:trHeight w:val="318"/>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14:paraId="5FC7BE69" w14:textId="77777777">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14:paraId="23EBD4C2" w14:textId="77777777">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14:paraId="294DDF9C" w14:textId="77777777">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O</w:t>
            </w:r>
            <w:r>
              <w:rPr>
                <w:rFonts w:asciiTheme="minorHAnsi" w:hAnsiTheme="minorHAnsi" w:cstheme="minorHAnsi"/>
                <w:b/>
                <w:bCs/>
                <w:caps/>
                <w:sz w:val="22"/>
                <w:szCs w:val="22"/>
                <w:lang w:val="en"/>
              </w:rPr>
              <w:t xml:space="preserve">BJECT of the proposed contract:</w:t>
            </w:r>
            <w:r>
              <w:rPr>
                <w:rFonts w:asciiTheme="minorHAnsi" w:hAnsiTheme="minorHAnsi" w:cstheme="minorHAnsi"/>
                <w:b/>
                <w:caps/>
                <w:smallCaps/>
                <w:sz w:val="22"/>
                <w:szCs w:val="22"/>
                <w:lang w:val="en-GB"/>
              </w:rPr>
            </w:r>
          </w:p>
          <w:p w14:paraId="2B8821F0" w14:textId="63EFEF4A">
            <w:pPr>
              <w:pBdr/>
              <w:spacing/>
              <w:ind/>
              <w:jc w:val="both"/>
              <w:rPr>
                <w:rFonts w:asciiTheme="minorHAnsi" w:hAnsiTheme="minorHAnsi" w:cstheme="minorHAnsi"/>
                <w:i/>
                <w:sz w:val="22"/>
                <w:szCs w:val="22"/>
              </w:rPr>
            </w:pPr>
            <w:r>
              <w:rPr>
                <w:rFonts w:asciiTheme="minorHAnsi" w:hAnsiTheme="minorHAnsi" w:cstheme="minorHAnsi"/>
                <w:i/>
                <w:sz w:val="22"/>
                <w:szCs w:val="22"/>
              </w:rPr>
              <w:t xml:space="preserve">Gestion technique et opérationnelle des appels de projets AMABIO 002/2026 et AMABIO 003/2026.</w:t>
            </w:r>
            <w:r>
              <w:rPr>
                <w:rFonts w:asciiTheme="minorHAnsi" w:hAnsiTheme="minorHAnsi" w:cstheme="minorHAnsi"/>
                <w:i/>
                <w:sz w:val="22"/>
                <w:szCs w:val="22"/>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14:paraId="07BB57F8" w14:textId="77777777">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14:paraId="392A7C8B" w14:textId="77777777">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LEGAL REPRESENTATIVE OF THE CONTRACTING AUTHORITY:</w:t>
            </w:r>
            <w:r>
              <w:rPr>
                <w:rFonts w:asciiTheme="minorHAnsi" w:hAnsiTheme="minorHAnsi" w:cstheme="minorHAnsi"/>
                <w:b/>
                <w:caps/>
                <w:smallCaps/>
                <w:sz w:val="22"/>
                <w:szCs w:val="22"/>
                <w:lang w:val="en-GB"/>
              </w:rPr>
            </w:r>
          </w:p>
          <w:p w14:paraId="2DF8A3DC" w14:textId="77777777">
            <w:pPr>
              <w:pBdr/>
              <w:spacing/>
              <w:ind/>
              <w:rPr>
                <w:rFonts w:asciiTheme="minorHAnsi" w:hAnsiTheme="minorHAnsi" w:cstheme="minorHAnsi"/>
                <w:sz w:val="22"/>
                <w:szCs w:val="22"/>
                <w:lang w:val="en-GB"/>
              </w:rPr>
            </w:pPr>
            <w:r>
              <w:rPr>
                <w:rFonts w:asciiTheme="minorHAnsi" w:hAnsiTheme="minorHAnsi" w:cstheme="minorHAnsi"/>
                <w:sz w:val="22"/>
                <w:szCs w:val="22"/>
                <w:lang w:val="en"/>
              </w:rPr>
              <w:t xml:space="preserve">Jérémie PELLET, Chief Executive Officer of EXPERTISE FRANCE</w:t>
            </w:r>
            <w:r>
              <w:rPr>
                <w:rFonts w:asciiTheme="minorHAnsi" w:hAnsiTheme="minorHAnsi" w:cstheme="minorHAnsi"/>
                <w:sz w:val="22"/>
                <w:szCs w:val="22"/>
                <w:lang w:val="en-GB"/>
              </w:rPr>
            </w:r>
          </w:p>
        </w:tc>
      </w:tr>
      <w:tr>
        <w:trPr>
          <w:gridAfter w:val="1"/>
          <w:trHeight w:val="60"/>
        </w:trPr>
        <w:tc>
          <w:tcPr>
            <w:gridSpan w:val="2"/>
            <w:tcBorders>
              <w:top w:val="none" w:color="000000" w:sz="4" w:space="0"/>
              <w:left w:val="none" w:color="000000" w:sz="4" w:space="0"/>
              <w:bottom w:val="none" w:color="000000" w:sz="4" w:space="0"/>
              <w:right w:val="none" w:color="000000" w:sz="4" w:space="0"/>
            </w:tcBorders>
            <w:tcW w:w="8190" w:type="dxa"/>
            <w:textDirection w:val="lrTb"/>
            <w:noWrap w:val="false"/>
          </w:tcPr>
          <w:p w14:paraId="09564134" w14:textId="77777777">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p>
        </w:tc>
      </w:tr>
      <w:tr>
        <w:trPr/>
        <w:tc>
          <w:tcPr>
            <w:tcBorders>
              <w:top w:val="none" w:color="000000" w:sz="4" w:space="0"/>
              <w:left w:val="none" w:color="000000" w:sz="4" w:space="0"/>
              <w:bottom w:val="none" w:color="000000" w:sz="4" w:space="0"/>
              <w:right w:val="single" w:color="auto" w:sz="4" w:space="0"/>
            </w:tcBorders>
            <w:tcW w:w="236" w:type="dxa"/>
            <w:textDirection w:val="lrTb"/>
            <w:noWrap w:val="false"/>
          </w:tcPr>
          <w:p w14:paraId="7CA0A635" w14:textId="77777777">
            <w:pPr>
              <w:pBdr/>
              <w:spacing/>
              <w:ind/>
              <w:rPr>
                <w:rFonts w:asciiTheme="minorHAnsi" w:hAnsiTheme="minorHAnsi" w:cstheme="minorHAnsi"/>
                <w:b/>
                <w:sz w:val="22"/>
                <w:szCs w:val="22"/>
                <w:lang w:val="en-GB"/>
              </w:rPr>
            </w:pPr>
            <w:r>
              <w:rPr>
                <w:rFonts w:asciiTheme="minorHAnsi" w:hAnsiTheme="minorHAnsi" w:cstheme="minorHAnsi"/>
                <w:b/>
                <w:sz w:val="22"/>
                <w:szCs w:val="22"/>
                <w:lang w:val="en-GB"/>
              </w:rPr>
            </w:r>
            <w:r>
              <w:rPr>
                <w:rFonts w:asciiTheme="minorHAnsi" w:hAnsiTheme="minorHAnsi" w:cstheme="minorHAnsi"/>
                <w:b/>
                <w:sz w:val="22"/>
                <w:szCs w:val="22"/>
                <w:lang w:val="en-GB"/>
              </w:rPr>
            </w:r>
          </w:p>
        </w:tc>
        <w:tc>
          <w:tcPr>
            <w:gridSpan w:val="2"/>
            <w:tcBorders>
              <w:top w:val="none" w:color="000000" w:sz="4" w:space="0"/>
              <w:left w:val="single" w:color="auto" w:sz="4" w:space="0"/>
              <w:bottom w:val="single" w:color="auto" w:sz="4" w:space="0"/>
              <w:right w:val="none" w:color="000000" w:sz="4" w:space="0"/>
            </w:tcBorders>
            <w:tcW w:w="7969" w:type="dxa"/>
            <w:textDirection w:val="lrTb"/>
            <w:noWrap w:val="false"/>
          </w:tcPr>
          <w:p w14:paraId="3A1536B1" w14:textId="77777777">
            <w:pPr>
              <w:pBdr/>
              <w:spacing/>
              <w:ind/>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 xml:space="preserve">DATE AND TIME OF OFFER SUBMISSION DEADLINE:</w:t>
            </w:r>
            <w:r>
              <w:rPr>
                <w:rFonts w:asciiTheme="minorHAnsi" w:hAnsiTheme="minorHAnsi" w:cstheme="minorHAnsi"/>
                <w:b/>
                <w:caps/>
                <w:smallCaps/>
                <w:sz w:val="22"/>
                <w:szCs w:val="22"/>
                <w:lang w:val="en-GB"/>
              </w:rPr>
            </w:r>
          </w:p>
          <w:p w14:paraId="5ADFEC75" w14:textId="3706A404">
            <w:pPr>
              <w:pBdr/>
              <w:spacing/>
              <w:ind/>
              <w:rPr>
                <w:rFonts w:asciiTheme="minorHAnsi" w:hAnsiTheme="minorHAnsi" w:cstheme="minorHAnsi"/>
                <w:sz w:val="22"/>
                <w:szCs w:val="22"/>
                <w:lang w:val="en-GB"/>
              </w:rPr>
            </w:pPr>
            <w:r>
              <w:rPr>
                <w:rFonts w:asciiTheme="minorHAnsi" w:hAnsiTheme="minorHAnsi" w:cstheme="minorHAnsi"/>
                <w:b/>
                <w:bCs/>
                <w:sz w:val="22"/>
                <w:szCs w:val="22"/>
                <w:highlight w:val="none"/>
                <w:lang w:val="en"/>
              </w:rPr>
              <w:t xml:space="preserve">2</w:t>
            </w:r>
            <w:r>
              <w:rPr>
                <w:rFonts w:asciiTheme="minorHAnsi" w:hAnsiTheme="minorHAnsi" w:cstheme="minorHAnsi"/>
                <w:b/>
                <w:bCs/>
                <w:sz w:val="22"/>
                <w:szCs w:val="22"/>
                <w:highlight w:val="white"/>
                <w:lang w:val="en"/>
              </w:rPr>
              <w:t xml:space="preserve">3</w:t>
            </w:r>
            <w:r>
              <w:rPr>
                <w:rFonts w:asciiTheme="minorHAnsi" w:hAnsiTheme="minorHAnsi" w:cstheme="minorHAnsi"/>
                <w:b/>
                <w:bCs/>
                <w:sz w:val="22"/>
                <w:szCs w:val="22"/>
                <w:highlight w:val="white"/>
                <w:lang w:val="en"/>
              </w:rPr>
              <w:t xml:space="preserve">/02/2026 at 23:</w:t>
            </w:r>
            <w:r>
              <w:rPr>
                <w:rFonts w:asciiTheme="minorHAnsi" w:hAnsiTheme="minorHAnsi" w:cstheme="minorHAnsi"/>
                <w:b/>
                <w:bCs/>
                <w:smallCaps/>
                <w:sz w:val="22"/>
                <w:szCs w:val="22"/>
                <w:highlight w:val="white"/>
                <w:lang w:val="en"/>
              </w:rPr>
              <w:t xml:space="preserve">59</w:t>
            </w:r>
            <w:r>
              <w:rPr>
                <w:rFonts w:asciiTheme="minorHAnsi" w:hAnsiTheme="minorHAnsi" w:cstheme="minorHAnsi"/>
                <w:b/>
                <w:bCs/>
                <w:smallCaps/>
                <w:sz w:val="22"/>
                <w:szCs w:val="22"/>
                <w:lang w:val="en"/>
              </w:rPr>
              <w:t xml:space="preserve"> </w:t>
            </w:r>
            <w:r>
              <w:rPr>
                <w:rFonts w:asciiTheme="minorHAnsi" w:hAnsiTheme="minorHAnsi" w:cstheme="minorHAnsi"/>
                <w:b/>
                <w:bCs/>
                <w:smallCaps/>
                <w:sz w:val="22"/>
                <w:szCs w:val="22"/>
                <w:lang w:val="en"/>
              </w:rPr>
              <w:t xml:space="preserve">(PARIS TIME)</w:t>
            </w:r>
            <w:r>
              <w:rPr>
                <w:rFonts w:asciiTheme="minorHAnsi" w:hAnsiTheme="minorHAnsi" w:cstheme="minorHAnsi"/>
                <w:sz w:val="22"/>
                <w:szCs w:val="22"/>
                <w:lang w:val="en-GB"/>
              </w:rPr>
            </w:r>
          </w:p>
        </w:tc>
      </w:tr>
    </w:tbl>
    <w:p w14:paraId="2927EF1D" w14:textId="2BD41489">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14:paraId="74B5FD87" w14:textId="1F6C0C63">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br w:type="page" w:clear="all"/>
      </w:r>
      <w:r>
        <w:rPr>
          <w:rFonts w:asciiTheme="minorHAnsi" w:hAnsiTheme="minorHAnsi" w:cstheme="minorHAnsi"/>
          <w:sz w:val="22"/>
          <w:szCs w:val="22"/>
          <w:lang w:val="en-GB"/>
        </w:rPr>
      </w:r>
    </w:p>
    <w:sdt>
      <w:sdtPr>
        <w15:appearance w15:val="boundingBox"/>
        <w:id w:val="-549693124"/>
        <w:docPartObj>
          <w:docPartGallery w:val="Table of Contents"/>
          <w:docPartUnique w:val="true"/>
        </w:docPartObj>
        <w:rPr>
          <w:rFonts w:eastAsia="Times" w:asciiTheme="minorHAnsi" w:hAnsiTheme="minorHAnsi" w:cstheme="minorHAnsi"/>
          <w:b w:val="0"/>
          <w:bCs w:val="0"/>
          <w:color w:val="auto"/>
          <w:sz w:val="22"/>
          <w:szCs w:val="22"/>
          <w:highlight w:val="yellow"/>
        </w:rPr>
      </w:sdtPr>
      <w:sdtContent>
        <w:p w14:paraId="7C0CE2C1" w14:textId="77777777">
          <w:pPr>
            <w:pStyle w:val="1116"/>
            <w:pBdr/>
            <w:spacing/>
            <w:ind/>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 xml:space="preserve">CONTENTS</w:t>
          </w:r>
          <w:r>
            <w:rPr>
              <w:rFonts w:asciiTheme="minorHAnsi" w:hAnsiTheme="minorHAnsi" w:cstheme="minorHAnsi"/>
              <w:color w:val="auto"/>
              <w:sz w:val="22"/>
              <w:szCs w:val="22"/>
            </w:rPr>
          </w:r>
        </w:p>
        <w:p w14:paraId="1564014C" w14:textId="67DA96D0">
          <w:pPr>
            <w:pBdr/>
            <w:tabs>
              <w:tab w:val="left" w:leader="none" w:pos="2265"/>
            </w:tabs>
            <w:spacing/>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p w14:paraId="17DC8C37" w14:textId="77777777">
          <w:pPr>
            <w:pStyle w:val="1117"/>
            <w:pBdr/>
            <w:tabs>
              <w:tab w:val="left" w:leader="none" w:pos="1540"/>
              <w:tab w:val="right" w:leader="dot" w:pos="9329"/>
            </w:tabs>
            <w:spacing/>
            <w:ind/>
            <w:rPr>
              <w:rFonts w:asciiTheme="minorHAnsi" w:hAnsiTheme="minorHAnsi" w:eastAsiaTheme="minorEastAsia" w:cstheme="minorBidi"/>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tooltip="#_Toc83119986" w:anchor="_Toc83119986" w:history="1">
            <w:r>
              <w:rPr>
                <w:rStyle w:val="1091"/>
                <w:rFonts w:cstheme="minorHAnsi"/>
                <w:b/>
                <w:caps/>
                <w:lang w:val="en-GB"/>
              </w:rPr>
              <w:t xml:space="preserve">ARTICLE 1:</w:t>
            </w:r>
            <w:r>
              <w:rPr>
                <w:rFonts w:asciiTheme="minorHAnsi" w:hAnsiTheme="minorHAnsi" w:eastAsiaTheme="minorEastAsia" w:cstheme="minorBidi"/>
                <w:sz w:val="22"/>
                <w:szCs w:val="22"/>
              </w:rPr>
              <w:tab/>
            </w:r>
            <w:r>
              <w:rPr>
                <w:rStyle w:val="1091"/>
                <w:rFonts w:cstheme="minorHAnsi"/>
                <w:b/>
                <w:bCs/>
                <w:caps/>
                <w:lang w:val="en"/>
              </w:rPr>
              <w:t xml:space="preserve">Object and scope of the tender</w:t>
            </w:r>
            <w:r>
              <w:tab/>
            </w:r>
            <w:r>
              <w:fldChar w:fldCharType="begin"/>
            </w:r>
            <w:r>
              <w:instrText xml:space="preserve"> PAGEREF _Toc83119986 \h </w:instrText>
            </w:r>
            <w:r/>
            <w:r>
              <w:fldChar w:fldCharType="separate"/>
            </w:r>
            <w:r>
              <w:t xml:space="preserve">4</w:t>
            </w:r>
            <w:r>
              <w:fldChar w:fldCharType="end"/>
            </w:r>
          </w:hyperlink>
          <w:r/>
          <w:r>
            <w:rPr>
              <w:rFonts w:asciiTheme="minorHAnsi" w:hAnsiTheme="minorHAnsi" w:eastAsiaTheme="minorEastAsia" w:cstheme="minorBidi"/>
              <w:sz w:val="22"/>
              <w:szCs w:val="22"/>
            </w:rPr>
          </w:r>
        </w:p>
        <w:p w14:paraId="02FBC965" w14:textId="77777777">
          <w:pPr>
            <w:pStyle w:val="1118"/>
            <w:pBdr/>
            <w:spacing/>
            <w:ind/>
            <w:rPr/>
          </w:pPr>
          <w:r/>
          <w:hyperlink w:tooltip="#_Toc83119987" w:anchor="_Toc83119987" w:history="1">
            <w:r>
              <w:rPr>
                <w:rStyle w:val="1091"/>
                <w:rFonts w:cstheme="minorHAnsi"/>
                <w:lang w:val="en"/>
              </w:rPr>
              <w:t xml:space="preserve">Object of the tender</w:t>
            </w:r>
            <w:r>
              <w:tab/>
            </w:r>
            <w:r>
              <w:fldChar w:fldCharType="begin"/>
            </w:r>
            <w:r>
              <w:instrText xml:space="preserve"> PAGEREF _Toc83119987 \h </w:instrText>
            </w:r>
            <w:r/>
            <w:r>
              <w:fldChar w:fldCharType="separate"/>
            </w:r>
            <w:r>
              <w:t xml:space="preserve">4</w:t>
            </w:r>
            <w:r>
              <w:fldChar w:fldCharType="end"/>
            </w:r>
          </w:hyperlink>
          <w:r/>
          <w:r/>
        </w:p>
        <w:p w14:paraId="1069E232" w14:textId="77777777">
          <w:pPr>
            <w:pStyle w:val="1118"/>
            <w:pBdr/>
            <w:spacing/>
            <w:ind/>
            <w:rPr/>
          </w:pPr>
          <w:r/>
          <w:hyperlink w:tooltip="#_Toc83119988" w:anchor="_Toc83119988" w:history="1">
            <w:r>
              <w:rPr>
                <w:rStyle w:val="1091"/>
                <w:rFonts w:cstheme="minorHAnsi"/>
                <w:lang w:val="en"/>
              </w:rPr>
              <w:t xml:space="preserve">Scope of the tender</w:t>
            </w:r>
            <w:r>
              <w:tab/>
            </w:r>
            <w:r>
              <w:fldChar w:fldCharType="begin"/>
            </w:r>
            <w:r>
              <w:instrText xml:space="preserve"> PAGEREF _Toc83119988 \h </w:instrText>
            </w:r>
            <w:r/>
            <w:r>
              <w:fldChar w:fldCharType="separate"/>
            </w:r>
            <w:r>
              <w:t xml:space="preserve">4</w:t>
            </w:r>
            <w:r>
              <w:fldChar w:fldCharType="end"/>
            </w:r>
          </w:hyperlink>
          <w:r/>
          <w:r/>
        </w:p>
        <w:p w14:paraId="49174E2C" w14:textId="77777777">
          <w:pPr>
            <w:pStyle w:val="1118"/>
            <w:pBdr/>
            <w:spacing/>
            <w:ind/>
            <w:rPr/>
          </w:pPr>
          <w:r/>
          <w:hyperlink w:tooltip="#_Toc83119989" w:anchor="_Toc83119989" w:history="1">
            <w:r>
              <w:rPr>
                <w:rStyle w:val="1091"/>
                <w:rFonts w:cstheme="minorHAnsi"/>
                <w:lang w:val="en"/>
              </w:rPr>
              <w:t xml:space="preserve">Provisional schedule of the tender</w:t>
            </w:r>
            <w:r>
              <w:tab/>
            </w:r>
            <w:r>
              <w:fldChar w:fldCharType="begin"/>
            </w:r>
            <w:r>
              <w:instrText xml:space="preserve"> PAGEREF _Toc83119989 \h </w:instrText>
            </w:r>
            <w:r/>
            <w:r>
              <w:fldChar w:fldCharType="separate"/>
            </w:r>
            <w:r>
              <w:t xml:space="preserve">4</w:t>
            </w:r>
            <w:r>
              <w:fldChar w:fldCharType="end"/>
            </w:r>
          </w:hyperlink>
          <w:r/>
          <w:r/>
        </w:p>
        <w:p w14:paraId="1E1EBEE4" w14:textId="77777777">
          <w:pPr>
            <w:pStyle w:val="1118"/>
            <w:pBdr/>
            <w:spacing/>
            <w:ind/>
            <w:rPr/>
          </w:pPr>
          <w:r/>
          <w:hyperlink w:tooltip="#_Toc83119990" w:anchor="_Toc83119990" w:history="1">
            <w:r>
              <w:rPr>
                <w:rStyle w:val="1091"/>
                <w:rFonts w:cstheme="minorHAnsi"/>
                <w:lang w:val="en"/>
              </w:rPr>
              <w:t xml:space="preserve">Tender language – currency</w:t>
            </w:r>
            <w:r>
              <w:tab/>
            </w:r>
            <w:r>
              <w:fldChar w:fldCharType="begin"/>
            </w:r>
            <w:r>
              <w:instrText xml:space="preserve"> PAGEREF _Toc83119990 \h </w:instrText>
            </w:r>
            <w:r/>
            <w:r>
              <w:fldChar w:fldCharType="separate"/>
            </w:r>
            <w:r>
              <w:t xml:space="preserve">4</w:t>
            </w:r>
            <w:r>
              <w:fldChar w:fldCharType="end"/>
            </w:r>
          </w:hyperlink>
          <w:r/>
          <w:r/>
        </w:p>
        <w:p w14:paraId="1C8DF2C4" w14:textId="77777777">
          <w:pPr>
            <w:pStyle w:val="1118"/>
            <w:pBdr/>
            <w:spacing/>
            <w:ind/>
            <w:rPr/>
          </w:pPr>
          <w:r/>
          <w:hyperlink w:tooltip="#_Toc83119991" w:anchor="_Toc83119991" w:history="1">
            <w:r>
              <w:rPr>
                <w:rStyle w:val="1091"/>
                <w:rFonts w:cstheme="minorHAnsi"/>
                <w:lang w:val="en"/>
              </w:rPr>
              <w:t xml:space="preserve">Composition of the tender documents</w:t>
            </w:r>
            <w:r>
              <w:tab/>
            </w:r>
            <w:r>
              <w:fldChar w:fldCharType="begin"/>
            </w:r>
            <w:r>
              <w:instrText xml:space="preserve"> PAGEREF _Toc83119991 \h </w:instrText>
            </w:r>
            <w:r/>
            <w:r>
              <w:fldChar w:fldCharType="separate"/>
            </w:r>
            <w:r>
              <w:t xml:space="preserve">4</w:t>
            </w:r>
            <w:r>
              <w:fldChar w:fldCharType="end"/>
            </w:r>
          </w:hyperlink>
          <w:r/>
          <w:r/>
        </w:p>
        <w:p w14:paraId="0CA71D0D" w14:textId="77777777">
          <w:pPr>
            <w:pStyle w:val="1118"/>
            <w:pBdr/>
            <w:spacing/>
            <w:ind/>
            <w:rPr/>
          </w:pPr>
          <w:r/>
          <w:hyperlink w:tooltip="#_Toc83119992" w:anchor="_Toc83119992" w:history="1">
            <w:r>
              <w:rPr>
                <w:rStyle w:val="1091"/>
                <w:rFonts w:cstheme="minorHAnsi"/>
                <w:lang w:val="en"/>
              </w:rPr>
              <w:t xml:space="preserve">Modification of the tender documents</w:t>
            </w:r>
            <w:r>
              <w:tab/>
            </w:r>
            <w:r>
              <w:fldChar w:fldCharType="begin"/>
            </w:r>
            <w:r>
              <w:instrText xml:space="preserve"> PAGEREF _Toc83119992 \h </w:instrText>
            </w:r>
            <w:r/>
            <w:r>
              <w:fldChar w:fldCharType="separate"/>
            </w:r>
            <w:r>
              <w:t xml:space="preserve">5</w:t>
            </w:r>
            <w:r>
              <w:fldChar w:fldCharType="end"/>
            </w:r>
          </w:hyperlink>
          <w:r/>
          <w:r/>
        </w:p>
        <w:p w14:paraId="02123905" w14:textId="77777777">
          <w:pPr>
            <w:pStyle w:val="1117"/>
            <w:pBdr/>
            <w:tabs>
              <w:tab w:val="left" w:leader="none" w:pos="1540"/>
              <w:tab w:val="right" w:leader="dot" w:pos="9329"/>
            </w:tabs>
            <w:spacing/>
            <w:ind/>
            <w:rPr>
              <w:rFonts w:asciiTheme="minorHAnsi" w:hAnsiTheme="minorHAnsi" w:eastAsiaTheme="minorEastAsia" w:cstheme="minorBidi"/>
              <w:sz w:val="22"/>
              <w:szCs w:val="22"/>
            </w:rPr>
          </w:pPr>
          <w:r/>
          <w:hyperlink w:tooltip="#_Toc83119993" w:anchor="_Toc83119993" w:history="1">
            <w:r>
              <w:rPr>
                <w:rStyle w:val="1091"/>
                <w:rFonts w:cstheme="minorHAnsi"/>
                <w:b/>
                <w:caps/>
                <w:lang w:val="en-GB"/>
              </w:rPr>
              <w:t xml:space="preserve">ARTICLE 2:</w:t>
            </w:r>
            <w:r>
              <w:rPr>
                <w:rFonts w:asciiTheme="minorHAnsi" w:hAnsiTheme="minorHAnsi" w:eastAsiaTheme="minorEastAsia" w:cstheme="minorBidi"/>
                <w:sz w:val="22"/>
                <w:szCs w:val="22"/>
              </w:rPr>
              <w:tab/>
            </w:r>
            <w:r>
              <w:rPr>
                <w:rStyle w:val="1091"/>
                <w:rFonts w:cstheme="minorHAnsi"/>
                <w:b/>
                <w:bCs/>
                <w:caps/>
                <w:lang w:val="en"/>
              </w:rPr>
              <w:t xml:space="preserve">General characteristics of the proposed contract</w:t>
            </w:r>
            <w:r>
              <w:tab/>
            </w:r>
            <w:r>
              <w:fldChar w:fldCharType="begin"/>
            </w:r>
            <w:r>
              <w:instrText xml:space="preserve"> PAGEREF _Toc83119993 \h </w:instrText>
            </w:r>
            <w:r/>
            <w:r>
              <w:fldChar w:fldCharType="separate"/>
            </w:r>
            <w:r>
              <w:t xml:space="preserve">6</w:t>
            </w:r>
            <w:r>
              <w:fldChar w:fldCharType="end"/>
            </w:r>
          </w:hyperlink>
          <w:r/>
          <w:r>
            <w:rPr>
              <w:rFonts w:asciiTheme="minorHAnsi" w:hAnsiTheme="minorHAnsi" w:eastAsiaTheme="minorEastAsia" w:cstheme="minorBidi"/>
              <w:sz w:val="22"/>
              <w:szCs w:val="22"/>
            </w:rPr>
          </w:r>
        </w:p>
        <w:p w14:paraId="10221843" w14:textId="77777777">
          <w:pPr>
            <w:pStyle w:val="1118"/>
            <w:pBdr/>
            <w:spacing/>
            <w:ind/>
            <w:rPr/>
          </w:pPr>
          <w:r/>
          <w:hyperlink w:tooltip="#_Toc83119994" w:anchor="_Toc83119994" w:history="1">
            <w:r>
              <w:rPr>
                <w:rStyle w:val="1091"/>
                <w:rFonts w:cstheme="minorHAnsi"/>
                <w:lang w:val="en"/>
              </w:rPr>
              <w:t xml:space="preserve">Form of the contract</w:t>
            </w:r>
            <w:r>
              <w:tab/>
            </w:r>
            <w:r>
              <w:fldChar w:fldCharType="begin"/>
            </w:r>
            <w:r>
              <w:instrText xml:space="preserve"> PAGEREF _Toc83119994 \h </w:instrText>
            </w:r>
            <w:r/>
            <w:r>
              <w:fldChar w:fldCharType="separate"/>
            </w:r>
            <w:r>
              <w:t xml:space="preserve">6</w:t>
            </w:r>
            <w:r>
              <w:fldChar w:fldCharType="end"/>
            </w:r>
          </w:hyperlink>
          <w:r/>
          <w:r/>
        </w:p>
        <w:p w14:paraId="0709729A" w14:textId="77777777">
          <w:pPr>
            <w:pStyle w:val="1118"/>
            <w:pBdr/>
            <w:spacing/>
            <w:ind/>
            <w:rPr/>
          </w:pPr>
          <w:r/>
          <w:hyperlink w:tooltip="#_Toc83119995" w:anchor="_Toc83119995" w:history="1">
            <w:r>
              <w:rPr>
                <w:rStyle w:val="1091"/>
                <w:rFonts w:cstheme="minorHAnsi"/>
                <w:lang w:val="en"/>
              </w:rPr>
              <w:t xml:space="preserve">Estimated amount of the need</w:t>
            </w:r>
            <w:r>
              <w:tab/>
            </w:r>
            <w:r>
              <w:fldChar w:fldCharType="begin"/>
            </w:r>
            <w:r>
              <w:instrText xml:space="preserve"> PAGEREF _Toc83119995 \h </w:instrText>
            </w:r>
            <w:r/>
            <w:r>
              <w:fldChar w:fldCharType="separate"/>
            </w:r>
            <w:r>
              <w:t xml:space="preserve">6</w:t>
            </w:r>
            <w:r>
              <w:fldChar w:fldCharType="end"/>
            </w:r>
          </w:hyperlink>
          <w:r/>
          <w:r/>
        </w:p>
        <w:p w14:paraId="107E212A" w14:textId="77777777">
          <w:pPr>
            <w:pStyle w:val="1118"/>
            <w:pBdr/>
            <w:spacing/>
            <w:ind/>
            <w:rPr/>
          </w:pPr>
          <w:r/>
          <w:hyperlink w:tooltip="#_Toc83119996" w:anchor="_Toc83119996" w:history="1">
            <w:r>
              <w:rPr>
                <w:rStyle w:val="1091"/>
                <w:rFonts w:cstheme="minorHAnsi"/>
                <w:lang w:val="en"/>
              </w:rPr>
              <w:t xml:space="preserve">Term of the contract</w:t>
            </w:r>
            <w:r>
              <w:tab/>
            </w:r>
            <w:r>
              <w:fldChar w:fldCharType="begin"/>
            </w:r>
            <w:r>
              <w:instrText xml:space="preserve"> PAGEREF _Toc83119996 \h </w:instrText>
            </w:r>
            <w:r/>
            <w:r>
              <w:fldChar w:fldCharType="separate"/>
            </w:r>
            <w:r>
              <w:t xml:space="preserve">6</w:t>
            </w:r>
            <w:r>
              <w:fldChar w:fldCharType="end"/>
            </w:r>
          </w:hyperlink>
          <w:r/>
          <w:r/>
        </w:p>
        <w:p w14:paraId="51CB09F8" w14:textId="77777777">
          <w:pPr>
            <w:pStyle w:val="1118"/>
            <w:pBdr/>
            <w:spacing/>
            <w:ind/>
            <w:rPr/>
          </w:pPr>
          <w:r/>
          <w:hyperlink w:tooltip="#_Toc83119997" w:anchor="_Toc83119997" w:history="1">
            <w:r>
              <w:rPr>
                <w:rStyle w:val="1091"/>
                <w:rFonts w:cstheme="minorHAnsi"/>
                <w:lang w:val="en"/>
              </w:rPr>
              <w:t xml:space="preserve">Allotment</w:t>
            </w:r>
            <w:r>
              <w:tab/>
            </w:r>
            <w:r>
              <w:fldChar w:fldCharType="begin"/>
            </w:r>
            <w:r>
              <w:instrText xml:space="preserve"> PAGEREF _Toc83119997 \h </w:instrText>
            </w:r>
            <w:r/>
            <w:r>
              <w:fldChar w:fldCharType="separate"/>
            </w:r>
            <w:r>
              <w:t xml:space="preserve">6</w:t>
            </w:r>
            <w:r>
              <w:fldChar w:fldCharType="end"/>
            </w:r>
          </w:hyperlink>
          <w:r/>
          <w:r/>
        </w:p>
        <w:p w14:paraId="754A5465" w14:textId="77777777">
          <w:pPr>
            <w:pStyle w:val="1118"/>
            <w:pBdr/>
            <w:spacing/>
            <w:ind/>
            <w:rPr/>
          </w:pPr>
          <w:r/>
          <w:hyperlink w:tooltip="#_Toc83119998" w:anchor="_Toc83119998" w:history="1">
            <w:r>
              <w:rPr>
                <w:rStyle w:val="1091"/>
                <w:lang w:val="en"/>
              </w:rPr>
              <w:t xml:space="preserve">Options</w:t>
            </w:r>
            <w:r>
              <w:tab/>
            </w:r>
            <w:r>
              <w:fldChar w:fldCharType="begin"/>
            </w:r>
            <w:r>
              <w:instrText xml:space="preserve"> PAGEREF _Toc83119998 \h </w:instrText>
            </w:r>
            <w:r/>
            <w:r>
              <w:fldChar w:fldCharType="separate"/>
            </w:r>
            <w:r>
              <w:t xml:space="preserve">6</w:t>
            </w:r>
            <w:r>
              <w:fldChar w:fldCharType="end"/>
            </w:r>
          </w:hyperlink>
          <w:r/>
          <w:r/>
        </w:p>
        <w:p w14:paraId="3F9496B6" w14:textId="77777777">
          <w:pPr>
            <w:pStyle w:val="1118"/>
            <w:pBdr/>
            <w:spacing/>
            <w:ind/>
            <w:rPr/>
          </w:pPr>
          <w:r/>
          <w:hyperlink w:tooltip="#_Toc83119999" w:anchor="_Toc83119999" w:history="1">
            <w:r>
              <w:rPr>
                <w:rStyle w:val="1091"/>
                <w:rFonts w:cstheme="minorHAnsi"/>
                <w:i/>
                <w:iCs/>
                <w:lang w:val="en"/>
              </w:rPr>
              <w:t xml:space="preserve">Similar services</w:t>
            </w:r>
            <w:r>
              <w:tab/>
            </w:r>
            <w:r>
              <w:fldChar w:fldCharType="begin"/>
            </w:r>
            <w:r>
              <w:instrText xml:space="preserve"> PAGEREF _Toc83119999 \h </w:instrText>
            </w:r>
            <w:r/>
            <w:r>
              <w:fldChar w:fldCharType="separate"/>
            </w:r>
            <w:r>
              <w:t xml:space="preserve">6</w:t>
            </w:r>
            <w:r>
              <w:fldChar w:fldCharType="end"/>
            </w:r>
          </w:hyperlink>
          <w:r/>
          <w:r/>
        </w:p>
        <w:p w14:paraId="42668CDF" w14:textId="77777777">
          <w:pPr>
            <w:pStyle w:val="1118"/>
            <w:pBdr/>
            <w:spacing/>
            <w:ind/>
            <w:rPr/>
          </w:pPr>
          <w:r/>
          <w:hyperlink w:tooltip="#_Toc83120000" w:anchor="_Toc83120000" w:history="1">
            <w:r>
              <w:rPr>
                <w:rStyle w:val="1091"/>
                <w:rFonts w:cstheme="minorHAnsi"/>
                <w:i/>
                <w:iCs/>
                <w:lang w:val="en"/>
              </w:rPr>
              <w:t xml:space="preserve">Renewal</w:t>
            </w:r>
            <w:r>
              <w:tab/>
            </w:r>
            <w:r>
              <w:fldChar w:fldCharType="begin"/>
            </w:r>
            <w:r>
              <w:instrText xml:space="preserve"> PAGEREF _Toc83120000 \h </w:instrText>
            </w:r>
            <w:r/>
            <w:r>
              <w:fldChar w:fldCharType="separate"/>
            </w:r>
            <w:r>
              <w:t xml:space="preserve">7</w:t>
            </w:r>
            <w:r>
              <w:fldChar w:fldCharType="end"/>
            </w:r>
          </w:hyperlink>
          <w:r/>
          <w:r/>
        </w:p>
        <w:p w14:paraId="73372F29" w14:textId="77777777">
          <w:pPr>
            <w:pStyle w:val="1118"/>
            <w:pBdr/>
            <w:spacing/>
            <w:ind/>
            <w:rPr/>
          </w:pPr>
          <w:r/>
          <w:hyperlink w:tooltip="#_Toc83120001" w:anchor="_Toc83120001" w:history="1">
            <w:r>
              <w:rPr>
                <w:rStyle w:val="1091"/>
                <w:rFonts w:cstheme="minorHAnsi"/>
                <w:i/>
                <w:iCs/>
                <w:lang w:val="en"/>
              </w:rPr>
              <w:t xml:space="preserve">Optional tranches</w:t>
            </w:r>
            <w:r>
              <w:tab/>
            </w:r>
            <w:r>
              <w:fldChar w:fldCharType="begin"/>
            </w:r>
            <w:r>
              <w:instrText xml:space="preserve"> PAGEREF _Toc83120001 \h </w:instrText>
            </w:r>
            <w:r/>
            <w:r>
              <w:fldChar w:fldCharType="separate"/>
            </w:r>
            <w:r>
              <w:t xml:space="preserve">7</w:t>
            </w:r>
            <w:r>
              <w:fldChar w:fldCharType="end"/>
            </w:r>
          </w:hyperlink>
          <w:r/>
          <w:r/>
        </w:p>
        <w:p w14:paraId="2719242B" w14:textId="77777777">
          <w:pPr>
            <w:pStyle w:val="1117"/>
            <w:pBdr/>
            <w:tabs>
              <w:tab w:val="left" w:leader="none" w:pos="1540"/>
              <w:tab w:val="right" w:leader="dot" w:pos="9329"/>
            </w:tabs>
            <w:spacing/>
            <w:ind/>
            <w:rPr>
              <w:rFonts w:asciiTheme="minorHAnsi" w:hAnsiTheme="minorHAnsi" w:eastAsiaTheme="minorEastAsia" w:cstheme="minorBidi"/>
              <w:sz w:val="22"/>
              <w:szCs w:val="22"/>
            </w:rPr>
          </w:pPr>
          <w:r/>
          <w:hyperlink w:tooltip="#_Toc83120002" w:anchor="_Toc83120002" w:history="1">
            <w:r>
              <w:rPr>
                <w:rStyle w:val="1091"/>
                <w:rFonts w:cstheme="minorHAnsi"/>
                <w:b/>
                <w:caps/>
              </w:rPr>
              <w:t xml:space="preserve">ARTICLE 3:</w:t>
            </w:r>
            <w:r>
              <w:rPr>
                <w:rFonts w:asciiTheme="minorHAnsi" w:hAnsiTheme="minorHAnsi" w:eastAsiaTheme="minorEastAsia" w:cstheme="minorBidi"/>
                <w:sz w:val="22"/>
                <w:szCs w:val="22"/>
              </w:rPr>
              <w:tab/>
            </w:r>
            <w:r>
              <w:rPr>
                <w:rStyle w:val="1091"/>
                <w:rFonts w:cstheme="minorHAnsi"/>
                <w:b/>
                <w:bCs/>
                <w:caps/>
                <w:lang w:val="en"/>
              </w:rPr>
              <w:t xml:space="preserve">Candidate participation conditions</w:t>
            </w:r>
            <w:r>
              <w:tab/>
            </w:r>
            <w:r>
              <w:fldChar w:fldCharType="begin"/>
            </w:r>
            <w:r>
              <w:instrText xml:space="preserve"> PAGEREF _Toc83120002 \h </w:instrText>
            </w:r>
            <w:r/>
            <w:r>
              <w:fldChar w:fldCharType="separate"/>
            </w:r>
            <w:r>
              <w:t xml:space="preserve">8</w:t>
            </w:r>
            <w:r>
              <w:fldChar w:fldCharType="end"/>
            </w:r>
          </w:hyperlink>
          <w:r/>
          <w:r>
            <w:rPr>
              <w:rFonts w:asciiTheme="minorHAnsi" w:hAnsiTheme="minorHAnsi" w:eastAsiaTheme="minorEastAsia" w:cstheme="minorBidi"/>
              <w:sz w:val="22"/>
              <w:szCs w:val="22"/>
            </w:rPr>
          </w:r>
        </w:p>
        <w:p w14:paraId="0A8D4B3C" w14:textId="77777777">
          <w:pPr>
            <w:pStyle w:val="1118"/>
            <w:pBdr/>
            <w:spacing/>
            <w:ind/>
            <w:rPr/>
          </w:pPr>
          <w:r/>
          <w:hyperlink w:tooltip="#_Toc83120003" w:anchor="_Toc83120003" w:history="1">
            <w:r>
              <w:rPr>
                <w:rStyle w:val="1091"/>
                <w:rFonts w:cstheme="minorHAnsi"/>
                <w:lang w:val="en"/>
              </w:rPr>
              <w:t xml:space="preserve">Candidate presentation conditions</w:t>
            </w:r>
            <w:r>
              <w:tab/>
            </w:r>
            <w:r>
              <w:fldChar w:fldCharType="begin"/>
            </w:r>
            <w:r>
              <w:instrText xml:space="preserve"> PAGEREF _Toc83120003 \h </w:instrText>
            </w:r>
            <w:r/>
            <w:r>
              <w:fldChar w:fldCharType="separate"/>
            </w:r>
            <w:r>
              <w:t xml:space="preserve">8</w:t>
            </w:r>
            <w:r>
              <w:fldChar w:fldCharType="end"/>
            </w:r>
          </w:hyperlink>
          <w:r/>
          <w:r/>
        </w:p>
        <w:p w14:paraId="698BE674" w14:textId="77777777">
          <w:pPr>
            <w:pStyle w:val="1118"/>
            <w:pBdr/>
            <w:spacing/>
            <w:ind/>
            <w:rPr/>
          </w:pPr>
          <w:r/>
          <w:hyperlink w:tooltip="#_Toc83120004" w:anchor="_Toc83120004" w:history="1">
            <w:r>
              <w:rPr>
                <w:rStyle w:val="1091"/>
                <w:rFonts w:cstheme="minorHAnsi"/>
                <w:lang w:val="en"/>
              </w:rPr>
              <w:t xml:space="preserve">Grounds and conditions of exclusion</w:t>
            </w:r>
            <w:r>
              <w:tab/>
            </w:r>
            <w:r>
              <w:fldChar w:fldCharType="begin"/>
            </w:r>
            <w:r>
              <w:instrText xml:space="preserve"> PAGEREF _Toc83120004 \h </w:instrText>
            </w:r>
            <w:r/>
            <w:r>
              <w:fldChar w:fldCharType="separate"/>
            </w:r>
            <w:r>
              <w:t xml:space="preserve">8</w:t>
            </w:r>
            <w:r>
              <w:fldChar w:fldCharType="end"/>
            </w:r>
          </w:hyperlink>
          <w:r/>
          <w:r/>
        </w:p>
        <w:p w14:paraId="3714F00B" w14:textId="77777777">
          <w:pPr>
            <w:pStyle w:val="1118"/>
            <w:pBdr/>
            <w:spacing/>
            <w:ind/>
            <w:rPr/>
          </w:pPr>
          <w:r/>
          <w:hyperlink w:tooltip="#_Toc83120005" w:anchor="_Toc83120005" w:history="1">
            <w:r>
              <w:rPr>
                <w:rStyle w:val="1091"/>
                <w:lang w:val="en"/>
              </w:rPr>
              <w:t xml:space="preserve">Minimum prerequisites in terms of economic, technical and professional capacity</w:t>
            </w:r>
            <w:r>
              <w:tab/>
            </w:r>
            <w:r>
              <w:fldChar w:fldCharType="begin"/>
            </w:r>
            <w:r>
              <w:instrText xml:space="preserve"> PAGEREF _Toc83120005 \h </w:instrText>
            </w:r>
            <w:r/>
            <w:r>
              <w:fldChar w:fldCharType="separate"/>
            </w:r>
            <w:r>
              <w:t xml:space="preserve">8</w:t>
            </w:r>
            <w:r>
              <w:fldChar w:fldCharType="end"/>
            </w:r>
          </w:hyperlink>
          <w:r/>
          <w:r/>
        </w:p>
        <w:p w14:paraId="3949B229" w14:textId="77777777">
          <w:pPr>
            <w:pStyle w:val="1118"/>
            <w:pBdr/>
            <w:spacing/>
            <w:ind/>
            <w:rPr/>
          </w:pPr>
          <w:r/>
          <w:hyperlink w:tooltip="#_Toc83120006" w:anchor="_Toc83120006" w:history="1">
            <w:r>
              <w:rPr>
                <w:rStyle w:val="1091"/>
                <w:rFonts w:cstheme="minorHAnsi"/>
                <w:i/>
                <w:iCs/>
                <w:lang w:val="en"/>
              </w:rPr>
              <w:t xml:space="preserve">ECONOMIC AND FINANCIAL CAPACITY</w:t>
            </w:r>
            <w:r>
              <w:tab/>
            </w:r>
            <w:r>
              <w:fldChar w:fldCharType="begin"/>
            </w:r>
            <w:r>
              <w:instrText xml:space="preserve"> PAGEREF _Toc83120006 \h </w:instrText>
            </w:r>
            <w:r/>
            <w:r>
              <w:fldChar w:fldCharType="separate"/>
            </w:r>
            <w:r>
              <w:t xml:space="preserve">8</w:t>
            </w:r>
            <w:r>
              <w:fldChar w:fldCharType="end"/>
            </w:r>
          </w:hyperlink>
          <w:r/>
          <w:r/>
        </w:p>
        <w:p w14:paraId="5B449267" w14:textId="77777777">
          <w:pPr>
            <w:pStyle w:val="1118"/>
            <w:pBdr/>
            <w:spacing/>
            <w:ind/>
            <w:rPr/>
          </w:pPr>
          <w:r/>
          <w:hyperlink w:tooltip="#_Toc83120007" w:anchor="_Toc83120007" w:history="1">
            <w:r>
              <w:rPr>
                <w:rStyle w:val="1091"/>
                <w:rFonts w:cstheme="minorHAnsi"/>
                <w:i/>
                <w:iCs/>
                <w:lang w:val="en"/>
              </w:rPr>
              <w:t xml:space="preserve">TECHNICAL AND PROFESSIONAL CAPACITY</w:t>
            </w:r>
            <w:r>
              <w:tab/>
            </w:r>
            <w:r>
              <w:fldChar w:fldCharType="begin"/>
            </w:r>
            <w:r>
              <w:instrText xml:space="preserve"> PAGEREF _Toc83120007 \h </w:instrText>
            </w:r>
            <w:r/>
            <w:r>
              <w:fldChar w:fldCharType="separate"/>
            </w:r>
            <w:r>
              <w:t xml:space="preserve">9</w:t>
            </w:r>
            <w:r>
              <w:fldChar w:fldCharType="end"/>
            </w:r>
          </w:hyperlink>
          <w:r/>
          <w:r/>
        </w:p>
        <w:p w14:paraId="70B16C81" w14:textId="77777777">
          <w:pPr>
            <w:pStyle w:val="1118"/>
            <w:pBdr/>
            <w:spacing/>
            <w:ind/>
            <w:rPr/>
          </w:pPr>
          <w:r/>
          <w:hyperlink w:tooltip="#_Toc83120008" w:anchor="_Toc83120008" w:history="1">
            <w:r>
              <w:rPr>
                <w:rStyle w:val="1091"/>
                <w:rFonts w:cstheme="minorHAnsi"/>
                <w:lang w:val="en"/>
              </w:rPr>
              <w:t xml:space="preserve">Specific requirements for consortia of economic operators</w:t>
            </w:r>
            <w:r>
              <w:tab/>
            </w:r>
            <w:r>
              <w:fldChar w:fldCharType="begin"/>
            </w:r>
            <w:r>
              <w:instrText xml:space="preserve"> PAGEREF _Toc83120008 \h </w:instrText>
            </w:r>
            <w:r/>
            <w:r>
              <w:fldChar w:fldCharType="separate"/>
            </w:r>
            <w:r>
              <w:t xml:space="preserve">9</w:t>
            </w:r>
            <w:r>
              <w:fldChar w:fldCharType="end"/>
            </w:r>
          </w:hyperlink>
          <w:r/>
          <w:r/>
        </w:p>
        <w:p w14:paraId="619C9110" w14:textId="77777777">
          <w:pPr>
            <w:pStyle w:val="1118"/>
            <w:pBdr/>
            <w:spacing/>
            <w:ind/>
            <w:rPr/>
          </w:pPr>
          <w:r/>
          <w:hyperlink w:tooltip="#_Toc83120009" w:anchor="_Toc83120009" w:history="1">
            <w:r>
              <w:rPr>
                <w:rStyle w:val="1091"/>
                <w:rFonts w:cstheme="minorHAnsi"/>
                <w:i/>
                <w:iCs/>
                <w:lang w:val="en"/>
              </w:rPr>
              <w:t xml:space="preserve">Grounds for the exclusion of consortia</w:t>
            </w:r>
            <w:r>
              <w:tab/>
            </w:r>
            <w:r>
              <w:fldChar w:fldCharType="begin"/>
            </w:r>
            <w:r>
              <w:instrText xml:space="preserve"> PAGEREF _Toc83120009 \h </w:instrText>
            </w:r>
            <w:r/>
            <w:r>
              <w:fldChar w:fldCharType="separate"/>
            </w:r>
            <w:r>
              <w:t xml:space="preserve">9</w:t>
            </w:r>
            <w:r>
              <w:fldChar w:fldCharType="end"/>
            </w:r>
          </w:hyperlink>
          <w:r/>
          <w:r/>
        </w:p>
        <w:p w14:paraId="4E760AEC" w14:textId="77777777">
          <w:pPr>
            <w:pStyle w:val="1118"/>
            <w:pBdr/>
            <w:spacing/>
            <w:ind/>
            <w:rPr/>
          </w:pPr>
          <w:r/>
          <w:hyperlink w:tooltip="#_Toc83120010" w:anchor="_Toc83120010" w:history="1">
            <w:r>
              <w:rPr>
                <w:rStyle w:val="1091"/>
                <w:rFonts w:cstheme="minorHAnsi"/>
                <w:i/>
                <w:iCs/>
                <w:lang w:val="en"/>
              </w:rPr>
              <w:t xml:space="preserve">Form of the consortium</w:t>
            </w:r>
            <w:r>
              <w:tab/>
            </w:r>
            <w:r>
              <w:fldChar w:fldCharType="begin"/>
            </w:r>
            <w:r>
              <w:instrText xml:space="preserve"> PAGEREF _Toc83120010 \h </w:instrText>
            </w:r>
            <w:r/>
            <w:r>
              <w:fldChar w:fldCharType="separate"/>
            </w:r>
            <w:r>
              <w:t xml:space="preserve">9</w:t>
            </w:r>
            <w:r>
              <w:fldChar w:fldCharType="end"/>
            </w:r>
          </w:hyperlink>
          <w:r/>
          <w:r/>
        </w:p>
        <w:p w14:paraId="218DE018" w14:textId="77777777">
          <w:pPr>
            <w:pStyle w:val="1118"/>
            <w:pBdr/>
            <w:spacing/>
            <w:ind/>
            <w:rPr/>
          </w:pPr>
          <w:r/>
          <w:hyperlink w:tooltip="#_Toc83120011" w:anchor="_Toc83120011" w:history="1">
            <w:r>
              <w:rPr>
                <w:rStyle w:val="1091"/>
                <w:rFonts w:cstheme="minorHAnsi"/>
                <w:lang w:val="en"/>
              </w:rPr>
              <w:t xml:space="preserve">Subcontracting</w:t>
            </w:r>
            <w:r>
              <w:tab/>
            </w:r>
            <w:r>
              <w:fldChar w:fldCharType="begin"/>
            </w:r>
            <w:r>
              <w:instrText xml:space="preserve"> PAGEREF _Toc83120011 \h </w:instrText>
            </w:r>
            <w:r/>
            <w:r>
              <w:fldChar w:fldCharType="separate"/>
            </w:r>
            <w:r>
              <w:t xml:space="preserve">9</w:t>
            </w:r>
            <w:r>
              <w:fldChar w:fldCharType="end"/>
            </w:r>
          </w:hyperlink>
          <w:r/>
          <w:r/>
        </w:p>
        <w:p w14:paraId="5ADAC2D2" w14:textId="77777777">
          <w:pPr>
            <w:pStyle w:val="1118"/>
            <w:pBdr/>
            <w:spacing/>
            <w:ind/>
            <w:rPr/>
          </w:pPr>
          <w:r/>
          <w:hyperlink w:tooltip="#_Toc83120012" w:anchor="_Toc83120012" w:history="1">
            <w:r>
              <w:rPr>
                <w:rStyle w:val="1091"/>
                <w:rFonts w:cstheme="minorHAnsi"/>
                <w:i/>
                <w:iCs/>
                <w:lang w:val="en"/>
              </w:rPr>
              <w:t xml:space="preserve">Grounds for exclusion in the case of subcontracting</w:t>
            </w:r>
            <w:r>
              <w:tab/>
            </w:r>
            <w:r>
              <w:fldChar w:fldCharType="begin"/>
            </w:r>
            <w:r>
              <w:instrText xml:space="preserve"> PAGEREF _Toc83120012 \h </w:instrText>
            </w:r>
            <w:r/>
            <w:r>
              <w:fldChar w:fldCharType="separate"/>
            </w:r>
            <w:r>
              <w:t xml:space="preserve">9</w:t>
            </w:r>
            <w:r>
              <w:fldChar w:fldCharType="end"/>
            </w:r>
          </w:hyperlink>
          <w:r/>
          <w:r/>
        </w:p>
        <w:p w14:paraId="1570E4C8" w14:textId="77777777">
          <w:pPr>
            <w:pStyle w:val="1118"/>
            <w:pBdr/>
            <w:spacing/>
            <w:ind/>
            <w:rPr/>
          </w:pPr>
          <w:r/>
          <w:hyperlink w:tooltip="#_Toc83120013" w:anchor="_Toc83120013" w:history="1">
            <w:r>
              <w:rPr>
                <w:rStyle w:val="1091"/>
                <w:rFonts w:cstheme="minorHAnsi"/>
                <w:i/>
                <w:iCs/>
                <w:lang w:val="en"/>
              </w:rPr>
              <w:t xml:space="preserve">Presentation of a subcontractor</w:t>
            </w:r>
            <w:r>
              <w:tab/>
            </w:r>
            <w:r>
              <w:fldChar w:fldCharType="begin"/>
            </w:r>
            <w:r>
              <w:instrText xml:space="preserve"> PAGEREF _Toc83120013 \h </w:instrText>
            </w:r>
            <w:r/>
            <w:r>
              <w:fldChar w:fldCharType="separate"/>
            </w:r>
            <w:r>
              <w:t xml:space="preserve">9</w:t>
            </w:r>
            <w:r>
              <w:fldChar w:fldCharType="end"/>
            </w:r>
          </w:hyperlink>
          <w:r/>
          <w:r/>
        </w:p>
        <w:p w14:paraId="2705951D" w14:textId="77777777">
          <w:pPr>
            <w:pStyle w:val="1117"/>
            <w:pBdr/>
            <w:tabs>
              <w:tab w:val="left" w:leader="none" w:pos="1540"/>
              <w:tab w:val="right" w:leader="dot" w:pos="9329"/>
            </w:tabs>
            <w:spacing/>
            <w:ind/>
            <w:rPr>
              <w:rFonts w:asciiTheme="minorHAnsi" w:hAnsiTheme="minorHAnsi" w:eastAsiaTheme="minorEastAsia" w:cstheme="minorBidi"/>
              <w:sz w:val="22"/>
              <w:szCs w:val="22"/>
            </w:rPr>
          </w:pPr>
          <w:r/>
          <w:hyperlink w:tooltip="#_Toc83120014" w:anchor="_Toc83120014" w:history="1">
            <w:r>
              <w:rPr>
                <w:rStyle w:val="1091"/>
                <w:rFonts w:cstheme="minorHAnsi"/>
                <w:b/>
                <w:caps/>
                <w:lang w:val="en-GB"/>
              </w:rPr>
              <w:t xml:space="preserve">ARTICLE 4:</w:t>
            </w:r>
            <w:r>
              <w:rPr>
                <w:rFonts w:asciiTheme="minorHAnsi" w:hAnsiTheme="minorHAnsi" w:eastAsiaTheme="minorEastAsia" w:cstheme="minorBidi"/>
                <w:sz w:val="22"/>
                <w:szCs w:val="22"/>
              </w:rPr>
              <w:tab/>
            </w:r>
            <w:r>
              <w:rPr>
                <w:rStyle w:val="1091"/>
                <w:rFonts w:cstheme="minorHAnsi"/>
                <w:b/>
                <w:bCs/>
                <w:caps/>
                <w:lang w:val="en"/>
              </w:rPr>
              <w:t xml:space="preserve">Presentation of bids and submission process</w:t>
            </w:r>
            <w:r>
              <w:tab/>
            </w:r>
            <w:r>
              <w:fldChar w:fldCharType="begin"/>
            </w:r>
            <w:r>
              <w:instrText xml:space="preserve"> PAGEREF _Toc83120014 \h </w:instrText>
            </w:r>
            <w:r/>
            <w:r>
              <w:fldChar w:fldCharType="separate"/>
            </w:r>
            <w:r>
              <w:t xml:space="preserve">10</w:t>
            </w:r>
            <w:r>
              <w:fldChar w:fldCharType="end"/>
            </w:r>
          </w:hyperlink>
          <w:r/>
          <w:r>
            <w:rPr>
              <w:rFonts w:asciiTheme="minorHAnsi" w:hAnsiTheme="minorHAnsi" w:eastAsiaTheme="minorEastAsia" w:cstheme="minorBidi"/>
              <w:sz w:val="22"/>
              <w:szCs w:val="22"/>
            </w:rPr>
          </w:r>
        </w:p>
        <w:p w14:paraId="1C3645D1" w14:textId="77777777">
          <w:pPr>
            <w:pStyle w:val="1118"/>
            <w:pBdr/>
            <w:spacing/>
            <w:ind/>
            <w:rPr/>
          </w:pPr>
          <w:r/>
          <w:hyperlink w:tooltip="#_Toc83120015" w:anchor="_Toc83120015" w:history="1">
            <w:r>
              <w:rPr>
                <w:rStyle w:val="1091"/>
                <w:rFonts w:cstheme="minorHAnsi"/>
                <w:lang w:val="en"/>
              </w:rPr>
              <w:t xml:space="preserve">Application documents</w:t>
            </w:r>
            <w:r>
              <w:tab/>
            </w:r>
            <w:r>
              <w:fldChar w:fldCharType="begin"/>
            </w:r>
            <w:r>
              <w:instrText xml:space="preserve"> PAGEREF _Toc83120015 \h </w:instrText>
            </w:r>
            <w:r/>
            <w:r>
              <w:fldChar w:fldCharType="separate"/>
            </w:r>
            <w:r>
              <w:t xml:space="preserve">10</w:t>
            </w:r>
            <w:r>
              <w:fldChar w:fldCharType="end"/>
            </w:r>
          </w:hyperlink>
          <w:r/>
          <w:r/>
        </w:p>
        <w:p w14:paraId="692112F4" w14:textId="77777777">
          <w:pPr>
            <w:pStyle w:val="1118"/>
            <w:pBdr/>
            <w:spacing/>
            <w:ind/>
            <w:rPr/>
          </w:pPr>
          <w:r/>
          <w:hyperlink w:tooltip="#_Toc83120016" w:anchor="_Toc83120016" w:history="1">
            <w:r>
              <w:rPr>
                <w:rStyle w:val="1091"/>
                <w:rFonts w:cstheme="minorHAnsi"/>
                <w:lang w:val="en"/>
              </w:rPr>
              <w:t xml:space="preserve">Bid documents</w:t>
            </w:r>
            <w:r>
              <w:tab/>
            </w:r>
            <w:r>
              <w:fldChar w:fldCharType="begin"/>
            </w:r>
            <w:r>
              <w:instrText xml:space="preserve"> PAGEREF _Toc83120016 \h </w:instrText>
            </w:r>
            <w:r/>
            <w:r>
              <w:fldChar w:fldCharType="separate"/>
            </w:r>
            <w:r>
              <w:t xml:space="preserve">10</w:t>
            </w:r>
            <w:r>
              <w:fldChar w:fldCharType="end"/>
            </w:r>
          </w:hyperlink>
          <w:r/>
          <w:r/>
        </w:p>
        <w:p w14:paraId="34E1050A" w14:textId="77777777">
          <w:pPr>
            <w:pStyle w:val="1118"/>
            <w:pBdr/>
            <w:spacing/>
            <w:ind/>
            <w:rPr/>
          </w:pPr>
          <w:r/>
          <w:hyperlink w:tooltip="#_Toc83120017" w:anchor="_Toc83120017" w:history="1">
            <w:r>
              <w:rPr>
                <w:rStyle w:val="1091"/>
                <w:rFonts w:cstheme="minorHAnsi"/>
                <w:lang w:val="en"/>
              </w:rPr>
              <w:t xml:space="preserve">Bid validity period</w:t>
            </w:r>
            <w:r>
              <w:tab/>
            </w:r>
            <w:r>
              <w:fldChar w:fldCharType="begin"/>
            </w:r>
            <w:r>
              <w:instrText xml:space="preserve"> PAGEREF _Toc83120017 \h </w:instrText>
            </w:r>
            <w:r/>
            <w:r>
              <w:fldChar w:fldCharType="separate"/>
            </w:r>
            <w:r>
              <w:t xml:space="preserve">10</w:t>
            </w:r>
            <w:r>
              <w:fldChar w:fldCharType="end"/>
            </w:r>
          </w:hyperlink>
          <w:r/>
          <w:r/>
        </w:p>
        <w:p w14:paraId="378B27C6" w14:textId="77777777">
          <w:pPr>
            <w:pStyle w:val="1118"/>
            <w:pBdr/>
            <w:spacing/>
            <w:ind/>
            <w:rPr/>
          </w:pPr>
          <w:r/>
          <w:hyperlink w:tooltip="#_Toc83120018" w:anchor="_Toc83120018" w:history="1">
            <w:r>
              <w:rPr>
                <w:rStyle w:val="1091"/>
                <w:rFonts w:cstheme="minorHAnsi"/>
                <w:lang w:val="en"/>
              </w:rPr>
              <w:t xml:space="preserve">Bid submission process</w:t>
            </w:r>
            <w:r>
              <w:tab/>
            </w:r>
            <w:r>
              <w:fldChar w:fldCharType="begin"/>
            </w:r>
            <w:r>
              <w:instrText xml:space="preserve"> PAGEREF _Toc83120018 \h </w:instrText>
            </w:r>
            <w:r/>
            <w:r>
              <w:fldChar w:fldCharType="separate"/>
            </w:r>
            <w:r>
              <w:t xml:space="preserve">11</w:t>
            </w:r>
            <w:r>
              <w:fldChar w:fldCharType="end"/>
            </w:r>
          </w:hyperlink>
          <w:r/>
          <w:r/>
        </w:p>
        <w:p w14:paraId="7081BA48" w14:textId="77777777">
          <w:pPr>
            <w:pStyle w:val="1118"/>
            <w:pBdr/>
            <w:spacing/>
            <w:ind/>
            <w:rPr/>
          </w:pPr>
          <w:r/>
          <w:hyperlink w:tooltip="#_Toc83120019" w:anchor="_Toc83120019" w:history="1">
            <w:r>
              <w:rPr>
                <w:rStyle w:val="1091"/>
                <w:rFonts w:cstheme="minorHAnsi"/>
                <w:i/>
                <w:iCs/>
                <w:lang w:val="en"/>
              </w:rPr>
              <w:t xml:space="preserve">Bids submitted in paper format</w:t>
            </w:r>
            <w:r>
              <w:tab/>
            </w:r>
            <w:r>
              <w:fldChar w:fldCharType="begin"/>
            </w:r>
            <w:r>
              <w:instrText xml:space="preserve"> PAGEREF _Toc83120019 \h </w:instrText>
            </w:r>
            <w:r/>
            <w:r>
              <w:fldChar w:fldCharType="separate"/>
            </w:r>
            <w:r>
              <w:t xml:space="preserve">11</w:t>
            </w:r>
            <w:r>
              <w:fldChar w:fldCharType="end"/>
            </w:r>
          </w:hyperlink>
          <w:r/>
          <w:r/>
        </w:p>
        <w:p w14:paraId="3BD456D0" w14:textId="77777777">
          <w:pPr>
            <w:pStyle w:val="1118"/>
            <w:pBdr/>
            <w:spacing/>
            <w:ind/>
            <w:rPr/>
          </w:pPr>
          <w:r/>
          <w:hyperlink w:tooltip="#_Toc83120020" w:anchor="_Toc83120020" w:history="1">
            <w:r>
              <w:rPr>
                <w:rStyle w:val="1091"/>
                <w:rFonts w:cstheme="minorHAnsi"/>
                <w:i/>
                <w:iCs/>
                <w:lang w:val="en"/>
              </w:rPr>
              <w:t xml:space="preserve">Electronic submission</w:t>
            </w:r>
            <w:r>
              <w:tab/>
            </w:r>
            <w:r>
              <w:fldChar w:fldCharType="begin"/>
            </w:r>
            <w:r>
              <w:instrText xml:space="preserve"> PAGEREF _Toc83120020 \h </w:instrText>
            </w:r>
            <w:r/>
            <w:r>
              <w:fldChar w:fldCharType="separate"/>
            </w:r>
            <w:r>
              <w:t xml:space="preserve">11</w:t>
            </w:r>
            <w:r>
              <w:fldChar w:fldCharType="end"/>
            </w:r>
          </w:hyperlink>
          <w:r/>
          <w:r/>
        </w:p>
        <w:p w14:paraId="5C1350BD" w14:textId="77777777">
          <w:pPr>
            <w:pStyle w:val="1117"/>
            <w:pBdr/>
            <w:tabs>
              <w:tab w:val="left" w:leader="none" w:pos="1540"/>
              <w:tab w:val="right" w:leader="dot" w:pos="9329"/>
            </w:tabs>
            <w:spacing/>
            <w:ind/>
            <w:rPr>
              <w:rFonts w:asciiTheme="minorHAnsi" w:hAnsiTheme="minorHAnsi" w:eastAsiaTheme="minorEastAsia" w:cstheme="minorBidi"/>
              <w:sz w:val="22"/>
              <w:szCs w:val="22"/>
            </w:rPr>
          </w:pPr>
          <w:r/>
          <w:hyperlink w:tooltip="#_Toc83120021" w:anchor="_Toc83120021" w:history="1">
            <w:r>
              <w:rPr>
                <w:rStyle w:val="1091"/>
                <w:rFonts w:cstheme="minorHAnsi"/>
                <w:b/>
                <w:caps/>
              </w:rPr>
              <w:t xml:space="preserve">ARTICLE 5:</w:t>
            </w:r>
            <w:r>
              <w:rPr>
                <w:rFonts w:asciiTheme="minorHAnsi" w:hAnsiTheme="minorHAnsi" w:eastAsiaTheme="minorEastAsia" w:cstheme="minorBidi"/>
                <w:sz w:val="22"/>
                <w:szCs w:val="22"/>
              </w:rPr>
              <w:tab/>
            </w:r>
            <w:r>
              <w:rPr>
                <w:rStyle w:val="1091"/>
                <w:rFonts w:cstheme="minorHAnsi"/>
                <w:b/>
                <w:bCs/>
                <w:caps/>
                <w:lang w:val="en"/>
              </w:rPr>
              <w:t xml:space="preserve">Analysis of applications</w:t>
            </w:r>
            <w:r>
              <w:tab/>
            </w:r>
            <w:r>
              <w:fldChar w:fldCharType="begin"/>
            </w:r>
            <w:r>
              <w:instrText xml:space="preserve"> PAGEREF _Toc83120021 \h </w:instrText>
            </w:r>
            <w:r/>
            <w:r>
              <w:fldChar w:fldCharType="separate"/>
            </w:r>
            <w:r>
              <w:t xml:space="preserve">13</w:t>
            </w:r>
            <w:r>
              <w:fldChar w:fldCharType="end"/>
            </w:r>
          </w:hyperlink>
          <w:r/>
          <w:r>
            <w:rPr>
              <w:rFonts w:asciiTheme="minorHAnsi" w:hAnsiTheme="minorHAnsi" w:eastAsiaTheme="minorEastAsia" w:cstheme="minorBidi"/>
              <w:sz w:val="22"/>
              <w:szCs w:val="22"/>
            </w:rPr>
          </w:r>
        </w:p>
        <w:p w14:paraId="6C0D4111" w14:textId="77777777">
          <w:pPr>
            <w:pStyle w:val="1118"/>
            <w:pBdr/>
            <w:spacing/>
            <w:ind/>
            <w:rPr/>
          </w:pPr>
          <w:r/>
          <w:hyperlink w:tooltip="#_Toc83120022" w:anchor="_Toc83120022" w:history="1">
            <w:r>
              <w:rPr>
                <w:rStyle w:val="1091"/>
                <w:rFonts w:cstheme="minorHAnsi"/>
                <w:lang w:val="en"/>
              </w:rPr>
              <w:t xml:space="preserve">Application supplementary information requests</w:t>
            </w:r>
            <w:r>
              <w:tab/>
            </w:r>
            <w:r>
              <w:fldChar w:fldCharType="begin"/>
            </w:r>
            <w:r>
              <w:instrText xml:space="preserve"> PAGEREF _Toc83120022 \h </w:instrText>
            </w:r>
            <w:r/>
            <w:r>
              <w:fldChar w:fldCharType="separate"/>
            </w:r>
            <w:r>
              <w:t xml:space="preserve">13</w:t>
            </w:r>
            <w:r>
              <w:fldChar w:fldCharType="end"/>
            </w:r>
          </w:hyperlink>
          <w:r/>
          <w:r/>
        </w:p>
        <w:p w14:paraId="53862448" w14:textId="77777777">
          <w:pPr>
            <w:pStyle w:val="1118"/>
            <w:pBdr/>
            <w:spacing/>
            <w:ind/>
            <w:rPr/>
          </w:pPr>
          <w:r/>
          <w:hyperlink w:tooltip="#_Toc83120023" w:anchor="_Toc83120023" w:history="1">
            <w:r>
              <w:rPr>
                <w:rStyle w:val="1091"/>
                <w:rFonts w:cstheme="minorHAnsi"/>
                <w:lang w:val="en"/>
              </w:rPr>
              <w:t xml:space="preserve">Rejection of late applications - Opening bids</w:t>
            </w:r>
            <w:r>
              <w:tab/>
            </w:r>
            <w:r>
              <w:fldChar w:fldCharType="begin"/>
            </w:r>
            <w:r>
              <w:instrText xml:space="preserve"> PAGEREF _Toc83120023 \h </w:instrText>
            </w:r>
            <w:r/>
            <w:r>
              <w:fldChar w:fldCharType="separate"/>
            </w:r>
            <w:r>
              <w:t xml:space="preserve">13</w:t>
            </w:r>
            <w:r>
              <w:fldChar w:fldCharType="end"/>
            </w:r>
          </w:hyperlink>
          <w:r/>
          <w:r/>
        </w:p>
        <w:p w14:paraId="5C2AC8C7" w14:textId="77777777">
          <w:pPr>
            <w:pStyle w:val="1118"/>
            <w:pBdr/>
            <w:spacing/>
            <w:ind/>
            <w:rPr/>
          </w:pPr>
          <w:r/>
          <w:hyperlink w:tooltip="#_Toc83120024" w:anchor="_Toc83120024" w:history="1">
            <w:r>
              <w:rPr>
                <w:rStyle w:val="1091"/>
                <w:rFonts w:cstheme="minorHAnsi"/>
                <w:lang w:val="en"/>
              </w:rPr>
              <w:t xml:space="preserve">Admissibility of applications</w:t>
            </w:r>
            <w:r>
              <w:tab/>
            </w:r>
            <w:r>
              <w:fldChar w:fldCharType="begin"/>
            </w:r>
            <w:r>
              <w:instrText xml:space="preserve"> PAGEREF _Toc83120024 \h </w:instrText>
            </w:r>
            <w:r/>
            <w:r>
              <w:fldChar w:fldCharType="separate"/>
            </w:r>
            <w:r>
              <w:t xml:space="preserve">13</w:t>
            </w:r>
            <w:r>
              <w:fldChar w:fldCharType="end"/>
            </w:r>
          </w:hyperlink>
          <w:r/>
          <w:r/>
        </w:p>
        <w:p w14:paraId="70656656" w14:textId="77777777">
          <w:pPr>
            <w:pStyle w:val="1118"/>
            <w:pBdr/>
            <w:spacing/>
            <w:ind/>
            <w:rPr/>
          </w:pPr>
          <w:r/>
          <w:hyperlink w:tooltip="#_Toc83120025" w:anchor="_Toc83120025" w:history="1">
            <w:r>
              <w:rPr>
                <w:rStyle w:val="1091"/>
                <w:rFonts w:cstheme="minorHAnsi"/>
                <w:lang w:val="en"/>
              </w:rPr>
              <w:t xml:space="preserve">Application selection</w:t>
            </w:r>
            <w:r>
              <w:tab/>
            </w:r>
            <w:r>
              <w:fldChar w:fldCharType="begin"/>
            </w:r>
            <w:r>
              <w:instrText xml:space="preserve"> PAGEREF _Toc83120025 \h </w:instrText>
            </w:r>
            <w:r/>
            <w:r>
              <w:fldChar w:fldCharType="separate"/>
            </w:r>
            <w:r>
              <w:t xml:space="preserve">14</w:t>
            </w:r>
            <w:r>
              <w:fldChar w:fldCharType="end"/>
            </w:r>
          </w:hyperlink>
          <w:r/>
          <w:r/>
        </w:p>
        <w:p w14:paraId="7D13EE98" w14:textId="77777777">
          <w:pPr>
            <w:pStyle w:val="1117"/>
            <w:pBdr/>
            <w:tabs>
              <w:tab w:val="left" w:leader="none" w:pos="1540"/>
              <w:tab w:val="right" w:leader="dot" w:pos="9329"/>
            </w:tabs>
            <w:spacing/>
            <w:ind/>
            <w:rPr>
              <w:rFonts w:asciiTheme="minorHAnsi" w:hAnsiTheme="minorHAnsi" w:eastAsiaTheme="minorEastAsia" w:cstheme="minorBidi"/>
              <w:sz w:val="22"/>
              <w:szCs w:val="22"/>
            </w:rPr>
          </w:pPr>
          <w:r/>
          <w:hyperlink w:tooltip="#_Toc83120026" w:anchor="_Toc83120026" w:history="1">
            <w:r>
              <w:rPr>
                <w:rStyle w:val="1091"/>
                <w:rFonts w:cstheme="minorHAnsi"/>
                <w:b/>
                <w:caps/>
              </w:rPr>
              <w:t xml:space="preserve">ARTICLE 6:</w:t>
            </w:r>
            <w:r>
              <w:rPr>
                <w:rFonts w:asciiTheme="minorHAnsi" w:hAnsiTheme="minorHAnsi" w:eastAsiaTheme="minorEastAsia" w:cstheme="minorBidi"/>
                <w:sz w:val="22"/>
                <w:szCs w:val="22"/>
              </w:rPr>
              <w:tab/>
            </w:r>
            <w:r>
              <w:rPr>
                <w:rStyle w:val="1091"/>
                <w:rFonts w:cstheme="minorHAnsi"/>
                <w:b/>
                <w:bCs/>
                <w:caps/>
                <w:lang w:val="en"/>
              </w:rPr>
              <w:t xml:space="preserve">Bid evaluation, negotiations and award</w:t>
            </w:r>
            <w:r>
              <w:tab/>
            </w:r>
            <w:r>
              <w:fldChar w:fldCharType="begin"/>
            </w:r>
            <w:r>
              <w:instrText xml:space="preserve"> PAGEREF _Toc83120026 \h </w:instrText>
            </w:r>
            <w:r/>
            <w:r>
              <w:fldChar w:fldCharType="separate"/>
            </w:r>
            <w:r>
              <w:t xml:space="preserve">15</w:t>
            </w:r>
            <w:r>
              <w:fldChar w:fldCharType="end"/>
            </w:r>
          </w:hyperlink>
          <w:r/>
          <w:r>
            <w:rPr>
              <w:rFonts w:asciiTheme="minorHAnsi" w:hAnsiTheme="minorHAnsi" w:eastAsiaTheme="minorEastAsia" w:cstheme="minorBidi"/>
              <w:sz w:val="22"/>
              <w:szCs w:val="22"/>
            </w:rPr>
          </w:r>
        </w:p>
        <w:p w14:paraId="00B53914" w14:textId="77777777">
          <w:pPr>
            <w:pStyle w:val="1118"/>
            <w:pBdr/>
            <w:spacing/>
            <w:ind/>
            <w:rPr/>
          </w:pPr>
          <w:r/>
          <w:hyperlink w:tooltip="#_Toc83120027" w:anchor="_Toc83120027" w:history="1">
            <w:r>
              <w:rPr>
                <w:rStyle w:val="1091"/>
                <w:rFonts w:cstheme="minorHAnsi"/>
                <w:lang w:val="en"/>
              </w:rPr>
              <w:t xml:space="preserve">Rejection of late bids - Opening bids</w:t>
            </w:r>
            <w:r>
              <w:tab/>
            </w:r>
            <w:r>
              <w:fldChar w:fldCharType="begin"/>
            </w:r>
            <w:r>
              <w:instrText xml:space="preserve"> PAGEREF _Toc83120027 \h </w:instrText>
            </w:r>
            <w:r/>
            <w:r>
              <w:fldChar w:fldCharType="separate"/>
            </w:r>
            <w:r>
              <w:t xml:space="preserve">15</w:t>
            </w:r>
            <w:r>
              <w:fldChar w:fldCharType="end"/>
            </w:r>
          </w:hyperlink>
          <w:r/>
          <w:r/>
        </w:p>
        <w:p w14:paraId="435B717B" w14:textId="77777777">
          <w:pPr>
            <w:pStyle w:val="1118"/>
            <w:pBdr/>
            <w:spacing/>
            <w:ind/>
            <w:rPr/>
          </w:pPr>
          <w:r/>
          <w:hyperlink w:tooltip="#_Toc83120028" w:anchor="_Toc83120028" w:history="1">
            <w:r>
              <w:rPr>
                <w:rStyle w:val="1091"/>
                <w:rFonts w:cstheme="minorHAnsi"/>
                <w:lang w:val="en"/>
              </w:rPr>
              <w:t xml:space="preserve">Bid analysis</w:t>
            </w:r>
            <w:r>
              <w:tab/>
            </w:r>
            <w:r>
              <w:fldChar w:fldCharType="begin"/>
            </w:r>
            <w:r>
              <w:instrText xml:space="preserve"> PAGEREF _Toc83120028 \h </w:instrText>
            </w:r>
            <w:r/>
            <w:r>
              <w:fldChar w:fldCharType="separate"/>
            </w:r>
            <w:r>
              <w:t xml:space="preserve">15</w:t>
            </w:r>
            <w:r>
              <w:fldChar w:fldCharType="end"/>
            </w:r>
          </w:hyperlink>
          <w:r/>
          <w:r/>
        </w:p>
        <w:p w14:paraId="261D64E3" w14:textId="77777777">
          <w:pPr>
            <w:pStyle w:val="1118"/>
            <w:pBdr/>
            <w:spacing/>
            <w:ind/>
            <w:rPr/>
          </w:pPr>
          <w:r/>
          <w:hyperlink w:tooltip="#_Toc83120029" w:anchor="_Toc83120029" w:history="1">
            <w:r>
              <w:rPr>
                <w:rStyle w:val="1091"/>
                <w:rFonts w:cstheme="minorHAnsi"/>
                <w:lang w:val="en"/>
              </w:rPr>
              <w:t xml:space="preserve">Rejection of non-conforming, inadmissible or inappropriate bids</w:t>
            </w:r>
            <w:r>
              <w:tab/>
            </w:r>
            <w:r>
              <w:fldChar w:fldCharType="begin"/>
            </w:r>
            <w:r>
              <w:instrText xml:space="preserve"> PAGEREF _Toc83120029 \h </w:instrText>
            </w:r>
            <w:r/>
            <w:r>
              <w:fldChar w:fldCharType="separate"/>
            </w:r>
            <w:r>
              <w:t xml:space="preserve">15</w:t>
            </w:r>
            <w:r>
              <w:fldChar w:fldCharType="end"/>
            </w:r>
          </w:hyperlink>
          <w:r/>
          <w:r/>
        </w:p>
        <w:p w14:paraId="50B4184E" w14:textId="77777777">
          <w:pPr>
            <w:pStyle w:val="1118"/>
            <w:pBdr/>
            <w:spacing/>
            <w:ind/>
            <w:rPr/>
          </w:pPr>
          <w:r/>
          <w:hyperlink w:tooltip="#_Toc83120030" w:anchor="_Toc83120030" w:history="1">
            <w:r>
              <w:rPr>
                <w:rStyle w:val="1091"/>
                <w:rFonts w:cstheme="minorHAnsi"/>
                <w:lang w:val="en"/>
              </w:rPr>
              <w:t xml:space="preserve">Comparison of bids for selection of the most economically beneficial bid</w:t>
            </w:r>
            <w:r>
              <w:tab/>
            </w:r>
            <w:r>
              <w:fldChar w:fldCharType="begin"/>
            </w:r>
            <w:r>
              <w:instrText xml:space="preserve"> PAGEREF _Toc83120030 \h </w:instrText>
            </w:r>
            <w:r/>
            <w:r>
              <w:fldChar w:fldCharType="separate"/>
            </w:r>
            <w:r>
              <w:t xml:space="preserve">15</w:t>
            </w:r>
            <w:r>
              <w:fldChar w:fldCharType="end"/>
            </w:r>
          </w:hyperlink>
          <w:r/>
          <w:r/>
        </w:p>
        <w:p w14:paraId="281538E3" w14:textId="77777777">
          <w:pPr>
            <w:pStyle w:val="1118"/>
            <w:pBdr/>
            <w:spacing/>
            <w:ind/>
            <w:rPr/>
          </w:pPr>
          <w:r/>
          <w:hyperlink w:tooltip="#_Toc83120031" w:anchor="_Toc83120031" w:history="1">
            <w:r>
              <w:rPr>
                <w:rStyle w:val="1091"/>
                <w:rFonts w:cstheme="minorHAnsi"/>
                <w:i/>
                <w:iCs/>
                <w:lang w:val="en"/>
              </w:rPr>
              <w:t xml:space="preserve">Criterion 1: price of the services</w:t>
            </w:r>
            <w:r>
              <w:tab/>
            </w:r>
            <w:r>
              <w:fldChar w:fldCharType="begin"/>
            </w:r>
            <w:r>
              <w:instrText xml:space="preserve"> PAGEREF _Toc83120031 \h </w:instrText>
            </w:r>
            <w:r/>
            <w:r>
              <w:fldChar w:fldCharType="separate"/>
            </w:r>
            <w:r>
              <w:t xml:space="preserve">15</w:t>
            </w:r>
            <w:r>
              <w:fldChar w:fldCharType="end"/>
            </w:r>
          </w:hyperlink>
          <w:r/>
          <w:r/>
        </w:p>
        <w:p w14:paraId="51341A0E" w14:textId="77777777">
          <w:pPr>
            <w:pStyle w:val="1118"/>
            <w:pBdr/>
            <w:spacing/>
            <w:ind/>
            <w:rPr/>
          </w:pPr>
          <w:r/>
          <w:hyperlink w:tooltip="#_Toc83120032" w:anchor="_Toc83120032" w:history="1">
            <w:r>
              <w:rPr>
                <w:rStyle w:val="1091"/>
                <w:rFonts w:cstheme="minorHAnsi"/>
                <w:i/>
                <w:iCs/>
                <w:lang w:val="en"/>
              </w:rPr>
              <w:t xml:space="preserve">Criterion 2: Technical offer</w:t>
            </w:r>
            <w:r>
              <w:tab/>
            </w:r>
            <w:r>
              <w:fldChar w:fldCharType="begin"/>
            </w:r>
            <w:r>
              <w:instrText xml:space="preserve"> PAGEREF _Toc83120032 \h </w:instrText>
            </w:r>
            <w:r/>
            <w:r>
              <w:fldChar w:fldCharType="separate"/>
            </w:r>
            <w:r>
              <w:t xml:space="preserve">15</w:t>
            </w:r>
            <w:r>
              <w:fldChar w:fldCharType="end"/>
            </w:r>
          </w:hyperlink>
          <w:r/>
          <w:r/>
        </w:p>
        <w:p w14:paraId="56D870C3" w14:textId="77777777">
          <w:pPr>
            <w:pStyle w:val="1118"/>
            <w:pBdr/>
            <w:spacing/>
            <w:ind/>
            <w:rPr/>
          </w:pPr>
          <w:r/>
          <w:hyperlink w:tooltip="#_Toc83120033" w:anchor="_Toc83120033" w:history="1">
            <w:r>
              <w:rPr>
                <w:rStyle w:val="1091"/>
                <w:rFonts w:cstheme="minorHAnsi"/>
                <w:lang w:val="en"/>
              </w:rPr>
              <w:t xml:space="preserve">Negotiations</w:t>
            </w:r>
            <w:r>
              <w:tab/>
            </w:r>
            <w:r>
              <w:fldChar w:fldCharType="begin"/>
            </w:r>
            <w:r>
              <w:instrText xml:space="preserve"> PAGEREF _Toc83120033 \h </w:instrText>
            </w:r>
            <w:r/>
            <w:r>
              <w:fldChar w:fldCharType="separate"/>
            </w:r>
            <w:r>
              <w:t xml:space="preserve">16</w:t>
            </w:r>
            <w:r>
              <w:fldChar w:fldCharType="end"/>
            </w:r>
          </w:hyperlink>
          <w:r/>
          <w:r/>
        </w:p>
        <w:p w14:paraId="486AD556" w14:textId="77777777">
          <w:pPr>
            <w:pStyle w:val="1118"/>
            <w:pBdr/>
            <w:spacing/>
            <w:ind/>
            <w:rPr/>
          </w:pPr>
          <w:r/>
          <w:hyperlink w:tooltip="#_Toc83120034" w:anchor="_Toc83120034" w:history="1">
            <w:r>
              <w:rPr>
                <w:rStyle w:val="1091"/>
                <w:rFonts w:cstheme="minorHAnsi"/>
                <w:i/>
                <w:iCs/>
                <w:lang w:val="en"/>
              </w:rPr>
              <w:t xml:space="preserve">Bidder interviews – bid negotiations</w:t>
            </w:r>
            <w:r>
              <w:tab/>
            </w:r>
            <w:r>
              <w:fldChar w:fldCharType="begin"/>
            </w:r>
            <w:r>
              <w:instrText xml:space="preserve"> PAGEREF _Toc83120034 \h </w:instrText>
            </w:r>
            <w:r/>
            <w:r>
              <w:fldChar w:fldCharType="separate"/>
            </w:r>
            <w:r>
              <w:t xml:space="preserve">16</w:t>
            </w:r>
            <w:r>
              <w:fldChar w:fldCharType="end"/>
            </w:r>
          </w:hyperlink>
          <w:r/>
          <w:r/>
        </w:p>
        <w:p w14:paraId="45871EAE" w14:textId="77777777">
          <w:pPr>
            <w:pStyle w:val="1118"/>
            <w:pBdr/>
            <w:spacing/>
            <w:ind/>
            <w:rPr/>
          </w:pPr>
          <w:r/>
          <w:hyperlink w:tooltip="#_Toc83120035" w:anchor="_Toc83120035" w:history="1">
            <w:r>
              <w:rPr>
                <w:rStyle w:val="1091"/>
                <w:rFonts w:cstheme="minorHAnsi"/>
                <w:lang w:val="en"/>
              </w:rPr>
              <w:t xml:space="preserve">Award process</w:t>
            </w:r>
            <w:r>
              <w:tab/>
            </w:r>
            <w:r>
              <w:fldChar w:fldCharType="begin"/>
            </w:r>
            <w:r>
              <w:instrText xml:space="preserve"> PAGEREF _Toc83120035 \h </w:instrText>
            </w:r>
            <w:r/>
            <w:r>
              <w:fldChar w:fldCharType="separate"/>
            </w:r>
            <w:r>
              <w:t xml:space="preserve">16</w:t>
            </w:r>
            <w:r>
              <w:fldChar w:fldCharType="end"/>
            </w:r>
          </w:hyperlink>
          <w:r/>
          <w:r/>
        </w:p>
        <w:p w14:paraId="6BB0DC44" w14:textId="77777777">
          <w:pPr>
            <w:pStyle w:val="1117"/>
            <w:pBdr/>
            <w:tabs>
              <w:tab w:val="left" w:leader="none" w:pos="1540"/>
              <w:tab w:val="right" w:leader="dot" w:pos="9329"/>
            </w:tabs>
            <w:spacing/>
            <w:ind/>
            <w:rPr>
              <w:rFonts w:asciiTheme="minorHAnsi" w:hAnsiTheme="minorHAnsi" w:eastAsiaTheme="minorEastAsia" w:cstheme="minorBidi"/>
              <w:sz w:val="22"/>
              <w:szCs w:val="22"/>
            </w:rPr>
          </w:pPr>
          <w:r/>
          <w:hyperlink w:tooltip="#_Toc83120036" w:anchor="_Toc83120036" w:history="1">
            <w:r>
              <w:rPr>
                <w:rStyle w:val="1091"/>
                <w:rFonts w:cstheme="minorHAnsi"/>
                <w:b/>
                <w:caps/>
                <w:lang w:val="en-GB"/>
              </w:rPr>
              <w:t xml:space="preserve">ARTICLE 7:</w:t>
            </w:r>
            <w:r>
              <w:rPr>
                <w:rFonts w:asciiTheme="minorHAnsi" w:hAnsiTheme="minorHAnsi" w:eastAsiaTheme="minorEastAsia" w:cstheme="minorBidi"/>
                <w:sz w:val="22"/>
                <w:szCs w:val="22"/>
              </w:rPr>
              <w:tab/>
            </w:r>
            <w:r>
              <w:rPr>
                <w:rStyle w:val="1091"/>
                <w:rFonts w:cstheme="minorHAnsi"/>
                <w:b/>
                <w:bCs/>
                <w:caps/>
                <w:lang w:val="en"/>
              </w:rPr>
              <w:t xml:space="preserve">Processing of personal data in the context of this tender and for the purposes of contract monitoring</w:t>
            </w:r>
            <w:r>
              <w:tab/>
            </w:r>
            <w:r>
              <w:fldChar w:fldCharType="begin"/>
            </w:r>
            <w:r>
              <w:instrText xml:space="preserve"> PAGEREF _Toc83120036 \h </w:instrText>
            </w:r>
            <w:r/>
            <w:r>
              <w:fldChar w:fldCharType="separate"/>
            </w:r>
            <w:r>
              <w:t xml:space="preserve">17</w:t>
            </w:r>
            <w:r>
              <w:fldChar w:fldCharType="end"/>
            </w:r>
          </w:hyperlink>
          <w:r/>
          <w:r>
            <w:rPr>
              <w:rFonts w:asciiTheme="minorHAnsi" w:hAnsiTheme="minorHAnsi" w:eastAsiaTheme="minorEastAsia" w:cstheme="minorBidi"/>
              <w:sz w:val="22"/>
              <w:szCs w:val="22"/>
            </w:rPr>
          </w:r>
        </w:p>
        <w:p w14:paraId="7AFEFB7C" w14:textId="77777777">
          <w:pPr>
            <w:pStyle w:val="1118"/>
            <w:pBdr/>
            <w:spacing/>
            <w:ind/>
            <w:rPr/>
          </w:pPr>
          <w:r/>
          <w:hyperlink w:tooltip="#_Toc83120037" w:anchor="_Toc83120037" w:history="1">
            <w:r>
              <w:rPr>
                <w:rStyle w:val="1091"/>
                <w:rFonts w:cstheme="minorHAnsi"/>
                <w:lang w:val="en"/>
              </w:rPr>
              <w:t xml:space="preserve">Identity and contact details of the data controller and its representative</w:t>
            </w:r>
            <w:r>
              <w:tab/>
            </w:r>
            <w:r>
              <w:fldChar w:fldCharType="begin"/>
            </w:r>
            <w:r>
              <w:instrText xml:space="preserve"> PAGEREF _Toc83120037 \h </w:instrText>
            </w:r>
            <w:r/>
            <w:r>
              <w:fldChar w:fldCharType="separate"/>
            </w:r>
            <w:r>
              <w:t xml:space="preserve">17</w:t>
            </w:r>
            <w:r>
              <w:fldChar w:fldCharType="end"/>
            </w:r>
          </w:hyperlink>
          <w:r/>
          <w:r/>
        </w:p>
        <w:p w14:paraId="2302BBB6" w14:textId="77777777">
          <w:pPr>
            <w:pStyle w:val="1118"/>
            <w:pBdr/>
            <w:spacing/>
            <w:ind/>
            <w:rPr/>
          </w:pPr>
          <w:r/>
          <w:hyperlink w:tooltip="#_Toc83120038" w:anchor="_Toc83120038" w:history="1">
            <w:r>
              <w:rPr>
                <w:rStyle w:val="1091"/>
                <w:rFonts w:cstheme="minorHAnsi"/>
              </w:rPr>
              <w:t xml:space="preserve">For the PLACE platform:</w:t>
            </w:r>
            <w:r>
              <w:tab/>
            </w:r>
            <w:r>
              <w:fldChar w:fldCharType="begin"/>
            </w:r>
            <w:r>
              <w:instrText xml:space="preserve"> PAGEREF _Toc83120038 \h </w:instrText>
            </w:r>
            <w:r/>
            <w:r>
              <w:fldChar w:fldCharType="separate"/>
            </w:r>
            <w:r>
              <w:t xml:space="preserve">17</w:t>
            </w:r>
            <w:r>
              <w:fldChar w:fldCharType="end"/>
            </w:r>
          </w:hyperlink>
          <w:r/>
          <w:r/>
        </w:p>
        <w:p w14:paraId="3AE7EBBE" w14:textId="77777777">
          <w:pPr>
            <w:pStyle w:val="1118"/>
            <w:pBdr/>
            <w:spacing/>
            <w:ind/>
            <w:rPr/>
          </w:pPr>
          <w:r/>
          <w:hyperlink w:tooltip="#_Toc83120039" w:anchor="_Toc83120039" w:history="1">
            <w:r>
              <w:rPr>
                <w:rStyle w:val="1091"/>
                <w:rFonts w:cstheme="minorHAnsi"/>
                <w:lang w:val="en"/>
              </w:rPr>
              <w:t xml:space="preserve">Contact details of the Data Protection Officer:</w:t>
            </w:r>
            <w:r>
              <w:tab/>
            </w:r>
            <w:r>
              <w:fldChar w:fldCharType="begin"/>
            </w:r>
            <w:r>
              <w:instrText xml:space="preserve"> PAGEREF _Toc83120039 \h </w:instrText>
            </w:r>
            <w:r/>
            <w:r>
              <w:fldChar w:fldCharType="separate"/>
            </w:r>
            <w:r>
              <w:t xml:space="preserve">17</w:t>
            </w:r>
            <w:r>
              <w:fldChar w:fldCharType="end"/>
            </w:r>
          </w:hyperlink>
          <w:r/>
          <w:r/>
        </w:p>
        <w:p w14:paraId="6E4B9B75" w14:textId="77777777">
          <w:pPr>
            <w:pStyle w:val="1118"/>
            <w:pBdr/>
            <w:spacing/>
            <w:ind/>
            <w:rPr/>
          </w:pPr>
          <w:r/>
          <w:hyperlink w:tooltip="#_Toc83120040" w:anchor="_Toc83120040" w:history="1">
            <w:r>
              <w:rPr>
                <w:rStyle w:val="1091"/>
                <w:rFonts w:cstheme="minorHAnsi"/>
                <w:lang w:val="en"/>
              </w:rPr>
              <w:t xml:space="preserve">For the contracting authority:</w:t>
            </w:r>
            <w:r>
              <w:tab/>
            </w:r>
            <w:r>
              <w:fldChar w:fldCharType="begin"/>
            </w:r>
            <w:r>
              <w:instrText xml:space="preserve"> PAGEREF _Toc83120040 \h </w:instrText>
            </w:r>
            <w:r/>
            <w:r>
              <w:fldChar w:fldCharType="separate"/>
            </w:r>
            <w:r>
              <w:t xml:space="preserve">17</w:t>
            </w:r>
            <w:r>
              <w:fldChar w:fldCharType="end"/>
            </w:r>
          </w:hyperlink>
          <w:r/>
          <w:r/>
        </w:p>
        <w:p w14:paraId="6597C3A0" w14:textId="77777777">
          <w:pPr>
            <w:pStyle w:val="1118"/>
            <w:pBdr/>
            <w:spacing/>
            <w:ind/>
            <w:rPr/>
          </w:pPr>
          <w:r/>
          <w:hyperlink w:tooltip="#_Toc83120041" w:anchor="_Toc83120041" w:history="1">
            <w:r>
              <w:rPr>
                <w:rStyle w:val="1091"/>
                <w:rFonts w:cstheme="minorHAnsi"/>
                <w:lang w:val="en"/>
              </w:rPr>
              <w:t xml:space="preserve">Contact details of the Data Protection Officer:</w:t>
            </w:r>
            <w:r>
              <w:tab/>
            </w:r>
            <w:r>
              <w:fldChar w:fldCharType="begin"/>
            </w:r>
            <w:r>
              <w:instrText xml:space="preserve"> PAGEREF _Toc83120041 \h </w:instrText>
            </w:r>
            <w:r/>
            <w:r>
              <w:fldChar w:fldCharType="separate"/>
            </w:r>
            <w:r>
              <w:t xml:space="preserve">17</w:t>
            </w:r>
            <w:r>
              <w:fldChar w:fldCharType="end"/>
            </w:r>
          </w:hyperlink>
          <w:r/>
          <w:r/>
        </w:p>
        <w:p w14:paraId="0A38AF2A" w14:textId="77777777">
          <w:pPr>
            <w:pStyle w:val="1117"/>
            <w:pBdr/>
            <w:tabs>
              <w:tab w:val="left" w:leader="none" w:pos="1540"/>
              <w:tab w:val="right" w:leader="dot" w:pos="9329"/>
            </w:tabs>
            <w:spacing/>
            <w:ind/>
            <w:rPr>
              <w:rFonts w:asciiTheme="minorHAnsi" w:hAnsiTheme="minorHAnsi" w:eastAsiaTheme="minorEastAsia" w:cstheme="minorBidi"/>
              <w:sz w:val="22"/>
              <w:szCs w:val="22"/>
            </w:rPr>
          </w:pPr>
          <w:r/>
          <w:hyperlink w:tooltip="#_Toc83120042" w:anchor="_Toc83120042" w:history="1">
            <w:r>
              <w:rPr>
                <w:rStyle w:val="1091"/>
                <w:rFonts w:cstheme="minorHAnsi"/>
                <w:b/>
                <w:caps/>
              </w:rPr>
              <w:t xml:space="preserve">ARTICLE 8:</w:t>
            </w:r>
            <w:r>
              <w:rPr>
                <w:rFonts w:asciiTheme="minorHAnsi" w:hAnsiTheme="minorHAnsi" w:eastAsiaTheme="minorEastAsia" w:cstheme="minorBidi"/>
                <w:sz w:val="22"/>
                <w:szCs w:val="22"/>
              </w:rPr>
              <w:tab/>
            </w:r>
            <w:r>
              <w:rPr>
                <w:rStyle w:val="1091"/>
                <w:rFonts w:cstheme="minorHAnsi"/>
                <w:b/>
                <w:bCs/>
                <w:caps/>
                <w:lang w:val="en"/>
              </w:rPr>
              <w:t xml:space="preserve">ADDITIONAL INFORMATION</w:t>
            </w:r>
            <w:r>
              <w:tab/>
            </w:r>
            <w:r>
              <w:fldChar w:fldCharType="begin"/>
            </w:r>
            <w:r>
              <w:instrText xml:space="preserve"> PAGEREF _Toc83120042 \h </w:instrText>
            </w:r>
            <w:r/>
            <w:r>
              <w:fldChar w:fldCharType="separate"/>
            </w:r>
            <w:r>
              <w:t xml:space="preserve">18</w:t>
            </w:r>
            <w:r>
              <w:fldChar w:fldCharType="end"/>
            </w:r>
          </w:hyperlink>
          <w:r/>
          <w:r>
            <w:rPr>
              <w:rFonts w:asciiTheme="minorHAnsi" w:hAnsiTheme="minorHAnsi" w:eastAsiaTheme="minorEastAsia" w:cstheme="minorBidi"/>
              <w:sz w:val="22"/>
              <w:szCs w:val="22"/>
            </w:rPr>
          </w:r>
        </w:p>
        <w:p w14:paraId="3BA49029" w14:textId="77777777">
          <w:pPr>
            <w:pStyle w:val="1117"/>
            <w:pBdr/>
            <w:tabs>
              <w:tab w:val="left" w:leader="none" w:pos="1540"/>
              <w:tab w:val="right" w:leader="dot" w:pos="9329"/>
            </w:tabs>
            <w:spacing/>
            <w:ind/>
            <w:rPr>
              <w:rFonts w:asciiTheme="minorHAnsi" w:hAnsiTheme="minorHAnsi" w:eastAsiaTheme="minorEastAsia" w:cstheme="minorBidi"/>
              <w:sz w:val="22"/>
              <w:szCs w:val="22"/>
            </w:rPr>
          </w:pPr>
          <w:r/>
          <w:hyperlink w:tooltip="#_Toc83120043" w:anchor="_Toc83120043" w:history="1">
            <w:r>
              <w:rPr>
                <w:rStyle w:val="1091"/>
                <w:rFonts w:cstheme="minorHAnsi"/>
                <w:b/>
                <w:caps/>
              </w:rPr>
              <w:t xml:space="preserve">ARTICLE 9:</w:t>
            </w:r>
            <w:r>
              <w:rPr>
                <w:rFonts w:asciiTheme="minorHAnsi" w:hAnsiTheme="minorHAnsi" w:eastAsiaTheme="minorEastAsia" w:cstheme="minorBidi"/>
                <w:sz w:val="22"/>
                <w:szCs w:val="22"/>
              </w:rPr>
              <w:tab/>
            </w:r>
            <w:r>
              <w:rPr>
                <w:rStyle w:val="1091"/>
                <w:rFonts w:cstheme="minorHAnsi"/>
                <w:b/>
                <w:bCs/>
                <w:caps/>
                <w:lang w:val="en"/>
              </w:rPr>
              <w:t xml:space="preserve">Appeal channels and deadlines</w:t>
            </w:r>
            <w:r>
              <w:tab/>
            </w:r>
            <w:r>
              <w:fldChar w:fldCharType="begin"/>
            </w:r>
            <w:r>
              <w:instrText xml:space="preserve"> PAGEREF _Toc83120043 \h </w:instrText>
            </w:r>
            <w:r/>
            <w:r>
              <w:fldChar w:fldCharType="separate"/>
            </w:r>
            <w:r>
              <w:t xml:space="preserve">18</w:t>
            </w:r>
            <w:r>
              <w:fldChar w:fldCharType="end"/>
            </w:r>
          </w:hyperlink>
          <w:r/>
          <w:r>
            <w:rPr>
              <w:rFonts w:asciiTheme="minorHAnsi" w:hAnsiTheme="minorHAnsi" w:eastAsiaTheme="minorEastAsia" w:cstheme="minorBidi"/>
              <w:sz w:val="22"/>
              <w:szCs w:val="22"/>
            </w:rPr>
          </w:r>
        </w:p>
        <w:p w14:paraId="1F57A7CE" w14:textId="77777777">
          <w:pPr>
            <w:pBdr/>
            <w:spacing/>
            <w:ind/>
            <w:rPr>
              <w:rFonts w:asciiTheme="minorHAnsi" w:hAnsiTheme="minorHAnsi" w:cstheme="minorHAnsi"/>
              <w:sz w:val="22"/>
              <w:szCs w:val="22"/>
            </w:rPr>
          </w:pPr>
          <w:r>
            <w:rPr>
              <w:rFonts w:asciiTheme="minorHAnsi" w:hAnsiTheme="minorHAnsi" w:cstheme="minorHAnsi"/>
              <w:sz w:val="22"/>
              <w:szCs w:val="22"/>
              <w:highlight w:val="yellow"/>
            </w:rPr>
            <w:fldChar w:fldCharType="end"/>
          </w:r>
          <w:r>
            <w:rPr>
              <w:rFonts w:asciiTheme="minorHAnsi" w:hAnsiTheme="minorHAnsi" w:cstheme="minorHAnsi"/>
              <w:sz w:val="22"/>
              <w:szCs w:val="22"/>
            </w:rPr>
          </w:r>
        </w:p>
      </w:sdtContent>
    </w:sdt>
    <w:p w14:paraId="36474558" w14:textId="77777777">
      <w:pPr>
        <w:widowControl w:val="false"/>
        <w:pBdr/>
        <w:spacing/>
        <w:ind/>
        <w:jc w:val="right"/>
        <w:rPr>
          <w:rFonts w:asciiTheme="minorHAnsi" w:hAnsiTheme="minorHAnsi" w:cstheme="minorHAnsi"/>
          <w:b/>
          <w:sz w:val="22"/>
          <w:szCs w:val="22"/>
        </w:rPr>
        <w:sectPr>
          <w:headerReference w:type="default" r:id="rId9"/>
          <w:headerReference w:type="first" r:id="rId10"/>
          <w:footerReference w:type="default" r:id="rId13"/>
          <w:footerReference w:type="even" r:id="rId14"/>
          <w:footerReference w:type="first" r:id="rId15"/>
          <w:footnotePr/>
          <w:endnotePr/>
          <w:type w:val="nextPage"/>
          <w:pgSz w:h="16838" w:orient="portrait" w:w="11906"/>
          <w:pgMar w:top="902" w:right="1416" w:bottom="1616" w:left="1151" w:header="431" w:footer="567" w:gutter="0"/>
          <w:cols w:num="1" w:sep="0" w:space="708" w:equalWidth="1"/>
          <w:titlePg/>
        </w:sectPr>
      </w:pPr>
      <w:r>
        <w:rPr>
          <w:rFonts w:asciiTheme="minorHAnsi" w:hAnsiTheme="minorHAnsi" w:cstheme="minorHAnsi"/>
          <w:b/>
          <w:sz w:val="22"/>
          <w:szCs w:val="22"/>
        </w:rPr>
      </w:r>
      <w:r>
        <w:rPr>
          <w:rFonts w:asciiTheme="minorHAnsi" w:hAnsiTheme="minorHAnsi" w:cstheme="minorHAnsi"/>
          <w:b/>
          <w:sz w:val="22"/>
          <w:szCs w:val="22"/>
        </w:rPr>
      </w:r>
    </w:p>
    <w:p w14:paraId="673C1868" w14:textId="2B26FB39">
      <w:pPr>
        <w:pStyle w:val="109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2" w:name="_Toc83119986"/>
      <w:r>
        <w:rPr>
          <w:rFonts w:asciiTheme="minorHAnsi" w:hAnsiTheme="minorHAnsi" w:cstheme="minorHAnsi"/>
          <w:b/>
          <w:bCs/>
          <w:caps/>
          <w:sz w:val="28"/>
          <w:szCs w:val="22"/>
          <w:u w:val="single"/>
          <w:lang w:val="en"/>
        </w:rPr>
        <w:t xml:space="preserve">Object and scope of the tender</w:t>
      </w:r>
      <w:bookmarkEnd w:id="2"/>
      <w:r/>
      <w:r>
        <w:rPr>
          <w:rFonts w:asciiTheme="minorHAnsi" w:hAnsiTheme="minorHAnsi" w:cstheme="minorHAnsi"/>
          <w:b/>
          <w:caps/>
          <w:sz w:val="28"/>
          <w:szCs w:val="22"/>
          <w:u w:val="single"/>
          <w:lang w:val="en-GB"/>
        </w:rPr>
      </w:r>
    </w:p>
    <w:p w14:paraId="07814D03" w14:textId="77777777">
      <w:pPr>
        <w:pStyle w:val="1079"/>
        <w:pBdr/>
        <w:spacing w:after="120" w:before="120" w:line="240" w:lineRule="auto"/>
        <w:ind/>
        <w:jc w:val="both"/>
        <w:rPr>
          <w:rFonts w:asciiTheme="minorHAnsi" w:hAnsiTheme="minorHAnsi" w:cstheme="minorHAnsi"/>
          <w:sz w:val="22"/>
          <w:szCs w:val="22"/>
          <w:u w:val="single"/>
          <w:lang w:val="en-GB"/>
        </w:rPr>
      </w:pPr>
      <w:r/>
      <w:bookmarkStart w:id="3" w:name="_Toc455768059"/>
      <w:r/>
      <w:bookmarkStart w:id="4" w:name="_Toc455679200"/>
      <w:r/>
      <w:bookmarkStart w:id="5" w:name="_Toc455587875"/>
      <w:r/>
      <w:bookmarkStart w:id="6" w:name="_Toc452049137"/>
      <w:r/>
      <w:bookmarkStart w:id="7" w:name="_Toc446628681"/>
      <w:r/>
      <w:bookmarkStart w:id="8" w:name="_Toc443657762"/>
      <w:r/>
      <w:bookmarkStart w:id="9" w:name="_Toc419212425"/>
      <w:r/>
      <w:bookmarkStart w:id="10" w:name="_Toc417653412"/>
      <w:r/>
      <w:bookmarkStart w:id="11" w:name="_Toc83119987"/>
      <w:r>
        <w:rPr>
          <w:rFonts w:asciiTheme="minorHAnsi" w:hAnsiTheme="minorHAnsi" w:cstheme="minorHAnsi"/>
          <w:sz w:val="22"/>
          <w:szCs w:val="22"/>
          <w:u w:val="single"/>
          <w:lang w:val="en"/>
        </w:rPr>
        <w:t xml:space="preserve">Object of the tender</w:t>
      </w:r>
      <w:bookmarkEnd w:id="3"/>
      <w:r/>
      <w:bookmarkEnd w:id="4"/>
      <w:r/>
      <w:bookmarkEnd w:id="5"/>
      <w:r/>
      <w:bookmarkEnd w:id="6"/>
      <w:r/>
      <w:bookmarkEnd w:id="7"/>
      <w:r/>
      <w:bookmarkEnd w:id="8"/>
      <w:r/>
      <w:bookmarkEnd w:id="9"/>
      <w:r/>
      <w:bookmarkEnd w:id="10"/>
      <w:r/>
      <w:bookmarkEnd w:id="11"/>
      <w:r/>
      <w:r>
        <w:rPr>
          <w:rFonts w:asciiTheme="minorHAnsi" w:hAnsiTheme="minorHAnsi" w:cstheme="minorHAnsi"/>
          <w:sz w:val="22"/>
          <w:szCs w:val="22"/>
          <w:u w:val="single"/>
          <w:lang w:val="en-GB"/>
        </w:rPr>
      </w:r>
    </w:p>
    <w:p w14:paraId="06742FE7" w14:textId="2D3EDA3D">
      <w:pPr>
        <w:pStyle w:val="1095"/>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Th</w:t>
      </w:r>
      <w:r>
        <w:rPr>
          <w:rFonts w:asciiTheme="minorHAnsi" w:hAnsiTheme="minorHAnsi" w:cstheme="minorHAnsi"/>
          <w:szCs w:val="22"/>
          <w:lang w:val="en"/>
        </w:rPr>
        <w:t xml:space="preserve">e tender covers the award of a </w:t>
      </w:r>
      <w:r>
        <w:rPr>
          <w:rFonts w:asciiTheme="minorHAnsi" w:hAnsiTheme="minorHAnsi" w:cstheme="minorHAnsi"/>
          <w:szCs w:val="22"/>
          <w:lang w:val="en"/>
        </w:rPr>
        <w:t xml:space="preserve">service contract covering “</w:t>
      </w:r>
      <w:r>
        <w:rPr>
          <w:rFonts w:cs="Arial" w:asciiTheme="minorHAnsi" w:hAnsiTheme="minorHAnsi"/>
          <w:i/>
          <w:iCs/>
          <w:sz w:val="24"/>
          <w:lang w:val="en-GB"/>
        </w:rPr>
        <w:t xml:space="preserve">Technical and operational management of the AMABIO 002/2026 and AMABIO 003/2026 Calls for Proposals</w:t>
      </w:r>
      <w:r>
        <w:rPr>
          <w:rFonts w:asciiTheme="minorHAnsi" w:hAnsiTheme="minorHAnsi" w:cstheme="minorHAnsi"/>
          <w:szCs w:val="22"/>
          <w:lang w:val="en"/>
        </w:rPr>
        <w:t xml:space="preserve">”.</w:t>
      </w:r>
      <w:r>
        <w:rPr>
          <w:rFonts w:asciiTheme="minorHAnsi" w:hAnsiTheme="minorHAnsi" w:cstheme="minorHAnsi"/>
          <w:szCs w:val="22"/>
          <w:lang w:val="en-GB"/>
        </w:rPr>
      </w:r>
    </w:p>
    <w:p w14:paraId="32837BEE" w14:textId="1F5280C6">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scope of the needs to be satisfied is set out in the Specifications.</w:t>
      </w:r>
      <w:r>
        <w:rPr>
          <w:rFonts w:asciiTheme="minorHAnsi" w:hAnsiTheme="minorHAnsi" w:cstheme="minorHAnsi"/>
          <w:sz w:val="22"/>
          <w:szCs w:val="22"/>
          <w:lang w:val="en-GB"/>
        </w:rPr>
      </w:r>
    </w:p>
    <w:p w14:paraId="48781D4B" w14:textId="77777777">
      <w:pPr>
        <w:pStyle w:val="1079"/>
        <w:pBdr/>
        <w:spacing w:after="120" w:before="120" w:line="240" w:lineRule="auto"/>
        <w:ind/>
        <w:jc w:val="both"/>
        <w:rPr>
          <w:rFonts w:asciiTheme="minorHAnsi" w:hAnsiTheme="minorHAnsi" w:cstheme="minorHAnsi"/>
          <w:sz w:val="22"/>
          <w:szCs w:val="22"/>
          <w:u w:val="single"/>
          <w:lang w:val="en-GB"/>
        </w:rPr>
      </w:pPr>
      <w:r/>
      <w:bookmarkStart w:id="12" w:name="_Toc83119988"/>
      <w:r>
        <w:rPr>
          <w:rFonts w:asciiTheme="minorHAnsi" w:hAnsiTheme="minorHAnsi" w:cstheme="minorHAnsi"/>
          <w:sz w:val="22"/>
          <w:szCs w:val="22"/>
          <w:u w:val="single"/>
          <w:lang w:val="en"/>
        </w:rPr>
        <w:t xml:space="preserve">Scope of the tender</w:t>
      </w:r>
      <w:bookmarkEnd w:id="12"/>
      <w:r/>
      <w:r>
        <w:rPr>
          <w:rFonts w:asciiTheme="minorHAnsi" w:hAnsiTheme="minorHAnsi" w:cstheme="minorHAnsi"/>
          <w:sz w:val="22"/>
          <w:szCs w:val="22"/>
          <w:u w:val="single"/>
          <w:lang w:val="en-GB"/>
        </w:rPr>
      </w:r>
    </w:p>
    <w:p w14:paraId="4308B165" w14:textId="77777777">
      <w:pPr>
        <w:pStyle w:val="1095"/>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r>
        <w:rPr>
          <w:rFonts w:asciiTheme="minorHAnsi" w:hAnsiTheme="minorHAnsi" w:cstheme="minorHAnsi"/>
          <w:szCs w:val="22"/>
          <w:lang w:val="en-GB"/>
        </w:rPr>
      </w:r>
    </w:p>
    <w:p w14:paraId="7CE3EE25" w14:textId="407CCC58">
      <w:pPr>
        <w:pStyle w:val="1095"/>
        <w:pBdr/>
        <w:spacing w:before="120"/>
        <w:ind w:left="0"/>
        <w:rPr>
          <w:rFonts w:asciiTheme="minorHAnsi" w:hAnsiTheme="minorHAnsi" w:cstheme="minorHAnsi"/>
          <w:szCs w:val="22"/>
          <w:lang w:val="en-GB"/>
        </w:rPr>
      </w:pPr>
      <w:r>
        <w:rPr>
          <w:rFonts w:asciiTheme="minorHAnsi" w:hAnsiTheme="minorHAnsi" w:cstheme="minorHAnsi"/>
          <w:szCs w:val="22"/>
          <w:lang w:val="en"/>
        </w:rPr>
        <w:t xml:space="preserve">Adapted </w:t>
      </w:r>
      <w:r>
        <w:rPr>
          <w:rFonts w:asciiTheme="minorHAnsi" w:hAnsiTheme="minorHAnsi" w:cstheme="minorHAnsi"/>
          <w:szCs w:val="22"/>
          <w:lang w:val="en"/>
        </w:rPr>
        <w:t xml:space="preserve">procedure in application of Articles L. 2123-1 an</w:t>
      </w:r>
      <w:r>
        <w:rPr>
          <w:rFonts w:asciiTheme="minorHAnsi" w:hAnsiTheme="minorHAnsi" w:cstheme="minorHAnsi"/>
          <w:szCs w:val="22"/>
          <w:lang w:val="en"/>
        </w:rPr>
        <w:t xml:space="preserve">d R. 2123-1 to R. 2123-7 of CCP</w:t>
      </w:r>
      <w:r>
        <w:rPr>
          <w:rFonts w:asciiTheme="minorHAnsi" w:hAnsiTheme="minorHAnsi" w:cstheme="minorHAnsi"/>
          <w:szCs w:val="22"/>
          <w:lang w:val="en-GB"/>
        </w:rPr>
      </w:r>
    </w:p>
    <w:p w14:paraId="597715FC" w14:textId="77777777">
      <w:pPr>
        <w:pStyle w:val="1095"/>
        <w:pBdr/>
        <w:spacing w:before="120"/>
        <w:ind w:left="0"/>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14:paraId="0EDA0005" w14:textId="77777777">
      <w:pPr>
        <w:pStyle w:val="1079"/>
        <w:pBdr/>
        <w:spacing w:after="120" w:before="120" w:line="240" w:lineRule="auto"/>
        <w:ind/>
        <w:jc w:val="both"/>
        <w:rPr>
          <w:rFonts w:asciiTheme="minorHAnsi" w:hAnsiTheme="minorHAnsi" w:cstheme="minorHAnsi"/>
          <w:sz w:val="22"/>
          <w:szCs w:val="22"/>
          <w:u w:val="single"/>
          <w:lang w:val="en-GB"/>
        </w:rPr>
      </w:pPr>
      <w:r/>
      <w:bookmarkStart w:id="13" w:name="_Toc83119989"/>
      <w:r>
        <w:rPr>
          <w:rFonts w:asciiTheme="minorHAnsi" w:hAnsiTheme="minorHAnsi" w:cstheme="minorHAnsi"/>
          <w:sz w:val="22"/>
          <w:szCs w:val="22"/>
          <w:u w:val="single"/>
          <w:lang w:val="en"/>
        </w:rPr>
        <w:t xml:space="preserve">Provisional schedule of the tender</w:t>
      </w:r>
      <w:bookmarkEnd w:id="13"/>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r>
        <w:rPr>
          <w:rFonts w:asciiTheme="minorHAnsi" w:hAnsiTheme="minorHAnsi" w:cstheme="minorHAnsi"/>
          <w:sz w:val="22"/>
          <w:szCs w:val="22"/>
          <w:u w:val="single"/>
          <w:lang w:val="en-GB"/>
        </w:rPr>
      </w:r>
      <w:r>
        <w:rPr>
          <w:rFonts w:asciiTheme="minorHAnsi" w:hAnsiTheme="minorHAnsi" w:cstheme="minorHAnsi"/>
          <w:sz w:val="22"/>
          <w:szCs w:val="22"/>
          <w:u w:val="single"/>
          <w:lang w:val="en-GB" w:bidi="en-GB"/>
        </w:rPr>
      </w:r>
      <w:r>
        <w:rPr>
          <w:lang w:val="en-GB"/>
        </w:rPr>
      </w:r>
      <w:r>
        <w:rPr>
          <w:rFonts w:asciiTheme="minorHAnsi" w:hAnsiTheme="minorHAnsi" w:cstheme="minorHAnsi"/>
          <w:sz w:val="22"/>
          <w:szCs w:val="22"/>
          <w:u w:val="single"/>
          <w:lang w:val="en-GB"/>
        </w:rPr>
      </w:r>
    </w:p>
    <w:tbl>
      <w:tblPr>
        <w:tblStyle w:val="1115"/>
        <w:tblW w:w="0" w:type="auto"/>
        <w:tblBorders/>
        <w:tblLayout w:type="fixed"/>
        <w:tblLook w:val="04A0" w:firstRow="1" w:lastRow="0" w:firstColumn="1" w:lastColumn="0" w:noHBand="0" w:noVBand="1"/>
      </w:tblPr>
      <w:tblGrid>
        <w:gridCol w:w="1825"/>
        <w:gridCol w:w="6108"/>
      </w:tblGrid>
      <w:tr>
        <w:trPr/>
        <w:tc>
          <w:tcPr>
            <w:tcBorders>
              <w:top w:val="single" w:color="auto" w:sz="4" w:space="0"/>
              <w:left w:val="single" w:color="auto" w:sz="4" w:space="0"/>
              <w:bottom w:val="single" w:color="auto" w:sz="4" w:space="0"/>
              <w:right w:val="single" w:color="auto" w:sz="4" w:space="0"/>
            </w:tcBorders>
            <w:tcW w:w="1825" w:type="dxa"/>
            <w:textDirection w:val="lrTb"/>
            <w:noWrap w:val="false"/>
          </w:tcPr>
          <w:p w14:paraId="5C3F7E3B" w14:textId="77777777">
            <w:pPr>
              <w:pBdr/>
              <w:spacing w:line="240" w:lineRule="auto"/>
              <w:ind/>
              <w:jc w:val="center"/>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Estimated date</w:t>
            </w:r>
            <w:r>
              <w:rPr>
                <w:rFonts w:asciiTheme="minorHAnsi" w:hAnsiTheme="minorHAnsi" w:cstheme="minorHAnsi"/>
                <w:b/>
                <w:sz w:val="22"/>
                <w:szCs w:val="22"/>
                <w:highlight w:val="white"/>
              </w:rPr>
            </w:r>
          </w:p>
        </w:tc>
        <w:tc>
          <w:tcPr>
            <w:tcBorders>
              <w:top w:val="single" w:color="auto" w:sz="4" w:space="0"/>
              <w:left w:val="single" w:color="auto" w:sz="4" w:space="0"/>
              <w:bottom w:val="single" w:color="auto" w:sz="4" w:space="0"/>
              <w:right w:val="single" w:color="auto" w:sz="4" w:space="0"/>
            </w:tcBorders>
            <w:tcW w:w="6108" w:type="dxa"/>
            <w:textDirection w:val="lrTb"/>
            <w:noWrap w:val="false"/>
          </w:tcPr>
          <w:p w14:paraId="0ADA830A" w14:textId="77777777">
            <w:pPr>
              <w:pBdr/>
              <w:spacing w:line="240" w:lineRule="auto"/>
              <w:ind/>
              <w:jc w:val="both"/>
              <w:rPr>
                <w:rFonts w:asciiTheme="minorHAnsi" w:hAnsiTheme="minorHAnsi" w:cstheme="minorHAnsi"/>
                <w:b/>
                <w:sz w:val="22"/>
                <w:szCs w:val="22"/>
                <w:highlight w:val="white"/>
              </w:rPr>
            </w:pPr>
            <w:r>
              <w:rPr>
                <w:rFonts w:asciiTheme="minorHAnsi" w:hAnsiTheme="minorHAnsi" w:cstheme="minorHAnsi"/>
                <w:b/>
                <w:bCs/>
                <w:sz w:val="22"/>
                <w:szCs w:val="22"/>
                <w:highlight w:val="white"/>
                <w:lang w:val="en"/>
              </w:rPr>
              <w:t xml:space="preserve">Stage</w:t>
            </w:r>
            <w:r>
              <w:rPr>
                <w:rFonts w:asciiTheme="minorHAnsi" w:hAnsiTheme="minorHAnsi" w:cstheme="minorHAnsi"/>
                <w:b/>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825" w:type="dxa"/>
            <w:textDirection w:val="lrTb"/>
            <w:noWrap w:val="false"/>
          </w:tcPr>
          <w:p w14:paraId="21D3D1AC" w14:textId="77777777">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22/02/2026</w:t>
            </w:r>
            <w:r>
              <w:rPr>
                <w:rFonts w:asciiTheme="minorHAnsi" w:hAnsiTheme="minorHAnsi" w:cstheme="minorHAnsi"/>
                <w:sz w:val="22"/>
                <w:szCs w:val="22"/>
                <w:highlight w:val="white"/>
                <w:lang w:val="en"/>
              </w:rPr>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108" w:type="dxa"/>
            <w:textDirection w:val="lrTb"/>
            <w:noWrap w:val="false"/>
          </w:tcPr>
          <w:p w14:paraId="561F6FF3" w14:textId="77777777">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Bid submission deadline</w:t>
            </w:r>
            <w:r>
              <w:rPr>
                <w:rFonts w:asciiTheme="minorHAnsi" w:hAnsiTheme="minorHAnsi" w:cstheme="minorHAnsi"/>
                <w:sz w:val="22"/>
                <w:szCs w:val="22"/>
                <w:highlight w:val="white"/>
              </w:rPr>
            </w:r>
          </w:p>
        </w:tc>
      </w:tr>
      <w:tr>
        <w:trPr/>
        <w:tc>
          <w:tcPr>
            <w:tcBorders>
              <w:top w:val="single" w:color="auto" w:sz="4" w:space="0"/>
              <w:left w:val="single" w:color="auto" w:sz="4" w:space="0"/>
              <w:bottom w:val="single" w:color="auto" w:sz="4" w:space="0"/>
              <w:right w:val="single" w:color="auto" w:sz="4" w:space="0"/>
            </w:tcBorders>
            <w:tcW w:w="1825" w:type="dxa"/>
            <w:textDirection w:val="lrTb"/>
            <w:noWrap w:val="false"/>
          </w:tcPr>
          <w:p w14:paraId="740BA4E6" w14:textId="77777777">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23 -24/02/2026</w:t>
            </w:r>
            <w:r>
              <w:rPr>
                <w:rFonts w:asciiTheme="minorHAnsi" w:hAnsiTheme="minorHAnsi" w:cstheme="minorHAnsi"/>
                <w:sz w:val="22"/>
                <w:szCs w:val="22"/>
                <w:highlight w:val="white"/>
                <w:lang w:val="en"/>
              </w:rPr>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108" w:type="dxa"/>
            <w:textDirection w:val="lrTb"/>
            <w:noWrap w:val="false"/>
          </w:tcPr>
          <w:p w14:paraId="7DC206BC" w14:textId="77777777">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none"/>
                <w:lang w:val="en"/>
              </w:rPr>
              <w:t xml:space="preserve">Screening of proposals</w:t>
            </w:r>
            <w:r>
              <w:rPr>
                <w:rFonts w:asciiTheme="minorHAnsi" w:hAnsiTheme="minorHAnsi" w:cstheme="minorHAnsi"/>
                <w:sz w:val="22"/>
                <w:szCs w:val="22"/>
                <w:highlight w:val="white"/>
                <w:lang w:val="en-GB"/>
              </w:rPr>
            </w:r>
          </w:p>
        </w:tc>
      </w:tr>
      <w:tr>
        <w:trPr/>
        <w:tc>
          <w:tcPr>
            <w:tcBorders>
              <w:top w:val="single" w:color="000000" w:sz="4" w:space="0"/>
              <w:left w:val="single" w:color="000000" w:sz="4" w:space="0"/>
              <w:bottom w:val="single" w:color="000000" w:sz="4" w:space="0"/>
              <w:right w:val="single" w:color="000000" w:sz="4" w:space="0"/>
            </w:tcBorders>
            <w:tcW w:w="1825" w:type="dxa"/>
            <w:vMerge w:val="restart"/>
            <w:textDirection w:val="lrTb"/>
            <w:noWrap w:val="false"/>
          </w:tcPr>
          <w:p w14:paraId="40C45313">
            <w:pPr>
              <w:pBdr/>
              <w:spacing w:line="240" w:lineRule="auto"/>
              <w:ind/>
              <w:jc w:val="center"/>
              <w:rPr>
                <w:rFonts w:asciiTheme="minorHAnsi" w:hAnsiTheme="minorHAnsi" w:cstheme="minorHAnsi"/>
                <w:sz w:val="22"/>
                <w:szCs w:val="22"/>
                <w:highlight w:val="white"/>
                <w:lang w:val="en"/>
              </w:rPr>
            </w:pPr>
            <w:r>
              <w:rPr>
                <w:rFonts w:asciiTheme="minorHAnsi" w:hAnsiTheme="minorHAnsi" w:cstheme="minorHAnsi"/>
                <w:sz w:val="22"/>
                <w:szCs w:val="22"/>
                <w:highlight w:val="none"/>
                <w:lang w:val="en"/>
              </w:rPr>
              <w:t xml:space="preserve">26/02/2026</w:t>
            </w:r>
            <w:r>
              <w:rPr>
                <w:rFonts w:asciiTheme="minorHAnsi" w:hAnsiTheme="minorHAnsi" w:cstheme="minorHAnsi"/>
                <w:sz w:val="22"/>
                <w:szCs w:val="22"/>
                <w:highlight w:val="white"/>
                <w:lang w:val="en"/>
              </w:rPr>
            </w:r>
            <w:r>
              <w:rPr>
                <w:rFonts w:asciiTheme="minorHAnsi" w:hAnsiTheme="minorHAnsi" w:cstheme="minorHAnsi"/>
                <w:sz w:val="22"/>
                <w:szCs w:val="22"/>
                <w:highlight w:val="white"/>
                <w:lang w:val="en"/>
              </w:rPr>
            </w:r>
          </w:p>
        </w:tc>
        <w:tc>
          <w:tcPr>
            <w:tcBorders>
              <w:top w:val="single" w:color="000000" w:sz="4" w:space="0"/>
              <w:left w:val="single" w:color="000000" w:sz="4" w:space="0"/>
              <w:bottom w:val="single" w:color="000000" w:sz="4" w:space="0"/>
              <w:right w:val="single" w:color="000000" w:sz="4" w:space="0"/>
            </w:tcBorders>
            <w:tcW w:w="6108" w:type="dxa"/>
            <w:vMerge w:val="restart"/>
            <w:textDirection w:val="lrTb"/>
            <w:noWrap w:val="false"/>
          </w:tcPr>
          <w:p w14:paraId="7A137230">
            <w:pPr>
              <w:pBdr/>
              <w:spacing w:line="240" w:lineRule="auto"/>
              <w:ind/>
              <w:jc w:val="both"/>
              <w:rPr>
                <w:rFonts w:asciiTheme="minorHAnsi" w:hAnsiTheme="minorHAnsi" w:cstheme="minorHAnsi"/>
                <w:sz w:val="22"/>
                <w:szCs w:val="22"/>
                <w:highlight w:val="white"/>
                <w:lang w:val="en"/>
              </w:rPr>
            </w:pPr>
            <w:r>
              <w:rPr>
                <w:rFonts w:asciiTheme="minorHAnsi" w:hAnsiTheme="minorHAnsi" w:cstheme="minorHAnsi"/>
                <w:sz w:val="22"/>
                <w:szCs w:val="22"/>
                <w:highlight w:val="none"/>
                <w:lang w:val="en"/>
              </w:rPr>
              <w:t xml:space="preserve">Analisys of shortlisted proposals</w:t>
            </w:r>
            <w:r>
              <w:rPr>
                <w:rFonts w:asciiTheme="minorHAnsi" w:hAnsiTheme="minorHAnsi" w:cstheme="minorHAnsi"/>
                <w:sz w:val="22"/>
                <w:szCs w:val="22"/>
                <w:highlight w:val="white"/>
                <w:lang w:val="en"/>
              </w:rPr>
            </w:r>
            <w:r>
              <w:rPr>
                <w:rFonts w:asciiTheme="minorHAnsi" w:hAnsiTheme="minorHAnsi" w:cstheme="minorHAnsi"/>
                <w:sz w:val="22"/>
                <w:szCs w:val="22"/>
                <w:highlight w:val="white"/>
                <w:lang w:val="en"/>
              </w:rPr>
            </w:r>
          </w:p>
        </w:tc>
      </w:tr>
      <w:tr>
        <w:trPr/>
        <w:tc>
          <w:tcPr>
            <w:tcBorders>
              <w:top w:val="single" w:color="000000" w:sz="4" w:space="0"/>
              <w:left w:val="single" w:color="000000" w:sz="4" w:space="0"/>
              <w:bottom w:val="single" w:color="000000" w:sz="4" w:space="0"/>
              <w:right w:val="single" w:color="000000" w:sz="4" w:space="0"/>
            </w:tcBorders>
            <w:tcW w:w="1825" w:type="dxa"/>
            <w:vMerge w:val="restart"/>
            <w:textDirection w:val="lrTb"/>
            <w:noWrap w:val="false"/>
          </w:tcPr>
          <w:p w14:paraId="3061FD29">
            <w:pPr>
              <w:pBdr/>
              <w:spacing w:line="240" w:lineRule="auto"/>
              <w:ind/>
              <w:jc w:val="center"/>
              <w:rPr>
                <w:rFonts w:asciiTheme="minorHAnsi" w:hAnsiTheme="minorHAnsi" w:cstheme="minorHAnsi"/>
                <w:sz w:val="22"/>
                <w:szCs w:val="22"/>
                <w:highlight w:val="white"/>
                <w:lang w:val="en"/>
              </w:rPr>
            </w:pPr>
            <w:r>
              <w:rPr>
                <w:rFonts w:asciiTheme="minorHAnsi" w:hAnsiTheme="minorHAnsi" w:cstheme="minorHAnsi"/>
                <w:sz w:val="22"/>
                <w:szCs w:val="22"/>
                <w:highlight w:val="none"/>
                <w:lang w:val="en"/>
              </w:rPr>
              <w:t xml:space="preserve">27/02/2026</w:t>
            </w:r>
            <w:r>
              <w:rPr>
                <w:rFonts w:asciiTheme="minorHAnsi" w:hAnsiTheme="minorHAnsi" w:cstheme="minorHAnsi"/>
                <w:sz w:val="22"/>
                <w:szCs w:val="22"/>
                <w:highlight w:val="white"/>
                <w:lang w:val="en"/>
              </w:rPr>
            </w:r>
            <w:r>
              <w:rPr>
                <w:rFonts w:asciiTheme="minorHAnsi" w:hAnsiTheme="minorHAnsi" w:cstheme="minorHAnsi"/>
                <w:sz w:val="22"/>
                <w:szCs w:val="22"/>
                <w:highlight w:val="white"/>
                <w:lang w:val="en"/>
              </w:rPr>
            </w:r>
          </w:p>
        </w:tc>
        <w:tc>
          <w:tcPr>
            <w:tcBorders>
              <w:top w:val="single" w:color="000000" w:sz="4" w:space="0"/>
              <w:left w:val="single" w:color="000000" w:sz="4" w:space="0"/>
              <w:bottom w:val="single" w:color="000000" w:sz="4" w:space="0"/>
              <w:right w:val="single" w:color="000000" w:sz="4" w:space="0"/>
            </w:tcBorders>
            <w:tcW w:w="6108" w:type="dxa"/>
            <w:vMerge w:val="restart"/>
            <w:textDirection w:val="lrTb"/>
            <w:noWrap w:val="false"/>
          </w:tcPr>
          <w:p w14:paraId="1EED8CB1">
            <w:pPr>
              <w:pBdr/>
              <w:spacing w:line="240" w:lineRule="auto"/>
              <w:ind/>
              <w:jc w:val="both"/>
              <w:rPr>
                <w:rFonts w:asciiTheme="minorHAnsi" w:hAnsiTheme="minorHAnsi" w:cstheme="minorHAnsi"/>
                <w:sz w:val="22"/>
                <w:szCs w:val="22"/>
                <w:highlight w:val="white"/>
                <w:lang w:val="en"/>
              </w:rPr>
            </w:pPr>
            <w:r>
              <w:rPr>
                <w:rFonts w:asciiTheme="minorHAnsi" w:hAnsiTheme="minorHAnsi" w:cstheme="minorHAnsi"/>
                <w:sz w:val="22"/>
                <w:szCs w:val="22"/>
                <w:highlight w:val="none"/>
                <w:lang w:val="en"/>
              </w:rPr>
            </w:r>
            <w:r>
              <w:rPr>
                <w:rFonts w:asciiTheme="minorHAnsi" w:hAnsiTheme="minorHAnsi" w:cstheme="minorHAnsi"/>
                <w:sz w:val="22"/>
                <w:szCs w:val="22"/>
                <w:highlight w:val="none"/>
                <w:lang w:val="en"/>
              </w:rPr>
              <w:t xml:space="preserve">Optimised bids</w:t>
            </w:r>
            <w:r>
              <w:rPr>
                <w:rFonts w:asciiTheme="minorHAnsi" w:hAnsiTheme="minorHAnsi" w:cstheme="minorHAnsi"/>
                <w:sz w:val="22"/>
                <w:szCs w:val="22"/>
                <w:highlight w:val="none"/>
                <w:lang w:val="en"/>
              </w:rPr>
              <w:t xml:space="preserve"> request  </w:t>
            </w:r>
            <w:r>
              <w:rPr>
                <w:rFonts w:asciiTheme="minorHAnsi" w:hAnsiTheme="minorHAnsi" w:cstheme="minorHAnsi"/>
                <w:sz w:val="22"/>
                <w:szCs w:val="22"/>
                <w:highlight w:val="white"/>
                <w:lang w:val="en"/>
              </w:rPr>
            </w:r>
            <w:r>
              <w:rPr>
                <w:rFonts w:asciiTheme="minorHAnsi" w:hAnsiTheme="minorHAnsi" w:cstheme="minorHAnsi"/>
                <w:sz w:val="22"/>
                <w:szCs w:val="22"/>
                <w:highlight w:val="white"/>
                <w:lang w:val="en"/>
              </w:rPr>
            </w:r>
          </w:p>
        </w:tc>
      </w:tr>
      <w:tr>
        <w:trPr/>
        <w:tc>
          <w:tcPr>
            <w:tcBorders>
              <w:top w:val="single" w:color="auto" w:sz="4" w:space="0"/>
              <w:left w:val="single" w:color="auto" w:sz="4" w:space="0"/>
              <w:bottom w:val="single" w:color="auto" w:sz="4" w:space="0"/>
              <w:right w:val="single" w:color="auto" w:sz="4" w:space="0"/>
            </w:tcBorders>
            <w:tcW w:w="1825" w:type="dxa"/>
            <w:textDirection w:val="lrTb"/>
            <w:noWrap w:val="false"/>
          </w:tcPr>
          <w:p w14:paraId="092E4B99" w14:textId="77777777">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02/03/2026</w:t>
            </w:r>
            <w:r>
              <w:rPr>
                <w:rFonts w:asciiTheme="minorHAnsi" w:hAnsiTheme="minorHAnsi" w:cstheme="minorHAnsi"/>
                <w:sz w:val="22"/>
                <w:szCs w:val="22"/>
                <w:highlight w:val="white"/>
                <w:lang w:val="en"/>
              </w:rPr>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108" w:type="dxa"/>
            <w:textDirection w:val="lrTb"/>
            <w:noWrap w:val="false"/>
          </w:tcPr>
          <w:p w14:paraId="5016E8AD" w14:textId="77777777">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none"/>
                <w:lang w:val="en"/>
              </w:rPr>
            </w:r>
            <w:r>
              <w:rPr>
                <w:rFonts w:asciiTheme="minorHAnsi" w:hAnsiTheme="minorHAnsi" w:cstheme="minorHAnsi"/>
                <w:sz w:val="22"/>
                <w:szCs w:val="22"/>
                <w:highlight w:val="none"/>
                <w:lang w:val="en"/>
              </w:rPr>
              <w:t xml:space="preserve">Optimised bids</w:t>
            </w:r>
            <w:r>
              <w:rPr>
                <w:rFonts w:asciiTheme="minorHAnsi" w:hAnsiTheme="minorHAnsi" w:cstheme="minorHAnsi"/>
                <w:sz w:val="22"/>
                <w:szCs w:val="22"/>
                <w:highlight w:val="none"/>
                <w:lang w:val="en"/>
              </w:rPr>
              <w:t xml:space="preserve"> </w:t>
            </w:r>
            <w:r>
              <w:rPr>
                <w:rFonts w:asciiTheme="minorHAnsi" w:hAnsiTheme="minorHAnsi" w:cstheme="minorHAnsi"/>
                <w:sz w:val="22"/>
                <w:szCs w:val="22"/>
                <w:highlight w:val="white"/>
                <w:lang w:val="en"/>
              </w:rPr>
              <w:t xml:space="preserve">submission </w:t>
            </w:r>
            <w:r>
              <w:rPr>
                <w:rFonts w:asciiTheme="minorHAnsi" w:hAnsiTheme="minorHAnsi" w:cstheme="minorHAnsi"/>
                <w:sz w:val="22"/>
                <w:szCs w:val="22"/>
                <w:highlight w:val="none"/>
                <w:lang w:val="en"/>
              </w:rPr>
              <w:t xml:space="preserve">deadline </w:t>
            </w:r>
            <w:r>
              <w:rPr>
                <w:rFonts w:asciiTheme="minorHAnsi" w:hAnsiTheme="minorHAnsi" w:cstheme="minorHAnsi"/>
                <w:sz w:val="22"/>
                <w:szCs w:val="22"/>
                <w:highlight w:val="white"/>
              </w:rPr>
            </w:r>
          </w:p>
        </w:tc>
      </w:tr>
      <w:tr>
        <w:trPr/>
        <w:tc>
          <w:tcPr>
            <w:tcBorders>
              <w:top w:val="single" w:color="000000" w:sz="4" w:space="0"/>
              <w:left w:val="single" w:color="000000" w:sz="4" w:space="0"/>
              <w:bottom w:val="single" w:color="000000" w:sz="4" w:space="0"/>
              <w:right w:val="single" w:color="000000" w:sz="4" w:space="0"/>
            </w:tcBorders>
            <w:tcW w:w="1825" w:type="dxa"/>
            <w:vMerge w:val="restart"/>
            <w:textDirection w:val="lrTb"/>
            <w:noWrap w:val="false"/>
          </w:tcPr>
          <w:p w14:paraId="41F66E29">
            <w:pPr>
              <w:pBdr/>
              <w:spacing w:line="240" w:lineRule="auto"/>
              <w:ind/>
              <w:jc w:val="center"/>
              <w:rPr>
                <w:rFonts w:asciiTheme="minorHAnsi" w:hAnsiTheme="minorHAnsi" w:cstheme="minorHAnsi"/>
                <w:sz w:val="22"/>
                <w:szCs w:val="22"/>
                <w:highlight w:val="white"/>
                <w:lang w:val="en"/>
              </w:rPr>
            </w:pPr>
            <w:r>
              <w:rPr>
                <w:rFonts w:asciiTheme="minorHAnsi" w:hAnsiTheme="minorHAnsi" w:cstheme="minorHAnsi"/>
                <w:sz w:val="22"/>
                <w:szCs w:val="22"/>
                <w:highlight w:val="none"/>
                <w:lang w:val="en"/>
              </w:rPr>
              <w:t xml:space="preserve">04/03/2026</w:t>
            </w:r>
            <w:r>
              <w:rPr>
                <w:rFonts w:asciiTheme="minorHAnsi" w:hAnsiTheme="minorHAnsi" w:cstheme="minorHAnsi"/>
                <w:sz w:val="22"/>
                <w:szCs w:val="22"/>
                <w:highlight w:val="white"/>
                <w:lang w:val="en"/>
              </w:rPr>
            </w:r>
            <w:r>
              <w:rPr>
                <w:rFonts w:asciiTheme="minorHAnsi" w:hAnsiTheme="minorHAnsi" w:cstheme="minorHAnsi"/>
                <w:sz w:val="22"/>
                <w:szCs w:val="22"/>
                <w:highlight w:val="white"/>
                <w:lang w:val="en"/>
              </w:rPr>
            </w:r>
          </w:p>
        </w:tc>
        <w:tc>
          <w:tcPr>
            <w:tcBorders>
              <w:top w:val="single" w:color="000000" w:sz="4" w:space="0"/>
              <w:left w:val="single" w:color="000000" w:sz="4" w:space="0"/>
              <w:bottom w:val="single" w:color="000000" w:sz="4" w:space="0"/>
              <w:right w:val="single" w:color="000000" w:sz="4" w:space="0"/>
            </w:tcBorders>
            <w:tcW w:w="6108" w:type="dxa"/>
            <w:vMerge w:val="restart"/>
            <w:textDirection w:val="lrTb"/>
            <w:noWrap w:val="false"/>
          </w:tcPr>
          <w:p w14:paraId="71E9256A">
            <w:pPr>
              <w:pBdr/>
              <w:spacing w:line="240" w:lineRule="auto"/>
              <w:ind/>
              <w:rPr>
                <w:rFonts w:asciiTheme="minorHAnsi" w:hAnsiTheme="minorHAnsi" w:cstheme="minorHAnsi"/>
                <w:sz w:val="22"/>
                <w:szCs w:val="22"/>
                <w:highlight w:val="white"/>
                <w:lang w:val="en"/>
              </w:rPr>
            </w:pPr>
            <w:r>
              <w:rPr>
                <w:rFonts w:asciiTheme="minorHAnsi" w:hAnsiTheme="minorHAnsi" w:cstheme="minorHAnsi"/>
                <w:sz w:val="22"/>
                <w:szCs w:val="22"/>
                <w:highlight w:val="none"/>
                <w:lang w:val="en"/>
              </w:rPr>
              <w:t xml:space="preserve">Interviews (if needed)</w:t>
            </w:r>
            <w:r>
              <w:rPr>
                <w:rFonts w:asciiTheme="minorHAnsi" w:hAnsiTheme="minorHAnsi" w:cstheme="minorHAnsi"/>
                <w:sz w:val="22"/>
                <w:szCs w:val="22"/>
                <w:highlight w:val="white"/>
                <w:lang w:val="en"/>
              </w:rPr>
            </w:r>
            <w:r>
              <w:rPr>
                <w:rFonts w:asciiTheme="minorHAnsi" w:hAnsiTheme="minorHAnsi" w:cstheme="minorHAnsi"/>
                <w:sz w:val="22"/>
                <w:szCs w:val="22"/>
                <w:highlight w:val="white"/>
                <w:lang w:val="en"/>
              </w:rPr>
            </w:r>
          </w:p>
        </w:tc>
      </w:tr>
      <w:tr>
        <w:trPr/>
        <w:tc>
          <w:tcPr>
            <w:tcBorders>
              <w:top w:val="single" w:color="auto" w:sz="4" w:space="0"/>
              <w:left w:val="single" w:color="auto" w:sz="4" w:space="0"/>
              <w:bottom w:val="single" w:color="auto" w:sz="4" w:space="0"/>
              <w:right w:val="single" w:color="auto" w:sz="4" w:space="0"/>
            </w:tcBorders>
            <w:tcW w:w="1825" w:type="dxa"/>
            <w:textDirection w:val="lrTb"/>
            <w:noWrap w:val="false"/>
          </w:tcPr>
          <w:p w14:paraId="1B081D14" w14:textId="77777777">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05/03/2026</w:t>
            </w:r>
            <w:r>
              <w:rPr>
                <w:rFonts w:asciiTheme="minorHAnsi" w:hAnsiTheme="minorHAnsi" w:cstheme="minorHAnsi"/>
                <w:sz w:val="22"/>
                <w:szCs w:val="22"/>
                <w:highlight w:val="white"/>
                <w:lang w:val="en"/>
              </w:rPr>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108" w:type="dxa"/>
            <w:textDirection w:val="lrTb"/>
            <w:noWrap w:val="false"/>
          </w:tcPr>
          <w:p w14:paraId="21505B37" w14:textId="77777777">
            <w:pPr>
              <w:pBdr/>
              <w:spacing w:line="240" w:lineRule="auto"/>
              <w:ind/>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Rejection letters sent to non-selected candidates</w:t>
            </w:r>
            <w:r>
              <w:rPr>
                <w:rFonts w:asciiTheme="minorHAnsi" w:hAnsiTheme="minorHAnsi" w:cstheme="minorHAnsi"/>
                <w:sz w:val="22"/>
                <w:szCs w:val="22"/>
                <w:highlight w:val="white"/>
                <w:lang w:val="en-GB"/>
              </w:rPr>
            </w:r>
          </w:p>
        </w:tc>
      </w:tr>
      <w:tr>
        <w:trPr/>
        <w:tc>
          <w:tcPr>
            <w:tcBorders>
              <w:top w:val="single" w:color="auto" w:sz="4" w:space="0"/>
              <w:left w:val="single" w:color="auto" w:sz="4" w:space="0"/>
              <w:bottom w:val="single" w:color="auto" w:sz="4" w:space="0"/>
              <w:right w:val="single" w:color="auto" w:sz="4" w:space="0"/>
            </w:tcBorders>
            <w:tcW w:w="1825" w:type="dxa"/>
            <w:textDirection w:val="lrTb"/>
            <w:noWrap w:val="false"/>
          </w:tcPr>
          <w:p w14:paraId="6E367521" w14:textId="77777777">
            <w:pPr>
              <w:pBdr/>
              <w:spacing w:line="240" w:lineRule="auto"/>
              <w:ind/>
              <w:jc w:val="center"/>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06/03/2026</w:t>
            </w:r>
            <w:r>
              <w:rPr>
                <w:rFonts w:asciiTheme="minorHAnsi" w:hAnsiTheme="minorHAnsi" w:cstheme="minorHAnsi"/>
                <w:sz w:val="22"/>
                <w:szCs w:val="22"/>
                <w:highlight w:val="white"/>
                <w:lang w:val="en"/>
              </w:rPr>
            </w:r>
            <w:r>
              <w:rPr>
                <w:rFonts w:asciiTheme="minorHAnsi" w:hAnsiTheme="minorHAnsi" w:cstheme="minorHAnsi"/>
                <w:sz w:val="22"/>
                <w:szCs w:val="22"/>
                <w:highlight w:val="white"/>
              </w:rPr>
            </w:r>
          </w:p>
        </w:tc>
        <w:tc>
          <w:tcPr>
            <w:tcBorders>
              <w:top w:val="single" w:color="auto" w:sz="4" w:space="0"/>
              <w:left w:val="single" w:color="auto" w:sz="4" w:space="0"/>
              <w:bottom w:val="single" w:color="auto" w:sz="4" w:space="0"/>
              <w:right w:val="single" w:color="auto" w:sz="4" w:space="0"/>
            </w:tcBorders>
            <w:tcW w:w="6108" w:type="dxa"/>
            <w:textDirection w:val="lrTb"/>
            <w:noWrap w:val="false"/>
          </w:tcPr>
          <w:p w14:paraId="3A386B79" w14:textId="77777777">
            <w:pPr>
              <w:pBdr/>
              <w:spacing w:line="240" w:lineRule="auto"/>
              <w:ind/>
              <w:jc w:val="both"/>
              <w:rPr>
                <w:rFonts w:asciiTheme="minorHAnsi" w:hAnsiTheme="minorHAnsi" w:cstheme="minorHAnsi"/>
                <w:sz w:val="22"/>
                <w:szCs w:val="22"/>
                <w:highlight w:val="white"/>
              </w:rPr>
            </w:pPr>
            <w:r>
              <w:rPr>
                <w:rFonts w:asciiTheme="minorHAnsi" w:hAnsiTheme="minorHAnsi" w:cstheme="minorHAnsi"/>
                <w:sz w:val="22"/>
                <w:szCs w:val="22"/>
                <w:highlight w:val="white"/>
                <w:lang w:val="en"/>
              </w:rPr>
              <w:t xml:space="preserve">Contract award</w:t>
            </w:r>
            <w:r>
              <w:rPr>
                <w:rFonts w:asciiTheme="minorHAnsi" w:hAnsiTheme="minorHAnsi" w:cstheme="minorHAnsi"/>
                <w:sz w:val="22"/>
                <w:szCs w:val="22"/>
                <w:highlight w:val="white"/>
              </w:rPr>
            </w:r>
          </w:p>
        </w:tc>
      </w:tr>
    </w:tbl>
    <w:p w14:paraId="61018A6F">
      <w:pPr>
        <w:pStyle w:val="1079"/>
        <w:pBdr/>
        <w:spacing w:after="120" w:before="120" w:line="240" w:lineRule="auto"/>
        <w:ind/>
        <w:jc w:val="both"/>
        <w:rPr>
          <w:rFonts w:asciiTheme="minorHAnsi" w:hAnsiTheme="minorHAnsi" w:cstheme="minorHAnsi"/>
          <w:sz w:val="22"/>
          <w:szCs w:val="22"/>
          <w:u w:val="single"/>
        </w:rPr>
      </w:pPr>
      <w:r>
        <w:rPr>
          <w:highlight w:val="none"/>
        </w:rPr>
      </w:r>
      <w:r>
        <w:rPr>
          <w:highlight w:val="none"/>
        </w:rPr>
      </w:r>
      <w:r>
        <w:rPr>
          <w:highlight w:val="none"/>
        </w:rPr>
      </w:r>
    </w:p>
    <w:p w14:paraId="32F1A50D" w14:textId="629872D2">
      <w:pPr>
        <w:pStyle w:val="1079"/>
        <w:pBdr/>
        <w:spacing w:after="120" w:before="120" w:line="240" w:lineRule="auto"/>
        <w:ind/>
        <w:jc w:val="both"/>
        <w:rPr>
          <w:rFonts w:asciiTheme="minorHAnsi" w:hAnsiTheme="minorHAnsi" w:cstheme="minorHAnsi"/>
          <w:highlight w:val="none"/>
        </w:rPr>
      </w:pPr>
      <w:r/>
      <w:bookmarkStart w:id="14" w:name="_Toc83119990"/>
      <w:r>
        <w:rPr>
          <w:rFonts w:asciiTheme="minorHAnsi" w:hAnsiTheme="minorHAnsi" w:cstheme="minorHAnsi"/>
          <w:sz w:val="22"/>
          <w:szCs w:val="22"/>
          <w:u w:val="single"/>
          <w:lang w:val="en"/>
        </w:rPr>
        <w:t xml:space="preserve">Tender language – currency</w:t>
      </w:r>
      <w:bookmarkEnd w:id="14"/>
      <w:r/>
      <w:r>
        <w:rPr>
          <w:rFonts w:asciiTheme="minorHAnsi" w:hAnsiTheme="minorHAnsi" w:cstheme="minorHAnsi"/>
          <w:sz w:val="22"/>
          <w:szCs w:val="22"/>
          <w:u w:val="single"/>
        </w:rPr>
      </w:r>
    </w:p>
    <w:p w14:paraId="16D24AA3" w14:textId="7F8B64BA">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Pr>
          <w:rFonts w:asciiTheme="minorHAnsi" w:hAnsiTheme="minorHAnsi" w:cstheme="minorHAnsi"/>
          <w:sz w:val="22"/>
          <w:szCs w:val="22"/>
          <w:lang w:val="en"/>
        </w:rPr>
        <w:t xml:space="preserve">English or Portuguese</w:t>
      </w:r>
      <w:r>
        <w:rPr>
          <w:rFonts w:asciiTheme="minorHAnsi" w:hAnsiTheme="minorHAnsi" w:cstheme="minorHAnsi"/>
          <w:sz w:val="22"/>
          <w:szCs w:val="22"/>
          <w:lang w:val="en"/>
        </w:rPr>
        <w:t xml:space="preserve">. </w:t>
      </w:r>
      <w:r>
        <w:rPr>
          <w:rFonts w:asciiTheme="minorHAnsi" w:hAnsiTheme="minorHAnsi" w:cstheme="minorHAnsi"/>
          <w:sz w:val="22"/>
          <w:szCs w:val="22"/>
          <w:lang w:val="en-GB"/>
        </w:rPr>
      </w:r>
    </w:p>
    <w:p w14:paraId="7B55A535" w14:textId="1C85FC40">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will conclude contracts in the following currency: euro (€).</w:t>
      </w:r>
      <w:r>
        <w:rPr>
          <w:rFonts w:asciiTheme="minorHAnsi" w:hAnsiTheme="minorHAnsi" w:cstheme="minorHAnsi"/>
          <w:sz w:val="22"/>
          <w:szCs w:val="22"/>
          <w:lang w:val="en-GB"/>
        </w:rPr>
      </w:r>
    </w:p>
    <w:p w14:paraId="710D39E6">
      <w:pPr>
        <w:pStyle w:val="1079"/>
        <w:pBdr/>
        <w:spacing w:after="120" w:before="120" w:line="240" w:lineRule="auto"/>
        <w:ind/>
        <w:jc w:val="both"/>
        <w:rPr>
          <w:rFonts w:asciiTheme="minorHAnsi" w:hAnsiTheme="minorHAnsi" w:cstheme="minorHAnsi"/>
          <w:sz w:val="22"/>
          <w:szCs w:val="22"/>
          <w:u w:val="single"/>
          <w:lang w:val="en-GB"/>
        </w:rPr>
      </w:pPr>
      <w:r>
        <w:rPr>
          <w:highlight w:val="none"/>
        </w:rPr>
      </w:r>
      <w:r>
        <w:rPr>
          <w:highlight w:val="none"/>
        </w:rPr>
      </w:r>
      <w:r>
        <w:rPr>
          <w:highlight w:val="none"/>
        </w:rPr>
      </w:r>
    </w:p>
    <w:p w14:paraId="59164E6E" w14:textId="443CB7DB">
      <w:pPr>
        <w:pStyle w:val="1079"/>
        <w:pBdr/>
        <w:spacing w:after="120" w:before="120" w:line="240" w:lineRule="auto"/>
        <w:ind/>
        <w:jc w:val="both"/>
        <w:rPr>
          <w:rFonts w:asciiTheme="minorHAnsi" w:hAnsiTheme="minorHAnsi" w:cstheme="minorHAnsi"/>
          <w:highlight w:val="none"/>
        </w:rPr>
      </w:pPr>
      <w:r/>
      <w:bookmarkStart w:id="15" w:name="_Toc83119991"/>
      <w:r>
        <w:rPr>
          <w:rFonts w:asciiTheme="minorHAnsi" w:hAnsiTheme="minorHAnsi" w:cstheme="minorHAnsi"/>
          <w:sz w:val="22"/>
          <w:szCs w:val="22"/>
          <w:u w:val="single"/>
          <w:lang w:val="en"/>
        </w:rPr>
        <w:t xml:space="preserve">Composition of the tender documents</w:t>
      </w:r>
      <w:bookmarkEnd w:id="15"/>
      <w:r/>
      <w:r>
        <w:rPr>
          <w:rFonts w:asciiTheme="minorHAnsi" w:hAnsiTheme="minorHAnsi" w:cstheme="minorHAnsi"/>
          <w:sz w:val="22"/>
          <w:szCs w:val="22"/>
          <w:u w:val="single"/>
          <w:lang w:val="en-GB"/>
        </w:rPr>
      </w:r>
    </w:p>
    <w:p w14:paraId="47CBB10B" w14:textId="77777777">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tender documents are composed of the following:</w:t>
      </w:r>
      <w:r>
        <w:rPr>
          <w:rFonts w:asciiTheme="minorHAnsi" w:hAnsiTheme="minorHAnsi" w:cstheme="minorHAnsi"/>
          <w:sz w:val="22"/>
          <w:szCs w:val="22"/>
          <w:lang w:val="en-GB"/>
        </w:rPr>
      </w:r>
    </w:p>
    <w:p w14:paraId="6C53E017" w14:textId="77777777">
      <w:pPr>
        <w:pStyle w:val="109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These tender rules (the “Rules”);</w:t>
      </w:r>
      <w:r>
        <w:rPr>
          <w:rFonts w:asciiTheme="minorHAnsi" w:hAnsiTheme="minorHAnsi" w:cstheme="minorHAnsi"/>
          <w:szCs w:val="22"/>
          <w:lang w:val="en-GB"/>
        </w:rPr>
      </w:r>
    </w:p>
    <w:p w14:paraId="68C8BE2D" w14:textId="7188E597">
      <w:pPr>
        <w:pStyle w:val="1122"/>
        <w:numPr>
          <w:ilvl w:val="0"/>
          <w:numId w:val="7"/>
        </w:numPr>
        <w:pBdr/>
        <w:spacing w:line="240" w:lineRule="auto"/>
        <w:ind w:hanging="357" w:left="714"/>
        <w:jc w:val="both"/>
        <w:rPr>
          <w:rFonts w:asciiTheme="minorHAnsi" w:hAnsiTheme="minorHAnsi" w:cstheme="minorHAnsi"/>
          <w:szCs w:val="22"/>
          <w:lang w:val="en-GB"/>
        </w:rPr>
      </w:pPr>
      <w:r>
        <w:rPr>
          <w:rFonts w:asciiTheme="minorHAnsi" w:hAnsiTheme="minorHAnsi" w:cstheme="minorHAnsi"/>
          <w:color w:val="000000"/>
          <w:sz w:val="22"/>
          <w:szCs w:val="22"/>
          <w:lang w:val="en"/>
        </w:rPr>
        <w:t xml:space="preserve">The draft contract (general conditions and special conditions) and any annexes;</w:t>
      </w:r>
      <w:r>
        <w:rPr>
          <w:rFonts w:asciiTheme="minorHAnsi" w:hAnsiTheme="minorHAnsi" w:cstheme="minorHAnsi"/>
          <w:szCs w:val="22"/>
          <w:lang w:val="en"/>
        </w:rPr>
        <w:t xml:space="preserve"> </w:t>
      </w:r>
      <w:r>
        <w:rPr>
          <w:rFonts w:asciiTheme="minorHAnsi" w:hAnsiTheme="minorHAnsi" w:cstheme="minorHAnsi"/>
          <w:szCs w:val="22"/>
          <w:lang w:val="en-GB"/>
        </w:rPr>
      </w:r>
    </w:p>
    <w:p w14:paraId="7834ACDF" w14:textId="77777777">
      <w:pPr>
        <w:pStyle w:val="109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 Specifications and any annexes;</w:t>
      </w:r>
      <w:r>
        <w:rPr>
          <w:rFonts w:asciiTheme="minorHAnsi" w:hAnsiTheme="minorHAnsi" w:cstheme="minorHAnsi"/>
          <w:szCs w:val="22"/>
          <w:lang w:val="en-GB"/>
        </w:rPr>
      </w:r>
    </w:p>
    <w:p w14:paraId="67B50599" w14:textId="77777777">
      <w:pPr>
        <w:pStyle w:val="1096"/>
        <w:widowControl w:val="false"/>
        <w:numPr>
          <w:ilvl w:val="0"/>
          <w:numId w:val="7"/>
        </w:numPr>
        <w:pBdr/>
        <w:spacing/>
        <w:ind/>
        <w:rPr>
          <w:rFonts w:asciiTheme="minorHAnsi" w:hAnsiTheme="minorHAnsi" w:cstheme="minorHAnsi"/>
          <w:szCs w:val="22"/>
        </w:rPr>
      </w:pPr>
      <w:r>
        <w:rPr>
          <w:rFonts w:asciiTheme="minorHAnsi" w:hAnsiTheme="minorHAnsi" w:cstheme="minorHAnsi"/>
          <w:szCs w:val="22"/>
          <w:lang w:val="en"/>
        </w:rPr>
        <w:t xml:space="preserve">The third-party sheet;</w:t>
      </w:r>
      <w:r>
        <w:rPr>
          <w:rFonts w:asciiTheme="minorHAnsi" w:hAnsiTheme="minorHAnsi" w:cstheme="minorHAnsi"/>
          <w:szCs w:val="22"/>
        </w:rPr>
      </w:r>
    </w:p>
    <w:p w14:paraId="73A74347" w14:textId="17D0A6DC">
      <w:pPr>
        <w:pStyle w:val="1096"/>
        <w:widowControl w:val="false"/>
        <w:numPr>
          <w:ilvl w:val="0"/>
          <w:numId w:val="7"/>
        </w:numPr>
        <w:pBdr/>
        <w:spacing/>
        <w:ind/>
        <w:rPr>
          <w:rFonts w:asciiTheme="minorHAnsi" w:hAnsiTheme="minorHAnsi" w:cstheme="minorHAnsi"/>
          <w:szCs w:val="22"/>
        </w:rPr>
      </w:pPr>
      <w:r>
        <w:rPr>
          <w:rFonts w:asciiTheme="minorHAnsi" w:hAnsiTheme="minorHAnsi" w:cstheme="minorHAnsi"/>
          <w:szCs w:val="22"/>
          <w:lang w:val="en"/>
        </w:rPr>
        <w:t xml:space="preserve">The application form;</w:t>
      </w:r>
      <w:r>
        <w:rPr>
          <w:rFonts w:asciiTheme="minorHAnsi" w:hAnsiTheme="minorHAnsi" w:cstheme="minorHAnsi"/>
          <w:szCs w:val="22"/>
        </w:rPr>
      </w:r>
    </w:p>
    <w:p w14:paraId="72CCFA05" w14:textId="65AB328D">
      <w:pPr>
        <w:pStyle w:val="109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
        </w:rPr>
        <w:t xml:space="preserve">The candidate GD</w:t>
      </w:r>
      <w:r>
        <w:rPr>
          <w:rFonts w:asciiTheme="minorHAnsi" w:hAnsiTheme="minorHAnsi" w:cstheme="minorHAnsi"/>
          <w:szCs w:val="22"/>
          <w:lang w:val="en"/>
        </w:rPr>
        <w:t xml:space="preserve">PR compliance verification form;</w:t>
      </w:r>
      <w:r>
        <w:rPr>
          <w:rFonts w:asciiTheme="minorHAnsi" w:hAnsiTheme="minorHAnsi" w:cstheme="minorHAnsi"/>
          <w:szCs w:val="22"/>
          <w:lang w:val="en-GB"/>
        </w:rPr>
      </w:r>
    </w:p>
    <w:p w14:paraId="6B98F2E5" w14:textId="271541BD">
      <w:pPr>
        <w:pStyle w:val="109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The sa</w:t>
      </w:r>
      <w:r>
        <w:rPr>
          <w:rFonts w:asciiTheme="minorHAnsi" w:hAnsiTheme="minorHAnsi" w:cstheme="minorHAnsi"/>
          <w:szCs w:val="22"/>
          <w:lang w:val="en-GB"/>
        </w:rPr>
        <w:t xml:space="preserve">fety evaluation questionnaire,</w:t>
      </w:r>
      <w:r>
        <w:rPr>
          <w:rFonts w:asciiTheme="minorHAnsi" w:hAnsiTheme="minorHAnsi" w:cstheme="minorHAnsi"/>
          <w:szCs w:val="22"/>
          <w:lang w:val="en-GB"/>
        </w:rPr>
        <w:t xml:space="preserve"> </w:t>
      </w:r>
      <w:r>
        <w:rPr>
          <w:rFonts w:asciiTheme="minorHAnsi" w:hAnsiTheme="minorHAnsi" w:cstheme="minorHAnsi"/>
          <w:szCs w:val="22"/>
          <w:lang w:val="en-GB"/>
        </w:rPr>
        <w:t xml:space="preserve">f</w:t>
      </w:r>
      <w:r>
        <w:rPr>
          <w:rFonts w:asciiTheme="minorHAnsi" w:hAnsiTheme="minorHAnsi" w:cstheme="minorHAnsi"/>
          <w:szCs w:val="22"/>
          <w:lang w:val="en-GB"/>
        </w:rPr>
        <w:t xml:space="preserve">or any contract whose execution implies the movement of its personnel (or its subcontractor) in an orange or red zone (in accordance with the regional vigilance maps made available by the Ministry of Europe and Foreign Affairs (</w:t>
      </w:r>
      <w:hyperlink r:id="rId20" w:tooltip="https://www.diplomatie.gouv.fr/fr/conseils-aux-voyageurs/" w:history="1">
        <w:r>
          <w:rPr>
            <w:rStyle w:val="1091"/>
            <w:rFonts w:asciiTheme="minorHAnsi" w:hAnsiTheme="minorHAnsi" w:cstheme="minorHAnsi"/>
            <w:szCs w:val="22"/>
            <w:lang w:val="en-GB"/>
          </w:rPr>
          <w:t xml:space="preserve">https://www.diplomatie.gouv.fr/fr/conseils-aux-voyageurs/</w:t>
        </w:r>
      </w:hyperlink>
      <w:r>
        <w:rPr>
          <w:rFonts w:asciiTheme="minorHAnsi" w:hAnsiTheme="minorHAnsi" w:cstheme="minorHAnsi"/>
          <w:szCs w:val="22"/>
          <w:lang w:val="en-GB"/>
        </w:rPr>
        <w:t xml:space="preserve">),</w:t>
      </w:r>
      <w:r>
        <w:rPr>
          <w:rFonts w:asciiTheme="minorHAnsi" w:hAnsiTheme="minorHAnsi" w:cstheme="minorHAnsi"/>
          <w:szCs w:val="22"/>
          <w:lang w:val="en-GB"/>
        </w:rPr>
      </w:r>
    </w:p>
    <w:p w14:paraId="76B2A4A8" w14:textId="46EC3903">
      <w:pPr>
        <w:pStyle w:val="1096"/>
        <w:widowControl w:val="false"/>
        <w:numPr>
          <w:ilvl w:val="0"/>
          <w:numId w:val="7"/>
        </w:numPr>
        <w:pBdr/>
        <w:spacing/>
        <w:ind/>
        <w:rPr>
          <w:rFonts w:asciiTheme="minorHAnsi" w:hAnsiTheme="minorHAnsi" w:cstheme="minorHAnsi"/>
          <w:szCs w:val="22"/>
          <w:lang w:val="en-GB"/>
        </w:rPr>
      </w:pPr>
      <w:r>
        <w:rPr>
          <w:rFonts w:asciiTheme="minorHAnsi" w:hAnsiTheme="minorHAnsi" w:cstheme="minorHAnsi"/>
          <w:szCs w:val="22"/>
          <w:lang w:val="en-GB"/>
        </w:rPr>
        <w:t xml:space="preserve">DAJ_GU006ENG_v01 - PLACE user guide for companies</w:t>
      </w:r>
      <w:r>
        <w:rPr>
          <w:rFonts w:asciiTheme="minorHAnsi" w:hAnsiTheme="minorHAnsi" w:cstheme="minorHAnsi"/>
          <w:szCs w:val="22"/>
          <w:lang w:val="en-GB"/>
        </w:rPr>
        <w:t xml:space="preserve">.</w:t>
      </w:r>
      <w:r>
        <w:rPr>
          <w:rFonts w:asciiTheme="minorHAnsi" w:hAnsiTheme="minorHAnsi" w:cstheme="minorHAnsi"/>
          <w:szCs w:val="22"/>
          <w:lang w:val="en-GB"/>
        </w:rPr>
      </w:r>
    </w:p>
    <w:p w14:paraId="438E2955" w14:textId="77777777">
      <w:pPr>
        <w:pStyle w:val="1096"/>
        <w:widowControl w:val="false"/>
        <w:pBdr/>
        <w:spacing/>
        <w:ind/>
        <w:rPr>
          <w:rFonts w:asciiTheme="minorHAnsi" w:hAnsiTheme="minorHAnsi" w:cstheme="minorHAnsi"/>
          <w:szCs w:val="22"/>
          <w:lang w:val="en-GB"/>
        </w:rPr>
      </w:pPr>
      <w:r>
        <w:rPr>
          <w:rFonts w:asciiTheme="minorHAnsi" w:hAnsiTheme="minorHAnsi" w:cstheme="minorHAnsi"/>
          <w:szCs w:val="22"/>
          <w:lang w:val="en-GB"/>
        </w:rPr>
      </w:r>
      <w:r>
        <w:rPr>
          <w:rFonts w:asciiTheme="minorHAnsi" w:hAnsiTheme="minorHAnsi" w:cstheme="minorHAnsi"/>
          <w:szCs w:val="22"/>
          <w:lang w:val="en-GB"/>
        </w:rPr>
      </w:r>
    </w:p>
    <w:p w14:paraId="4EB10EA9" w14:textId="77777777">
      <w:pPr>
        <w:pStyle w:val="1096"/>
        <w:widowControl w:val="false"/>
        <w:pBdr/>
        <w:spacing/>
        <w:ind/>
        <w:rPr>
          <w:rFonts w:asciiTheme="minorHAnsi" w:hAnsiTheme="minorHAnsi" w:cstheme="minorHAnsi"/>
          <w:szCs w:val="22"/>
          <w:lang w:val="en-GB"/>
        </w:rPr>
      </w:pPr>
      <w:r>
        <w:rPr>
          <w:rFonts w:asciiTheme="minorHAnsi" w:hAnsiTheme="minorHAnsi" w:cstheme="minorHAnsi"/>
          <w:szCs w:val="22"/>
          <w:lang w:val="en-GB"/>
        </w:rPr>
        <w:t xml:space="preserve">Supplementary tender documents:</w:t>
      </w:r>
      <w:r>
        <w:rPr>
          <w:rFonts w:asciiTheme="minorHAnsi" w:hAnsiTheme="minorHAnsi" w:cstheme="minorHAnsi"/>
          <w:szCs w:val="22"/>
          <w:lang w:val="en-GB"/>
        </w:rPr>
      </w:r>
    </w:p>
    <w:p w14:paraId="798C5896" w14:textId="77777777">
      <w:pPr>
        <w:pStyle w:val="1096"/>
        <w:widowControl w:val="false"/>
        <w:numPr>
          <w:ilvl w:val="0"/>
          <w:numId w:val="7"/>
        </w:numPr>
        <w:pBdr/>
        <w:spacing/>
        <w:ind/>
        <w:rPr>
          <w:rFonts w:asciiTheme="minorHAnsi" w:hAnsiTheme="minorHAnsi" w:cstheme="minorHAnsi"/>
          <w:b/>
          <w:caps/>
          <w:sz w:val="28"/>
          <w:szCs w:val="22"/>
          <w:u w:val="single"/>
          <w:lang w:val="en-GB"/>
        </w:rPr>
      </w:pPr>
      <w:r>
        <w:rPr>
          <w:rFonts w:asciiTheme="minorHAnsi" w:hAnsiTheme="minorHAnsi" w:cstheme="minorHAnsi"/>
          <w:szCs w:val="22"/>
          <w:lang w:val="en-GB"/>
        </w:rPr>
        <w:t xml:space="preserve">The expression of interest form</w:t>
      </w:r>
      <w:r>
        <w:rPr>
          <w:rFonts w:asciiTheme="minorHAnsi" w:hAnsiTheme="minorHAnsi" w:cstheme="minorHAnsi"/>
          <w:b/>
          <w:caps/>
          <w:sz w:val="28"/>
          <w:szCs w:val="22"/>
          <w:u w:val="single"/>
          <w:lang w:val="en-GB"/>
        </w:rPr>
      </w:r>
    </w:p>
    <w:p w14:paraId="182F619D" w14:textId="77777777">
      <w:pPr>
        <w:pStyle w:val="1096"/>
        <w:widowControl w:val="false"/>
        <w:numPr>
          <w:ilvl w:val="0"/>
          <w:numId w:val="7"/>
        </w:numPr>
        <w:pBdr/>
        <w:spacing/>
        <w:ind/>
        <w:rPr>
          <w:rFonts w:asciiTheme="minorHAnsi" w:hAnsiTheme="minorHAnsi" w:cstheme="minorHAnsi"/>
          <w:b/>
          <w:caps/>
          <w:sz w:val="28"/>
          <w:szCs w:val="22"/>
          <w:u w:val="single"/>
          <w:lang w:val="en-GB"/>
        </w:rPr>
      </w:pPr>
      <w:r>
        <w:rPr>
          <w:rFonts w:asciiTheme="minorHAnsi" w:hAnsiTheme="minorHAnsi" w:cstheme="minorHAnsi"/>
          <w:szCs w:val="22"/>
          <w:lang w:val="en-GB"/>
        </w:rPr>
        <w:t xml:space="preserve">The request for proposal</w:t>
      </w:r>
      <w:r>
        <w:rPr>
          <w:rFonts w:asciiTheme="minorHAnsi" w:hAnsiTheme="minorHAnsi" w:cstheme="minorHAnsi"/>
          <w:b/>
          <w:caps/>
          <w:sz w:val="28"/>
          <w:szCs w:val="22"/>
          <w:u w:val="single"/>
          <w:lang w:val="en-GB"/>
        </w:rPr>
      </w:r>
    </w:p>
    <w:p w14:paraId="6CC085E5" w14:textId="77777777">
      <w:pPr>
        <w:pStyle w:val="1096"/>
        <w:widowControl w:val="false"/>
        <w:numPr>
          <w:ilvl w:val="0"/>
          <w:numId w:val="7"/>
        </w:numPr>
        <w:pBdr/>
        <w:spacing/>
        <w:ind/>
        <w:rPr>
          <w:rFonts w:asciiTheme="minorHAnsi" w:hAnsiTheme="minorHAnsi" w:cstheme="minorHAnsi"/>
          <w:b/>
          <w:caps/>
          <w:sz w:val="28"/>
          <w:szCs w:val="22"/>
          <w:u w:val="single"/>
          <w:lang w:val="en-GB"/>
        </w:rPr>
      </w:pPr>
      <w:r>
        <w:rPr>
          <w:rFonts w:asciiTheme="minorHAnsi" w:hAnsiTheme="minorHAnsi" w:cstheme="minorHAnsi"/>
          <w:szCs w:val="22"/>
          <w:lang w:val="en-GB"/>
        </w:rPr>
        <w:t xml:space="preserve">The sworn statement on exclusion criteria and the absence of conflict of interest</w:t>
      </w:r>
      <w:r>
        <w:rPr>
          <w:rFonts w:asciiTheme="minorHAnsi" w:hAnsiTheme="minorHAnsi" w:cstheme="minorHAnsi"/>
          <w:b/>
          <w:caps/>
          <w:sz w:val="28"/>
          <w:szCs w:val="22"/>
          <w:u w:val="single"/>
          <w:lang w:val="en-GB"/>
        </w:rPr>
      </w:r>
    </w:p>
    <w:p w14:paraId="0CBD669D" w14:textId="77777777">
      <w:pPr>
        <w:pBdr/>
        <w:spacing w:line="240" w:lineRule="auto"/>
        <w:ind/>
        <w:rPr>
          <w:rFonts w:eastAsia="Times New Roman" w:asciiTheme="minorHAnsi" w:hAnsiTheme="minorHAnsi" w:cstheme="minorHAnsi"/>
          <w:b/>
          <w:caps/>
          <w:sz w:val="28"/>
          <w:szCs w:val="22"/>
          <w:u w:val="single"/>
          <w:lang w:val="en-GB"/>
        </w:rPr>
      </w:pPr>
      <w:r>
        <w:rPr>
          <w:rFonts w:eastAsia="Times New Roman" w:asciiTheme="minorHAnsi" w:hAnsiTheme="minorHAnsi" w:cstheme="minorHAnsi"/>
          <w:b/>
          <w:caps/>
          <w:sz w:val="28"/>
          <w:szCs w:val="22"/>
          <w:u w:val="single"/>
          <w:lang w:val="en-GB"/>
        </w:rPr>
      </w:r>
      <w:r>
        <w:rPr>
          <w:rFonts w:eastAsia="Times New Roman" w:asciiTheme="minorHAnsi" w:hAnsiTheme="minorHAnsi" w:cstheme="minorHAnsi"/>
          <w:b/>
          <w:caps/>
          <w:sz w:val="28"/>
          <w:szCs w:val="22"/>
          <w:u w:val="single"/>
          <w:lang w:val="en-GB"/>
        </w:rPr>
      </w:r>
    </w:p>
    <w:p w14:paraId="0A96F8D8" w14:textId="238B4BA1">
      <w:pPr>
        <w:pStyle w:val="1079"/>
        <w:pBdr/>
        <w:spacing w:after="120" w:before="120" w:line="240" w:lineRule="auto"/>
        <w:ind/>
        <w:jc w:val="both"/>
        <w:rPr>
          <w:rFonts w:asciiTheme="minorHAnsi" w:hAnsiTheme="minorHAnsi" w:cstheme="minorHAnsi"/>
          <w:sz w:val="22"/>
          <w:szCs w:val="22"/>
          <w:u w:val="single"/>
          <w:lang w:val="en-GB"/>
        </w:rPr>
      </w:pPr>
      <w:r/>
      <w:bookmarkStart w:id="16" w:name="_Toc83119992"/>
      <w:r>
        <w:rPr>
          <w:rFonts w:asciiTheme="minorHAnsi" w:hAnsiTheme="minorHAnsi" w:cstheme="minorHAnsi"/>
          <w:sz w:val="22"/>
          <w:szCs w:val="22"/>
          <w:u w:val="single"/>
          <w:lang w:val="en"/>
        </w:rPr>
        <w:t xml:space="preserve">Modification of the tender documents</w:t>
      </w:r>
      <w:bookmarkEnd w:id="16"/>
      <w:r/>
      <w:r>
        <w:rPr>
          <w:rFonts w:asciiTheme="minorHAnsi" w:hAnsiTheme="minorHAnsi" w:cstheme="minorHAnsi"/>
          <w:sz w:val="22"/>
          <w:szCs w:val="22"/>
          <w:u w:val="single"/>
          <w:lang w:val="en-GB"/>
        </w:rPr>
      </w:r>
    </w:p>
    <w:p w14:paraId="5CD530C3" w14:textId="495DDECF">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Pr>
          <w:rFonts w:asciiTheme="minorHAnsi" w:hAnsiTheme="minorHAnsi" w:cstheme="minorHAnsi"/>
          <w:sz w:val="22"/>
          <w:szCs w:val="22"/>
          <w:lang w:val="en"/>
        </w:rPr>
        <w:t xml:space="preserve">4 </w:t>
      </w:r>
      <w:r>
        <w:rPr>
          <w:rFonts w:asciiTheme="minorHAnsi" w:hAnsiTheme="minorHAnsi" w:cstheme="minorHAnsi"/>
          <w:sz w:val="22"/>
          <w:szCs w:val="22"/>
          <w:lang w:val="en"/>
        </w:rPr>
        <w:t xml:space="preserve">days prior to the bid submission deadline.</w:t>
      </w:r>
      <w:r>
        <w:rPr>
          <w:rFonts w:asciiTheme="minorHAnsi" w:hAnsiTheme="minorHAnsi" w:cstheme="minorHAnsi"/>
          <w:sz w:val="22"/>
          <w:szCs w:val="22"/>
          <w:lang w:val="en-GB"/>
        </w:rPr>
      </w:r>
    </w:p>
    <w:p w14:paraId="79BC8ED0" w14:textId="77777777">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are only forwarded to the economic operators duly identified during the tender document consultation phase.</w:t>
      </w:r>
      <w:r>
        <w:rPr>
          <w:rFonts w:asciiTheme="minorHAnsi" w:hAnsiTheme="minorHAnsi" w:cstheme="minorHAnsi"/>
          <w:sz w:val="22"/>
          <w:szCs w:val="22"/>
          <w:lang w:val="en-GB"/>
        </w:rPr>
      </w:r>
    </w:p>
    <w:p w14:paraId="333B4DB0" w14:textId="77777777">
      <w:pPr>
        <w:pBdr/>
        <w:spacing w:line="240" w:lineRule="auto"/>
        <w:ind/>
        <w:rPr>
          <w:rFonts w:asciiTheme="minorHAnsi" w:hAnsiTheme="minorHAnsi" w:cstheme="minorHAnsi"/>
          <w:sz w:val="22"/>
          <w:szCs w:val="22"/>
          <w:lang w:val="en"/>
        </w:rPr>
      </w:pPr>
      <w:r>
        <w:rPr>
          <w:rFonts w:asciiTheme="minorHAnsi" w:hAnsiTheme="minorHAnsi" w:cstheme="minorHAnsi"/>
          <w:sz w:val="22"/>
          <w:szCs w:val="22"/>
          <w:lang w:val="en"/>
        </w:rPr>
      </w:r>
      <w:r>
        <w:rPr>
          <w:rFonts w:asciiTheme="minorHAnsi" w:hAnsiTheme="minorHAnsi" w:cstheme="minorHAnsi"/>
          <w:sz w:val="22"/>
          <w:szCs w:val="22"/>
          <w:lang w:val="en"/>
        </w:rPr>
      </w:r>
    </w:p>
    <w:p w14:paraId="77C1A062" w14:textId="7BAB85C7">
      <w:pPr>
        <w:pBdr/>
        <w:spacing w:line="240" w:lineRule="auto"/>
        <w:ind/>
        <w:rPr>
          <w:rFonts w:asciiTheme="minorHAnsi" w:hAnsiTheme="minorHAnsi" w:cstheme="minorHAnsi"/>
          <w:b/>
          <w:caps/>
          <w:sz w:val="28"/>
          <w:szCs w:val="22"/>
          <w:u w:val="single"/>
          <w:lang w:val="en-GB"/>
        </w:rPr>
      </w:pPr>
      <w:r>
        <w:rPr>
          <w:rFonts w:asciiTheme="minorHAnsi" w:hAnsiTheme="minorHAnsi" w:cstheme="minorHAnsi"/>
          <w:sz w:val="22"/>
          <w:szCs w:val="22"/>
          <w:lang w:val="en"/>
        </w:rPr>
        <w:t xml:space="preserve">Candidates/bidders must respond on the basis of the latest modified documents. Should any candidate/bidder have submitted any bid or offer prior to modification, they may resubmit based on the latest modified documents prior to the bid reception deadline.</w:t>
      </w:r>
      <w:r>
        <w:rPr>
          <w:rFonts w:asciiTheme="minorHAnsi" w:hAnsiTheme="minorHAnsi" w:cstheme="minorHAnsi"/>
          <w:b/>
          <w:caps/>
          <w:sz w:val="28"/>
          <w:szCs w:val="22"/>
          <w:u w:val="single"/>
          <w:lang w:val="en-GB"/>
        </w:rPr>
      </w:r>
    </w:p>
    <w:p w14:paraId="22C5B967" w14:textId="22D7FCF2">
      <w:pPr>
        <w:pStyle w:val="109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17" w:name="_Toc83119993"/>
      <w:r>
        <w:rPr>
          <w:rFonts w:asciiTheme="minorHAnsi" w:hAnsiTheme="minorHAnsi" w:cstheme="minorHAnsi"/>
          <w:b/>
          <w:bCs/>
          <w:caps/>
          <w:sz w:val="28"/>
          <w:szCs w:val="22"/>
          <w:u w:val="single"/>
          <w:lang w:val="en"/>
        </w:rPr>
        <w:t xml:space="preserve">General characteristics of the proposed contract</w:t>
      </w:r>
      <w:bookmarkEnd w:id="17"/>
      <w:r/>
      <w:r>
        <w:rPr>
          <w:rFonts w:asciiTheme="minorHAnsi" w:hAnsiTheme="minorHAnsi" w:cstheme="minorHAnsi"/>
          <w:b/>
          <w:caps/>
          <w:sz w:val="28"/>
          <w:szCs w:val="22"/>
          <w:u w:val="single"/>
          <w:lang w:val="en-GB"/>
        </w:rPr>
      </w:r>
    </w:p>
    <w:p w14:paraId="36C3BC5F" w14:textId="2A16226F">
      <w:pPr>
        <w:pStyle w:val="1079"/>
        <w:pBdr/>
        <w:tabs>
          <w:tab w:val="left" w:leader="none" w:pos="5553"/>
        </w:tabs>
        <w:spacing w:after="120" w:before="120" w:line="240" w:lineRule="auto"/>
        <w:ind/>
        <w:jc w:val="both"/>
        <w:rPr>
          <w:rFonts w:asciiTheme="minorHAnsi" w:hAnsiTheme="minorHAnsi" w:cstheme="minorHAnsi"/>
          <w:sz w:val="22"/>
          <w:szCs w:val="22"/>
          <w:u w:val="single"/>
          <w:lang w:val="en-GB"/>
        </w:rPr>
      </w:pPr>
      <w:r/>
      <w:bookmarkStart w:id="18" w:name="_Toc83119994"/>
      <w:r/>
      <w:bookmarkStart w:id="19" w:name="_Toc455587878"/>
      <w:r/>
      <w:bookmarkStart w:id="20" w:name="_Toc455679203"/>
      <w:r/>
      <w:bookmarkStart w:id="21" w:name="_Toc455768062"/>
      <w:r/>
      <w:bookmarkStart w:id="22" w:name="_Toc452049140"/>
      <w:r/>
      <w:bookmarkStart w:id="23" w:name="_Toc417653416"/>
      <w:r/>
      <w:bookmarkStart w:id="24" w:name="_Toc419212432"/>
      <w:r/>
      <w:bookmarkStart w:id="25" w:name="_Toc443657766"/>
      <w:r/>
      <w:bookmarkStart w:id="26" w:name="_Toc446628685"/>
      <w:r/>
      <w:bookmarkStart w:id="27" w:name="_Toc379270787"/>
      <w:r>
        <w:rPr>
          <w:rFonts w:asciiTheme="minorHAnsi" w:hAnsiTheme="minorHAnsi" w:cstheme="minorHAnsi"/>
          <w:sz w:val="22"/>
          <w:szCs w:val="22"/>
          <w:u w:val="single"/>
          <w:lang w:val="en"/>
        </w:rPr>
        <w:t xml:space="preserve">Form of the contract</w:t>
      </w:r>
      <w:bookmarkEnd w:id="18"/>
      <w:r>
        <w:rPr>
          <w:rFonts w:asciiTheme="minorHAnsi" w:hAnsiTheme="minorHAnsi" w:cstheme="minorHAnsi"/>
          <w:sz w:val="22"/>
          <w:szCs w:val="22"/>
          <w:u w:val="single"/>
          <w:lang w:val="en"/>
        </w:rPr>
        <w:tab/>
      </w:r>
      <w:r>
        <w:rPr>
          <w:rFonts w:asciiTheme="minorHAnsi" w:hAnsiTheme="minorHAnsi" w:cstheme="minorHAnsi"/>
          <w:sz w:val="22"/>
          <w:szCs w:val="22"/>
          <w:u w:val="single"/>
          <w:lang w:val="en-GB"/>
        </w:rPr>
      </w:r>
    </w:p>
    <w:p w14:paraId="6986A270" w14:textId="3D44F969">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
        </w:rPr>
        <w:t xml:space="preserve">The contract constitutes public procurement composed of a single item subject to</w:t>
      </w:r>
      <w:r>
        <w:rPr>
          <w:rFonts w:asciiTheme="minorHAnsi" w:hAnsiTheme="minorHAnsi" w:cstheme="minorHAnsi"/>
          <w:sz w:val="22"/>
          <w:szCs w:val="22"/>
          <w:lang w:val="en"/>
        </w:rPr>
        <w:t xml:space="preserve"> fixed pricing.</w:t>
      </w:r>
      <w:r>
        <w:rPr>
          <w:rFonts w:asciiTheme="minorHAnsi" w:hAnsiTheme="minorHAnsi" w:cstheme="minorHAnsi"/>
          <w:sz w:val="22"/>
          <w:szCs w:val="22"/>
          <w:lang w:val="en-GB"/>
        </w:rPr>
      </w:r>
    </w:p>
    <w:p w14:paraId="7D9886AA" w14:textId="77777777">
      <w:pPr>
        <w:pBdr/>
        <w:spacing w:line="240" w:lineRule="auto"/>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14:paraId="16666276" w14:textId="4F20DEE5">
      <w:pPr>
        <w:pStyle w:val="1079"/>
        <w:pBdr/>
        <w:spacing w:after="120" w:before="120" w:line="240" w:lineRule="auto"/>
        <w:ind/>
        <w:jc w:val="both"/>
        <w:rPr>
          <w:rFonts w:asciiTheme="minorHAnsi" w:hAnsiTheme="minorHAnsi" w:cstheme="minorHAnsi"/>
          <w:sz w:val="22"/>
          <w:szCs w:val="22"/>
          <w:u w:val="single"/>
          <w:lang w:val="en-GB"/>
        </w:rPr>
      </w:pPr>
      <w:r/>
      <w:bookmarkStart w:id="28" w:name="_Toc83119995"/>
      <w:r>
        <w:rPr>
          <w:rFonts w:asciiTheme="minorHAnsi" w:hAnsiTheme="minorHAnsi" w:cstheme="minorHAnsi"/>
          <w:sz w:val="22"/>
          <w:szCs w:val="22"/>
          <w:u w:val="single"/>
          <w:lang w:val="en"/>
        </w:rPr>
        <w:t xml:space="preserve">Estimated amount of the need</w:t>
      </w:r>
      <w:bookmarkEnd w:id="19"/>
      <w:r/>
      <w:bookmarkEnd w:id="20"/>
      <w:r/>
      <w:bookmarkEnd w:id="21"/>
      <w:r/>
      <w:bookmarkEnd w:id="22"/>
      <w:r/>
      <w:bookmarkEnd w:id="28"/>
      <w:r/>
      <w:r>
        <w:rPr>
          <w:rFonts w:asciiTheme="minorHAnsi" w:hAnsiTheme="minorHAnsi" w:cstheme="minorHAnsi"/>
          <w:sz w:val="22"/>
          <w:szCs w:val="22"/>
          <w:u w:val="single"/>
          <w:lang w:val="en-GB"/>
        </w:rPr>
      </w:r>
    </w:p>
    <w:p w14:paraId="29B3A32A" w14:textId="325A16C3">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amount of the contract depends on the prices off</w:t>
      </w:r>
      <w:r>
        <w:rPr>
          <w:rFonts w:asciiTheme="minorHAnsi" w:hAnsiTheme="minorHAnsi" w:cstheme="minorHAnsi"/>
          <w:sz w:val="22"/>
          <w:szCs w:val="22"/>
          <w:lang w:val="en"/>
        </w:rPr>
        <w:t xml:space="preserve">ered by the selected candidate.</w:t>
      </w:r>
      <w:r>
        <w:rPr>
          <w:rFonts w:asciiTheme="minorHAnsi" w:hAnsiTheme="minorHAnsi" w:cstheme="minorHAnsi"/>
          <w:sz w:val="22"/>
          <w:szCs w:val="22"/>
          <w:lang w:val="en-GB"/>
        </w:rPr>
      </w:r>
    </w:p>
    <w:p w14:paraId="2C3E545C" w14:textId="5A0B75D3">
      <w:pPr>
        <w:pStyle w:val="1079"/>
        <w:pBdr/>
        <w:spacing w:after="120" w:before="120" w:line="240" w:lineRule="auto"/>
        <w:ind/>
        <w:jc w:val="both"/>
        <w:rPr>
          <w:rFonts w:asciiTheme="minorHAnsi" w:hAnsiTheme="minorHAnsi" w:cstheme="minorHAnsi"/>
          <w:sz w:val="22"/>
          <w:szCs w:val="22"/>
          <w:u w:val="single"/>
          <w:lang w:val="en-GB"/>
        </w:rPr>
      </w:pPr>
      <w:r/>
      <w:bookmarkStart w:id="29" w:name="_Toc83119996"/>
      <w:r>
        <w:rPr>
          <w:rFonts w:asciiTheme="minorHAnsi" w:hAnsiTheme="minorHAnsi" w:cstheme="minorHAnsi"/>
          <w:sz w:val="22"/>
          <w:szCs w:val="22"/>
          <w:u w:val="single"/>
          <w:lang w:val="en"/>
        </w:rPr>
        <w:t xml:space="preserve">Term of the contract</w:t>
      </w:r>
      <w:bookmarkEnd w:id="29"/>
      <w:r/>
      <w:r>
        <w:rPr>
          <w:rFonts w:asciiTheme="minorHAnsi" w:hAnsiTheme="minorHAnsi" w:cstheme="minorHAnsi"/>
          <w:sz w:val="22"/>
          <w:szCs w:val="22"/>
          <w:u w:val="single"/>
          <w:lang w:val="en-GB"/>
        </w:rPr>
      </w:r>
    </w:p>
    <w:p w14:paraId="0DCA8895" w14:textId="200B3A5C">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w:t>
      </w:r>
      <w:r>
        <w:rPr>
          <w:rFonts w:asciiTheme="minorHAnsi" w:hAnsiTheme="minorHAnsi" w:cstheme="minorHAnsi"/>
          <w:sz w:val="22"/>
          <w:szCs w:val="22"/>
          <w:lang w:val="en"/>
        </w:rPr>
        <w:t xml:space="preserve">sional term of the contract is 15</w:t>
      </w:r>
      <w:r>
        <w:rPr>
          <w:rFonts w:asciiTheme="minorHAnsi" w:hAnsiTheme="minorHAnsi" w:cstheme="minorHAnsi"/>
          <w:sz w:val="22"/>
          <w:szCs w:val="22"/>
          <w:lang w:val="en"/>
        </w:rPr>
        <w:t xml:space="preserve"> months from its award date. For illustrative purposes only, the anticipated award date is </w:t>
      </w:r>
      <w:r>
        <w:rPr>
          <w:rFonts w:asciiTheme="minorHAnsi" w:hAnsiTheme="minorHAnsi" w:cstheme="minorHAnsi"/>
          <w:sz w:val="22"/>
          <w:szCs w:val="22"/>
          <w:lang w:val="en"/>
        </w:rPr>
        <w:t xml:space="preserve">02/03/2026.</w:t>
      </w:r>
      <w:r>
        <w:rPr>
          <w:rFonts w:asciiTheme="minorHAnsi" w:hAnsiTheme="minorHAnsi" w:cstheme="minorHAnsi"/>
          <w:sz w:val="22"/>
          <w:szCs w:val="22"/>
          <w:lang w:val="en-GB"/>
        </w:rPr>
      </w:r>
    </w:p>
    <w:p w14:paraId="5117BDCC" w14:textId="77777777">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14:paraId="622D2D99" w14:textId="77777777">
      <w:pPr>
        <w:pStyle w:val="1079"/>
        <w:pBdr/>
        <w:spacing w:after="120" w:before="120" w:line="240" w:lineRule="auto"/>
        <w:ind/>
        <w:jc w:val="both"/>
        <w:rPr>
          <w:rFonts w:asciiTheme="minorHAnsi" w:hAnsiTheme="minorHAnsi" w:cstheme="minorHAnsi"/>
          <w:sz w:val="22"/>
          <w:szCs w:val="22"/>
          <w:u w:val="single"/>
          <w:lang w:val="en-GB"/>
        </w:rPr>
      </w:pPr>
      <w:r/>
      <w:bookmarkStart w:id="30" w:name="_Toc83119997"/>
      <w:r>
        <w:rPr>
          <w:rFonts w:asciiTheme="minorHAnsi" w:hAnsiTheme="minorHAnsi" w:cstheme="minorHAnsi"/>
          <w:sz w:val="22"/>
          <w:szCs w:val="22"/>
          <w:u w:val="single"/>
          <w:lang w:val="en"/>
        </w:rPr>
        <w:t xml:space="preserve">Allotment</w:t>
      </w:r>
      <w:bookmarkEnd w:id="30"/>
      <w:r/>
      <w:r>
        <w:rPr>
          <w:rFonts w:asciiTheme="minorHAnsi" w:hAnsiTheme="minorHAnsi" w:cstheme="minorHAnsi"/>
          <w:sz w:val="22"/>
          <w:szCs w:val="22"/>
          <w:u w:val="single"/>
          <w:lang w:val="en-GB"/>
        </w:rPr>
      </w:r>
    </w:p>
    <w:p w14:paraId="7395367E" w14:textId="10FEBF48">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w:t>
      </w:r>
      <w:r>
        <w:rPr>
          <w:rFonts w:asciiTheme="minorHAnsi" w:hAnsiTheme="minorHAnsi" w:cstheme="minorHAnsi"/>
          <w:sz w:val="22"/>
          <w:szCs w:val="22"/>
          <w:lang w:val="en"/>
        </w:rPr>
        <w:t xml:space="preserve">tender is not divided into lots</w:t>
      </w:r>
      <w:r>
        <w:rPr>
          <w:rFonts w:asciiTheme="minorHAnsi" w:hAnsiTheme="minorHAnsi" w:cstheme="minorHAnsi"/>
          <w:sz w:val="22"/>
          <w:szCs w:val="22"/>
          <w:lang w:val="en"/>
        </w:rPr>
        <w:t xml:space="preserve"> </w:t>
      </w:r>
      <w:bookmarkStart w:id="31" w:name="_Toc417653425"/>
      <w:r/>
      <w:bookmarkStart w:id="32" w:name="_Toc419212441"/>
      <w:r/>
      <w:bookmarkStart w:id="33" w:name="_Toc443657775"/>
      <w:r/>
      <w:bookmarkStart w:id="34" w:name="_Toc446628694"/>
      <w:r/>
      <w:bookmarkEnd w:id="23"/>
      <w:r/>
      <w:bookmarkEnd w:id="24"/>
      <w:r/>
      <w:bookmarkEnd w:id="25"/>
      <w:r/>
      <w:bookmarkEnd w:id="26"/>
      <w:r/>
      <w:bookmarkEnd w:id="27"/>
      <w:r/>
      <w:r>
        <w:rPr>
          <w:rFonts w:asciiTheme="minorHAnsi" w:hAnsiTheme="minorHAnsi" w:cstheme="minorHAnsi"/>
          <w:sz w:val="22"/>
          <w:szCs w:val="22"/>
          <w:lang w:val="en-GB"/>
        </w:rPr>
      </w:r>
    </w:p>
    <w:p w14:paraId="3E3AFBAC" w14:textId="77777777">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14:paraId="4744DA1B" w14:textId="77777777">
      <w:pPr>
        <w:pStyle w:val="1079"/>
        <w:pBdr/>
        <w:spacing w:after="120" w:before="120" w:line="240" w:lineRule="auto"/>
        <w:ind/>
        <w:jc w:val="both"/>
        <w:rPr>
          <w:rFonts w:asciiTheme="minorHAnsi" w:hAnsiTheme="minorHAnsi" w:cstheme="minorHAnsi"/>
          <w:sz w:val="22"/>
          <w:szCs w:val="22"/>
          <w:u w:val="single"/>
          <w:lang w:val="en-GB"/>
        </w:rPr>
      </w:pPr>
      <w:r/>
      <w:bookmarkStart w:id="35" w:name="_Toc83119998"/>
      <w:r>
        <w:rPr>
          <w:rFonts w:asciiTheme="minorHAnsi" w:hAnsiTheme="minorHAnsi"/>
          <w:sz w:val="22"/>
          <w:szCs w:val="22"/>
          <w:u w:val="single"/>
          <w:lang w:val="en"/>
        </w:rPr>
        <w:t xml:space="preserve">Options</w:t>
      </w:r>
      <w:bookmarkEnd w:id="35"/>
      <w:r/>
      <w:r>
        <w:rPr>
          <w:rFonts w:asciiTheme="minorHAnsi" w:hAnsiTheme="minorHAnsi" w:cstheme="minorHAnsi"/>
          <w:sz w:val="22"/>
          <w:szCs w:val="22"/>
          <w:u w:val="single"/>
          <w:lang w:val="en-GB"/>
        </w:rPr>
      </w:r>
    </w:p>
    <w:p w14:paraId="78157605" w14:textId="77777777">
      <w:pPr>
        <w:pStyle w:val="1079"/>
        <w:pBdr/>
        <w:spacing w:after="120" w:before="120" w:line="240" w:lineRule="auto"/>
        <w:ind w:left="708"/>
        <w:jc w:val="both"/>
        <w:rPr>
          <w:rFonts w:asciiTheme="minorHAnsi" w:hAnsiTheme="minorHAnsi" w:cstheme="minorHAnsi"/>
          <w:i/>
          <w:sz w:val="22"/>
          <w:szCs w:val="22"/>
          <w:lang w:val="en-GB"/>
        </w:rPr>
      </w:pPr>
      <w:r/>
      <w:bookmarkStart w:id="36" w:name="_Toc83119999"/>
      <w:r>
        <w:rPr>
          <w:rFonts w:asciiTheme="minorHAnsi" w:hAnsiTheme="minorHAnsi" w:cstheme="minorHAnsi"/>
          <w:i/>
          <w:iCs/>
          <w:sz w:val="22"/>
          <w:szCs w:val="22"/>
          <w:lang w:val="en"/>
        </w:rPr>
        <w:t xml:space="preserve">Similar services</w:t>
      </w:r>
      <w:bookmarkEnd w:id="36"/>
      <w:r/>
      <w:r>
        <w:rPr>
          <w:rFonts w:asciiTheme="minorHAnsi" w:hAnsiTheme="minorHAnsi" w:cstheme="minorHAnsi"/>
          <w:i/>
          <w:sz w:val="22"/>
          <w:szCs w:val="22"/>
          <w:lang w:val="en-GB"/>
        </w:rPr>
      </w:r>
    </w:p>
    <w:p w14:paraId="6A5DA150" w14:textId="77777777">
      <w:pPr>
        <w:pBdr/>
        <w:spacing/>
        <w:ind/>
        <w:jc w:val="both"/>
        <w:rPr>
          <w:rFonts w:asciiTheme="minorHAnsi" w:hAnsiTheme="minorHAnsi" w:cstheme="minorHAnsi"/>
          <w:bCs/>
          <w:iCs/>
          <w:sz w:val="22"/>
          <w:szCs w:val="22"/>
          <w:lang w:val="en-GB"/>
        </w:rPr>
      </w:pPr>
      <w:r>
        <w:rPr>
          <w:rFonts w:asciiTheme="minorHAnsi" w:hAnsiTheme="minorHAnsi"/>
          <w:sz w:val="22"/>
          <w:szCs w:val="22"/>
          <w:lang w:val="en"/>
        </w:rPr>
        <w:t xml:space="preserve">Under Article R.2122-7 of the French Public Procurement Code, in the context of a negot</w:t>
      </w:r>
      <w:r>
        <w:rPr>
          <w:rFonts w:asciiTheme="minorHAnsi" w:hAnsiTheme="minorHAnsi"/>
          <w:sz w:val="22"/>
          <w:szCs w:val="22"/>
          <w:lang w:val="en"/>
        </w:rPr>
        <w:t xml:space="preserve">iated procedure without competitive bidding, the contractor may be awarded similar services to those of the initial contract. The period during which such contracts may be entered into may not exceed three years from the award date of the initial contract.</w:t>
      </w:r>
      <w:r>
        <w:rPr>
          <w:rFonts w:asciiTheme="minorHAnsi" w:hAnsiTheme="minorHAnsi" w:cstheme="minorHAnsi"/>
          <w:bCs/>
          <w:iCs/>
          <w:sz w:val="22"/>
          <w:szCs w:val="22"/>
          <w:lang w:val="en-GB"/>
        </w:rPr>
      </w:r>
    </w:p>
    <w:p w14:paraId="250271E0" w14:textId="77777777">
      <w:pPr>
        <w:pStyle w:val="1096"/>
        <w:widowControl w:val="false"/>
        <w:pBdr/>
        <w:spacing/>
        <w:ind w:firstLine="0" w:left="0"/>
        <w:rPr>
          <w:rFonts w:asciiTheme="minorHAnsi" w:hAnsiTheme="minorHAnsi" w:cstheme="minorHAnsi"/>
          <w:szCs w:val="22"/>
          <w:lang w:val="en-GB"/>
        </w:rPr>
      </w:pPr>
      <w:r/>
      <w:bookmarkStart w:id="37" w:name="_Toc491193961"/>
      <w:r/>
      <w:bookmarkEnd w:id="37"/>
      <w:r/>
      <w:r>
        <w:rPr>
          <w:rFonts w:asciiTheme="minorHAnsi" w:hAnsiTheme="minorHAnsi" w:cstheme="minorHAnsi"/>
          <w:szCs w:val="22"/>
          <w:lang w:val="en-GB"/>
        </w:rPr>
      </w:r>
    </w:p>
    <w:p w14:paraId="4A0051AA" w14:textId="7E74EE1D">
      <w:pPr>
        <w:pStyle w:val="1096"/>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38" w:name="_Toc83120002"/>
      <w:r/>
      <w:bookmarkEnd w:id="31"/>
      <w:r/>
      <w:bookmarkEnd w:id="32"/>
      <w:r/>
      <w:bookmarkEnd w:id="33"/>
      <w:r/>
      <w:bookmarkEnd w:id="34"/>
      <w:r>
        <w:rPr>
          <w:rFonts w:asciiTheme="minorHAnsi" w:hAnsiTheme="minorHAnsi" w:cstheme="minorHAnsi"/>
          <w:b/>
          <w:bCs/>
          <w:caps/>
          <w:sz w:val="28"/>
          <w:szCs w:val="22"/>
          <w:u w:val="single"/>
          <w:lang w:val="en"/>
        </w:rPr>
        <w:t xml:space="preserve">Candidate participation conditions</w:t>
      </w:r>
      <w:bookmarkEnd w:id="38"/>
      <w:r/>
      <w:r>
        <w:rPr>
          <w:rFonts w:asciiTheme="minorHAnsi" w:hAnsiTheme="minorHAnsi" w:cstheme="minorHAnsi"/>
          <w:b/>
          <w:caps/>
          <w:sz w:val="28"/>
          <w:szCs w:val="22"/>
          <w:u w:val="single"/>
        </w:rPr>
      </w:r>
    </w:p>
    <w:p w14:paraId="3F106B79" w14:textId="7FCACD01">
      <w:pPr>
        <w:pStyle w:val="1079"/>
        <w:pBdr/>
        <w:spacing w:after="120" w:before="120" w:line="240" w:lineRule="auto"/>
        <w:ind/>
        <w:jc w:val="both"/>
        <w:rPr>
          <w:rFonts w:asciiTheme="minorHAnsi" w:hAnsiTheme="minorHAnsi" w:cstheme="minorHAnsi"/>
          <w:sz w:val="22"/>
          <w:szCs w:val="22"/>
          <w:u w:val="single"/>
        </w:rPr>
      </w:pPr>
      <w:r/>
      <w:bookmarkStart w:id="39" w:name="_Toc83120003"/>
      <w:r>
        <w:rPr>
          <w:rFonts w:asciiTheme="minorHAnsi" w:hAnsiTheme="minorHAnsi" w:cstheme="minorHAnsi"/>
          <w:sz w:val="22"/>
          <w:szCs w:val="22"/>
          <w:u w:val="single"/>
          <w:lang w:val="en"/>
        </w:rPr>
        <w:t xml:space="preserve">Candidate presentation conditions</w:t>
      </w:r>
      <w:bookmarkEnd w:id="39"/>
      <w:r/>
      <w:r>
        <w:rPr>
          <w:rFonts w:asciiTheme="minorHAnsi" w:hAnsiTheme="minorHAnsi" w:cstheme="minorHAnsi"/>
          <w:sz w:val="22"/>
          <w:szCs w:val="22"/>
          <w:u w:val="single"/>
        </w:rPr>
      </w:r>
    </w:p>
    <w:p w14:paraId="73F7C4C4" w14:textId="2AA67B0C">
      <w:pPr>
        <w:pStyle w:val="114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however, the contracting author</w:t>
      </w:r>
      <w:r>
        <w:rPr>
          <w:rFonts w:asciiTheme="minorHAnsi" w:hAnsiTheme="minorHAnsi" w:cstheme="minorHAnsi"/>
          <w:sz w:val="22"/>
          <w:szCs w:val="22"/>
          <w:lang w:val="en"/>
        </w:rPr>
        <w:t xml:space="preserve">ity </w:t>
      </w:r>
      <w:r>
        <w:rPr>
          <w:rFonts w:asciiTheme="minorHAnsi" w:hAnsiTheme="minorHAnsi" w:cstheme="minorHAnsi"/>
          <w:sz w:val="22"/>
          <w:szCs w:val="22"/>
          <w:lang w:val="en"/>
        </w:rPr>
        <w:t xml:space="preserve">does not authorise the candidate to present multiple offers when acting at the same time as:</w:t>
      </w:r>
      <w:r>
        <w:rPr>
          <w:rFonts w:asciiTheme="minorHAnsi" w:hAnsiTheme="minorHAnsi" w:cstheme="minorHAnsi"/>
          <w:bCs/>
          <w:iCs/>
          <w:sz w:val="22"/>
          <w:szCs w:val="22"/>
          <w:lang w:val="en-GB"/>
        </w:rPr>
      </w:r>
    </w:p>
    <w:p w14:paraId="03447BCF" w14:textId="77777777">
      <w:pPr>
        <w:pStyle w:val="1146"/>
        <w:numPr>
          <w:ilvl w:val="0"/>
          <w:numId w:val="35"/>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an individual candidate and member of one or more consortia of economic operators;</w:t>
      </w:r>
      <w:r>
        <w:rPr>
          <w:rFonts w:asciiTheme="minorHAnsi" w:hAnsiTheme="minorHAnsi" w:cstheme="minorHAnsi"/>
          <w:bCs/>
          <w:iCs/>
          <w:sz w:val="22"/>
          <w:szCs w:val="22"/>
          <w:lang w:val="en-GB"/>
        </w:rPr>
      </w:r>
    </w:p>
    <w:p w14:paraId="754E5730" w14:textId="77777777">
      <w:pPr>
        <w:pStyle w:val="1146"/>
        <w:numPr>
          <w:ilvl w:val="0"/>
          <w:numId w:val="35"/>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a member of multiple consortia of economic operators.</w:t>
      </w:r>
      <w:r>
        <w:rPr>
          <w:rFonts w:asciiTheme="minorHAnsi" w:hAnsiTheme="minorHAnsi" w:cstheme="minorHAnsi"/>
          <w:bCs/>
          <w:iCs/>
          <w:sz w:val="22"/>
          <w:szCs w:val="22"/>
          <w:lang w:val="en-GB"/>
        </w:rPr>
      </w:r>
    </w:p>
    <w:p w14:paraId="5973C5F9" w14:textId="77777777">
      <w:pPr>
        <w:pStyle w:val="1146"/>
        <w:pBdr/>
        <w:spacing/>
        <w:ind w:left="1066"/>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14:paraId="1341165C" w14:textId="66DFBAE1">
      <w:pPr>
        <w:pStyle w:val="1146"/>
        <w:pBdr/>
        <w:spacing/>
        <w:ind/>
        <w:rPr>
          <w:rFonts w:eastAsia="Times" w:asciiTheme="minorHAnsi" w:hAnsiTheme="minorHAnsi" w:cstheme="minorHAnsi"/>
          <w:bCs/>
          <w:iCs/>
          <w:sz w:val="22"/>
          <w:szCs w:val="22"/>
          <w:lang w:val="en-GB"/>
        </w:rPr>
      </w:pPr>
      <w:r>
        <w:rPr>
          <w:rFonts w:asciiTheme="minorHAnsi" w:hAnsiTheme="minorHAnsi" w:cstheme="minorHAnsi"/>
          <w:sz w:val="22"/>
          <w:szCs w:val="22"/>
          <w:lang w:val="en"/>
        </w:rPr>
        <w:t xml:space="preserve">In the event of an application being ma</w:t>
      </w:r>
      <w:r>
        <w:rPr>
          <w:rFonts w:asciiTheme="minorHAnsi" w:hAnsiTheme="minorHAnsi" w:cstheme="minorHAnsi"/>
          <w:sz w:val="22"/>
          <w:szCs w:val="22"/>
          <w:lang w:val="en"/>
        </w:rPr>
        <w:t xml:space="preserve">de by a consortium of economic operators, each member of the consortium must provide all the documents and information certifying their legal, professional, technical and financial capacity. The consortium's capacities will be assessed on an overall basis.</w:t>
      </w:r>
      <w:r>
        <w:rPr>
          <w:rFonts w:eastAsia="Times" w:asciiTheme="minorHAnsi" w:hAnsiTheme="minorHAnsi" w:cstheme="minorHAnsi"/>
          <w:bCs/>
          <w:iCs/>
          <w:sz w:val="22"/>
          <w:szCs w:val="22"/>
          <w:lang w:val="en-GB"/>
        </w:rPr>
      </w:r>
    </w:p>
    <w:p w14:paraId="78E99918" w14:textId="77777777">
      <w:pPr>
        <w:pStyle w:val="1146"/>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14:paraId="0E818944" w14:textId="2378B55A">
      <w:pPr>
        <w:pStyle w:val="1079"/>
        <w:pBdr/>
        <w:spacing w:after="120" w:before="120" w:line="240" w:lineRule="auto"/>
        <w:ind/>
        <w:jc w:val="both"/>
        <w:rPr>
          <w:rFonts w:asciiTheme="minorHAnsi" w:hAnsiTheme="minorHAnsi" w:cstheme="minorHAnsi"/>
          <w:sz w:val="22"/>
          <w:szCs w:val="22"/>
          <w:u w:val="single"/>
          <w:lang w:val="en-GB"/>
        </w:rPr>
      </w:pPr>
      <w:r/>
      <w:bookmarkStart w:id="40" w:name="_Toc83120004"/>
      <w:r>
        <w:rPr>
          <w:rFonts w:asciiTheme="minorHAnsi" w:hAnsiTheme="minorHAnsi" w:cstheme="minorHAnsi"/>
          <w:sz w:val="22"/>
          <w:szCs w:val="22"/>
          <w:u w:val="single"/>
          <w:lang w:val="en"/>
        </w:rPr>
        <w:t xml:space="preserve">Grounds and conditions of exclusion</w:t>
      </w:r>
      <w:bookmarkEnd w:id="40"/>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p>
    <w:p w14:paraId="763C5260" w14:textId="0A6FE1D2">
      <w:pPr>
        <w:pStyle w:val="114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r>
        <w:rPr>
          <w:rFonts w:asciiTheme="minorHAnsi" w:hAnsiTheme="minorHAnsi" w:cstheme="minorHAnsi"/>
          <w:bCs/>
          <w:iCs/>
          <w:sz w:val="22"/>
          <w:szCs w:val="22"/>
          <w:lang w:val="en-GB"/>
        </w:rPr>
      </w:r>
    </w:p>
    <w:p w14:paraId="03311E18" w14:textId="77777777">
      <w:pPr>
        <w:pStyle w:val="1146"/>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French Law no. 2016-1691 of 9 December 2016 on transparency, anti-corruption and modernisation of the economy, the so-called “Sapin 2” law;</w:t>
      </w:r>
      <w:r>
        <w:rPr>
          <w:rFonts w:asciiTheme="minorHAnsi" w:hAnsiTheme="minorHAnsi" w:cstheme="minorHAnsi"/>
          <w:bCs/>
          <w:iCs/>
          <w:sz w:val="22"/>
          <w:szCs w:val="22"/>
          <w:lang w:val="en-GB"/>
        </w:rPr>
      </w:r>
    </w:p>
    <w:p w14:paraId="0E5C43E2" w14:textId="77777777">
      <w:pPr>
        <w:pStyle w:val="1146"/>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Chapter II of the French Monetary and Financial Code setting out provisions for the freezing of assets and the prohibition of making funds available (notably Article L. 562-4 and Article L. 562-5);</w:t>
      </w:r>
      <w:r>
        <w:rPr>
          <w:rFonts w:asciiTheme="minorHAnsi" w:hAnsiTheme="minorHAnsi" w:cstheme="minorHAnsi"/>
          <w:bCs/>
          <w:iCs/>
          <w:sz w:val="22"/>
          <w:szCs w:val="22"/>
          <w:lang w:val="en-GB"/>
        </w:rPr>
      </w:r>
    </w:p>
    <w:p w14:paraId="372EA7B5" w14:textId="11395F17">
      <w:pPr>
        <w:pStyle w:val="1146"/>
        <w:numPr>
          <w:ilvl w:val="0"/>
          <w:numId w:val="38"/>
        </w:numPr>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Relevant requirements emanating from accreditation for managing delegated EU funds (Pillar 7 relating to exclusion from accessing financing);</w:t>
      </w:r>
      <w:r>
        <w:rPr>
          <w:rFonts w:asciiTheme="minorHAnsi" w:hAnsiTheme="minorHAnsi" w:cstheme="minorHAnsi"/>
          <w:bCs/>
          <w:iCs/>
          <w:sz w:val="22"/>
          <w:szCs w:val="22"/>
          <w:lang w:val="en-GB"/>
        </w:rPr>
      </w:r>
    </w:p>
    <w:p w14:paraId="1121E9CB" w14:textId="77777777">
      <w:pPr>
        <w:pStyle w:val="1146"/>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14:paraId="19C06C33" w14:textId="30113CC1">
      <w:pPr>
        <w:pStyle w:val="1146"/>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eastAsia="Times" w:asciiTheme="minorHAnsi" w:hAnsiTheme="minorHAnsi" w:cstheme="minorHAnsi"/>
          <w:sz w:val="22"/>
          <w:szCs w:val="22"/>
          <w:lang w:val="en"/>
        </w:rPr>
        <w:t xml:space="preserve">Candidates or their representative in any of the situations set out in Articles L.2141-1 to L.2141-10 of the French Publ</w:t>
      </w:r>
      <w:r>
        <w:rPr>
          <w:rFonts w:eastAsia="Times" w:asciiTheme="minorHAnsi" w:hAnsiTheme="minorHAnsi" w:cstheme="minorHAnsi"/>
          <w:sz w:val="22"/>
          <w:szCs w:val="22"/>
          <w:lang w:val="en"/>
        </w:rPr>
        <w:t xml:space="preserve">ic Procurement Code, or which are on any official exclusion list, shall be excluded from the procedure, whether their situation is established by means of their own declarations or through the application of vigilance measures by the contracting authority.</w:t>
      </w:r>
      <w:r>
        <w:rPr>
          <w:rFonts w:asciiTheme="minorHAnsi" w:hAnsiTheme="minorHAnsi" w:cstheme="minorHAnsi"/>
          <w:bCs/>
          <w:iCs/>
          <w:sz w:val="22"/>
          <w:szCs w:val="22"/>
          <w:lang w:val="en-GB"/>
        </w:rPr>
      </w:r>
    </w:p>
    <w:p w14:paraId="43A66929" w14:textId="77777777">
      <w:pPr>
        <w:pStyle w:val="1146"/>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14:paraId="06039189" w14:textId="365AE9FC">
      <w:pPr>
        <w:pStyle w:val="1146"/>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w:t>
      </w:r>
      <w:r>
        <w:rPr>
          <w:rFonts w:asciiTheme="minorHAnsi" w:hAnsiTheme="minorHAnsi" w:cstheme="minorHAnsi"/>
          <w:sz w:val="22"/>
          <w:szCs w:val="22"/>
          <w:lang w:val="en"/>
        </w:rPr>
        <w:t xml:space="preserve">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sz w:val="22"/>
          <w:szCs w:val="22"/>
          <w:lang w:val="en"/>
        </w:rPr>
        <w:t xml:space="preserve">treatment among the bidders.</w:t>
      </w:r>
      <w:r>
        <w:rPr>
          <w:rFonts w:asciiTheme="minorHAnsi" w:hAnsiTheme="minorHAnsi" w:cstheme="minorHAnsi"/>
          <w:bCs/>
          <w:iCs/>
          <w:sz w:val="22"/>
          <w:szCs w:val="22"/>
          <w:lang w:val="en-GB"/>
        </w:rPr>
      </w:r>
    </w:p>
    <w:p w14:paraId="5EA27560" w14:textId="77777777">
      <w:pPr>
        <w:pStyle w:val="1146"/>
        <w:pBdr>
          <w:top w:val="single" w:color="000000" w:sz="4" w:space="1"/>
          <w:left w:val="single" w:color="000000" w:sz="4" w:space="1"/>
          <w:bottom w:val="single" w:color="000000" w:sz="4" w:space="1"/>
          <w:right w:val="single" w:color="000000" w:sz="4" w:space="1"/>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14:paraId="70770D49" w14:textId="00E65D29">
      <w:pPr>
        <w:pStyle w:val="1146"/>
        <w:pBdr>
          <w:top w:val="single" w:color="000000" w:sz="4" w:space="1"/>
          <w:left w:val="single" w:color="000000" w:sz="4" w:space="1"/>
          <w:bottom w:val="single" w:color="000000" w:sz="4" w:space="1"/>
          <w:right w:val="single" w:color="000000" w:sz="4" w:space="1"/>
        </w:pBdr>
        <w:spacing/>
        <w:ind/>
        <w:rPr>
          <w:rFonts w:eastAsia="Times" w:asciiTheme="minorHAnsi" w:hAnsiTheme="minorHAnsi" w:cstheme="minorHAnsi"/>
          <w:bCs/>
          <w:iCs/>
          <w:sz w:val="22"/>
          <w:szCs w:val="22"/>
          <w:lang w:val="en-GB"/>
        </w:rPr>
      </w:pPr>
      <w:r>
        <w:rPr>
          <w:rFonts w:eastAsia="Times" w:asciiTheme="minorHAnsi" w:hAnsiTheme="minorHAnsi" w:cstheme="minorHAnsi"/>
          <w:sz w:val="22"/>
          <w:szCs w:val="22"/>
          <w:lang w:val="en"/>
        </w:rPr>
        <w:t xml:space="preserve">Where an operator finds itself to be in a position of exclusion during the procedure, it shall notify the contracting authority without delay, which shall apply exclusion on these grounds.</w:t>
      </w:r>
      <w:r>
        <w:rPr>
          <w:rFonts w:eastAsia="Times" w:asciiTheme="minorHAnsi" w:hAnsiTheme="minorHAnsi" w:cstheme="minorHAnsi"/>
          <w:bCs/>
          <w:iCs/>
          <w:sz w:val="22"/>
          <w:szCs w:val="22"/>
          <w:lang w:val="en-GB"/>
        </w:rPr>
      </w:r>
    </w:p>
    <w:p w14:paraId="71B216E2" w14:textId="77777777">
      <w:pPr>
        <w:pStyle w:val="1146"/>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14:paraId="559B79B2" w14:textId="4E12F3BB">
      <w:pPr>
        <w:pStyle w:val="1079"/>
        <w:pBdr/>
        <w:spacing w:after="120" w:before="120" w:line="240" w:lineRule="auto"/>
        <w:ind/>
        <w:jc w:val="both"/>
        <w:rPr>
          <w:rFonts w:asciiTheme="minorHAnsi" w:hAnsiTheme="minorHAnsi" w:cstheme="minorHAnsi"/>
          <w:sz w:val="22"/>
          <w:szCs w:val="22"/>
          <w:u w:val="single"/>
          <w:lang w:val="en-GB"/>
        </w:rPr>
      </w:pPr>
      <w:r/>
      <w:bookmarkStart w:id="41" w:name="_Toc83120005"/>
      <w:r>
        <w:rPr>
          <w:rFonts w:asciiTheme="minorHAnsi" w:hAnsiTheme="minorHAnsi"/>
          <w:sz w:val="22"/>
          <w:szCs w:val="22"/>
          <w:u w:val="single"/>
          <w:lang w:val="en"/>
        </w:rPr>
        <w:t xml:space="preserve">Minimum prerequisites in terms </w:t>
      </w:r>
      <w:r>
        <w:rPr>
          <w:u w:val="single"/>
          <w:lang w:val="en"/>
        </w:rPr>
        <w:t xml:space="preserve">of</w:t>
      </w:r>
      <w:r>
        <w:rPr>
          <w:rFonts w:asciiTheme="minorHAnsi" w:hAnsiTheme="minorHAnsi"/>
          <w:sz w:val="22"/>
          <w:szCs w:val="22"/>
          <w:u w:val="single"/>
          <w:lang w:val="en"/>
        </w:rPr>
        <w:t xml:space="preserve"> economic, technical and professional capacity</w:t>
      </w:r>
      <w:bookmarkEnd w:id="41"/>
      <w:r>
        <w:rPr>
          <w:rFonts w:asciiTheme="minorHAnsi" w:hAnsiTheme="minorHAnsi"/>
          <w:sz w:val="22"/>
          <w:szCs w:val="22"/>
          <w:u w:val="single"/>
          <w:lang w:val="en"/>
        </w:rPr>
        <w:t xml:space="preserve"> </w:t>
      </w:r>
      <w:r>
        <w:rPr>
          <w:rFonts w:asciiTheme="minorHAnsi" w:hAnsiTheme="minorHAnsi" w:cstheme="minorHAnsi"/>
          <w:sz w:val="22"/>
          <w:szCs w:val="22"/>
          <w:u w:val="single"/>
          <w:lang w:val="en-GB"/>
        </w:rPr>
      </w:r>
    </w:p>
    <w:p w14:paraId="1E87415D" w14:textId="00B04F98">
      <w:pPr>
        <w:pStyle w:val="1108"/>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imposes the following minimum capacity levels on candidates:</w:t>
      </w:r>
      <w:r>
        <w:rPr>
          <w:rFonts w:asciiTheme="minorHAnsi" w:hAnsiTheme="minorHAnsi" w:cstheme="minorHAnsi"/>
          <w:sz w:val="22"/>
          <w:szCs w:val="22"/>
          <w:lang w:val="en-GB"/>
        </w:rPr>
      </w:r>
    </w:p>
    <w:p w14:paraId="45E3491A" w14:textId="77777777">
      <w:pPr>
        <w:pStyle w:val="1108"/>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14:paraId="3B784CC0" w14:textId="77777777">
      <w:pPr>
        <w:pStyle w:val="1079"/>
        <w:pBdr/>
        <w:spacing w:after="120" w:before="120" w:line="240" w:lineRule="auto"/>
        <w:ind w:left="708"/>
        <w:jc w:val="both"/>
        <w:rPr>
          <w:rFonts w:asciiTheme="minorHAnsi" w:hAnsiTheme="minorHAnsi" w:cstheme="minorHAnsi"/>
          <w:i/>
          <w:sz w:val="22"/>
          <w:szCs w:val="22"/>
        </w:rPr>
      </w:pPr>
      <w:r/>
      <w:bookmarkStart w:id="42" w:name="_Toc83120006"/>
      <w:r>
        <w:rPr>
          <w:rFonts w:asciiTheme="minorHAnsi" w:hAnsiTheme="minorHAnsi" w:cstheme="minorHAnsi"/>
          <w:i/>
          <w:iCs/>
          <w:sz w:val="22"/>
          <w:szCs w:val="22"/>
          <w:lang w:val="en"/>
        </w:rPr>
        <w:t xml:space="preserve">ECONOMIC AND FINANCIAL CAPACITY</w:t>
      </w:r>
      <w:bookmarkEnd w:id="42"/>
      <w:r/>
      <w:r>
        <w:rPr>
          <w:rFonts w:asciiTheme="minorHAnsi" w:hAnsiTheme="minorHAnsi" w:cstheme="minorHAnsi"/>
          <w:i/>
          <w:sz w:val="22"/>
          <w:szCs w:val="22"/>
        </w:rPr>
      </w:r>
    </w:p>
    <w:p w14:paraId="11254795" w14:textId="6152D0D7">
      <w:pPr>
        <w:pStyle w:val="1108"/>
        <w:numPr>
          <w:ilvl w:val="0"/>
          <w:numId w:val="34"/>
        </w:numPr>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w:t>
      </w:r>
      <w:r>
        <w:rPr>
          <w:rFonts w:asciiTheme="minorHAnsi" w:hAnsiTheme="minorHAnsi" w:cstheme="minorHAnsi"/>
          <w:sz w:val="22"/>
          <w:szCs w:val="22"/>
          <w:lang w:val="en"/>
        </w:rPr>
        <w:t xml:space="preserve">nnual revenue of €2</w:t>
      </w:r>
      <w:r>
        <w:rPr>
          <w:rFonts w:asciiTheme="minorHAnsi" w:hAnsiTheme="minorHAnsi" w:cstheme="minorHAnsi"/>
          <w:sz w:val="22"/>
          <w:szCs w:val="22"/>
          <w:lang w:val="en"/>
        </w:rPr>
        <w:t xml:space="preserve">0</w:t>
      </w:r>
      <w:r>
        <w:rPr>
          <w:rFonts w:asciiTheme="minorHAnsi" w:hAnsiTheme="minorHAnsi" w:cstheme="minorHAnsi"/>
          <w:sz w:val="22"/>
          <w:szCs w:val="22"/>
          <w:lang w:val="en"/>
        </w:rPr>
        <w:t xml:space="preserve">0,000.</w:t>
      </w:r>
      <w:r>
        <w:rPr>
          <w:rFonts w:asciiTheme="minorHAnsi" w:hAnsiTheme="minorHAnsi" w:cstheme="minorHAnsi"/>
          <w:sz w:val="22"/>
          <w:szCs w:val="22"/>
          <w:lang w:val="en-GB"/>
        </w:rPr>
      </w:r>
    </w:p>
    <w:p w14:paraId="5E37CCD5" w14:textId="77777777">
      <w:pPr>
        <w:pStyle w:val="1108"/>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14:paraId="1DB9FFF1" w14:textId="77777777">
      <w:pPr>
        <w:pStyle w:val="1079"/>
        <w:pBdr/>
        <w:spacing w:after="120" w:before="120" w:line="240" w:lineRule="auto"/>
        <w:ind w:left="708"/>
        <w:jc w:val="both"/>
        <w:rPr>
          <w:rFonts w:asciiTheme="minorHAnsi" w:hAnsiTheme="minorHAnsi" w:cstheme="minorHAnsi"/>
          <w:i/>
          <w:sz w:val="22"/>
          <w:szCs w:val="22"/>
        </w:rPr>
      </w:pPr>
      <w:r/>
      <w:bookmarkStart w:id="43" w:name="_Toc83120007"/>
      <w:r>
        <w:rPr>
          <w:rFonts w:asciiTheme="minorHAnsi" w:hAnsiTheme="minorHAnsi" w:cstheme="minorHAnsi"/>
          <w:i/>
          <w:iCs/>
          <w:sz w:val="22"/>
          <w:szCs w:val="22"/>
          <w:lang w:val="en"/>
        </w:rPr>
        <w:t xml:space="preserve">TECHNICAL AND PROFESSIONAL CAPACITY</w:t>
      </w:r>
      <w:bookmarkEnd w:id="43"/>
      <w:r/>
      <w:r>
        <w:rPr>
          <w:rFonts w:asciiTheme="minorHAnsi" w:hAnsiTheme="minorHAnsi" w:cstheme="minorHAnsi"/>
          <w:i/>
          <w:sz w:val="22"/>
          <w:szCs w:val="22"/>
        </w:rPr>
      </w:r>
    </w:p>
    <w:p w14:paraId="41B36CA7" w14:textId="77777777">
      <w:pPr>
        <w:pStyle w:val="1108"/>
        <w:numPr>
          <w:ilvl w:val="0"/>
          <w:numId w:val="34"/>
        </w:num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Experience in the development and operation of digital platforms for public calls for proposals;</w:t>
      </w:r>
      <w:r>
        <w:rPr>
          <w:rFonts w:asciiTheme="minorHAnsi" w:hAnsiTheme="minorHAnsi" w:cstheme="minorHAnsi"/>
          <w:sz w:val="22"/>
          <w:szCs w:val="22"/>
          <w:lang w:val="en-GB"/>
        </w:rPr>
      </w:r>
    </w:p>
    <w:p w14:paraId="1B5C07D4" w14:textId="77777777">
      <w:pPr>
        <w:pStyle w:val="1108"/>
        <w:numPr>
          <w:ilvl w:val="0"/>
          <w:numId w:val="34"/>
        </w:num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Proven experience in the technical and operational management of calls for proposals and selection processes;</w:t>
      </w:r>
      <w:r>
        <w:rPr>
          <w:rFonts w:asciiTheme="minorHAnsi" w:hAnsiTheme="minorHAnsi" w:cstheme="minorHAnsi"/>
          <w:sz w:val="22"/>
          <w:szCs w:val="22"/>
          <w:lang w:val="en-GB"/>
        </w:rPr>
      </w:r>
    </w:p>
    <w:p w14:paraId="34A51C98" w14:textId="77777777">
      <w:pPr>
        <w:pStyle w:val="1108"/>
        <w:numPr>
          <w:ilvl w:val="0"/>
          <w:numId w:val="34"/>
        </w:num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Knowledge of the socio-environmental context and the Amazonian bioeconomy;</w:t>
      </w:r>
      <w:r>
        <w:rPr>
          <w:rFonts w:asciiTheme="minorHAnsi" w:hAnsiTheme="minorHAnsi" w:cstheme="minorHAnsi"/>
          <w:sz w:val="22"/>
          <w:szCs w:val="22"/>
          <w:lang w:val="en-GB"/>
        </w:rPr>
      </w:r>
    </w:p>
    <w:p w14:paraId="3D46BF1F" w14:textId="77777777">
      <w:pPr>
        <w:pStyle w:val="1108"/>
        <w:numPr>
          <w:ilvl w:val="0"/>
          <w:numId w:val="34"/>
        </w:num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Availability of a multidisciplinary team with expertise in information technology, call for proposals management, and socio-environmental analysis;</w:t>
      </w:r>
      <w:r>
        <w:rPr>
          <w:rFonts w:asciiTheme="minorHAnsi" w:hAnsiTheme="minorHAnsi" w:cstheme="minorHAnsi"/>
          <w:sz w:val="22"/>
          <w:szCs w:val="22"/>
          <w:lang w:val="en-GB"/>
        </w:rPr>
      </w:r>
    </w:p>
    <w:p w14:paraId="2C92C73D" w14:textId="6694D659">
      <w:pPr>
        <w:pStyle w:val="1108"/>
        <w:numPr>
          <w:ilvl w:val="0"/>
          <w:numId w:val="34"/>
        </w:num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Capacity for documentation, process traceability, and preparation of technical reports.</w:t>
      </w:r>
      <w:r>
        <w:rPr>
          <w:rFonts w:asciiTheme="minorHAnsi" w:hAnsiTheme="minorHAnsi" w:cstheme="minorHAnsi"/>
          <w:sz w:val="22"/>
          <w:szCs w:val="22"/>
          <w:lang w:val="en-GB"/>
        </w:rPr>
      </w:r>
    </w:p>
    <w:p w14:paraId="259A5104" w14:textId="62D54C92">
      <w:pPr>
        <w:pStyle w:val="1108"/>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consortium member must provide all the documents required under these Rules. In order to demonstrate its professional, technical and financial capacity, the candidate may ask fo</w:t>
      </w:r>
      <w:r>
        <w:rPr>
          <w:rFonts w:asciiTheme="minorHAnsi" w:hAnsiTheme="minorHAnsi" w:cstheme="minorHAnsi"/>
          <w:sz w:val="22"/>
          <w:szCs w:val="22"/>
          <w:lang w:val="en"/>
        </w:rPr>
        <w:t xml:space="preserve">r due consideration to be given to the professional, technical and financial capacity of one or more economic operators. In such cases, it must demonstrate the capacities of the other economic operator(s) from which it benefits for contract implementation.</w:t>
      </w:r>
      <w:r>
        <w:rPr>
          <w:rFonts w:asciiTheme="minorHAnsi" w:hAnsiTheme="minorHAnsi" w:cstheme="minorHAnsi"/>
          <w:sz w:val="22"/>
          <w:szCs w:val="22"/>
          <w:lang w:val="en-GB"/>
        </w:rPr>
      </w:r>
    </w:p>
    <w:p w14:paraId="2C22D4D4" w14:textId="77777777">
      <w:pPr>
        <w:pStyle w:val="1108"/>
        <w:pBdr/>
        <w:spacing/>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case of a temporary consortium, the aforementioned participation conditions will be assessed on an overall basis; the application file must include authorisation of the lead company from its co-contractors, which may be issued via form DC1.</w:t>
      </w:r>
      <w:r>
        <w:rPr>
          <w:rFonts w:asciiTheme="minorHAnsi" w:hAnsiTheme="minorHAnsi" w:cstheme="minorHAnsi"/>
          <w:sz w:val="22"/>
          <w:szCs w:val="22"/>
          <w:lang w:val="en-GB"/>
        </w:rPr>
      </w:r>
    </w:p>
    <w:p w14:paraId="116472F9" w14:textId="77777777">
      <w:pPr>
        <w:pStyle w:val="1146"/>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14:paraId="68701A51" w14:textId="7EF8D550">
      <w:pPr>
        <w:pStyle w:val="1079"/>
        <w:pBdr/>
        <w:spacing w:after="120" w:before="120" w:line="240" w:lineRule="auto"/>
        <w:ind/>
        <w:jc w:val="both"/>
        <w:rPr>
          <w:rFonts w:asciiTheme="minorHAnsi" w:hAnsiTheme="minorHAnsi" w:cstheme="minorHAnsi"/>
          <w:sz w:val="22"/>
          <w:szCs w:val="22"/>
          <w:u w:val="single"/>
          <w:lang w:val="en-GB"/>
        </w:rPr>
      </w:pPr>
      <w:r/>
      <w:bookmarkStart w:id="44" w:name="_Toc55543797"/>
      <w:r/>
      <w:bookmarkStart w:id="45" w:name="_Toc55543747"/>
      <w:r/>
      <w:bookmarkStart w:id="46" w:name="__RefHeading__47578_1391709442"/>
      <w:r/>
      <w:bookmarkStart w:id="47" w:name="_Toc83120008"/>
      <w:r>
        <w:rPr>
          <w:rFonts w:asciiTheme="minorHAnsi" w:hAnsiTheme="minorHAnsi" w:cstheme="minorHAnsi"/>
          <w:sz w:val="22"/>
          <w:szCs w:val="22"/>
          <w:u w:val="single"/>
          <w:lang w:val="en"/>
        </w:rPr>
        <w:t xml:space="preserve">Specific requirements for consortia of economic operators</w:t>
      </w:r>
      <w:bookmarkEnd w:id="44"/>
      <w:r/>
      <w:bookmarkEnd w:id="45"/>
      <w:r/>
      <w:bookmarkEnd w:id="46"/>
      <w:r/>
      <w:bookmarkEnd w:id="47"/>
      <w:r/>
      <w:r>
        <w:rPr>
          <w:rFonts w:asciiTheme="minorHAnsi" w:hAnsiTheme="minorHAnsi" w:cstheme="minorHAnsi"/>
          <w:sz w:val="22"/>
          <w:szCs w:val="22"/>
          <w:u w:val="single"/>
          <w:lang w:val="en-GB"/>
        </w:rPr>
      </w:r>
    </w:p>
    <w:p w14:paraId="05C8477C" w14:textId="4B25AA67">
      <w:pPr>
        <w:pStyle w:val="1146"/>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14:paraId="2FAE8572" w14:textId="77777777">
      <w:pPr>
        <w:pStyle w:val="1079"/>
        <w:pBdr/>
        <w:spacing w:after="120" w:before="120" w:line="240" w:lineRule="auto"/>
        <w:ind w:left="708"/>
        <w:jc w:val="both"/>
        <w:rPr>
          <w:rFonts w:asciiTheme="minorHAnsi" w:hAnsiTheme="minorHAnsi" w:cstheme="minorHAnsi"/>
          <w:i/>
          <w:sz w:val="22"/>
          <w:szCs w:val="22"/>
          <w:lang w:val="en-GB"/>
        </w:rPr>
      </w:pPr>
      <w:r/>
      <w:bookmarkStart w:id="48" w:name="_Toc55543798"/>
      <w:r/>
      <w:bookmarkStart w:id="49" w:name="_Toc83120009"/>
      <w:r>
        <w:rPr>
          <w:rFonts w:asciiTheme="minorHAnsi" w:hAnsiTheme="minorHAnsi" w:cstheme="minorHAnsi"/>
          <w:i/>
          <w:iCs/>
          <w:sz w:val="22"/>
          <w:szCs w:val="22"/>
          <w:lang w:val="en"/>
        </w:rPr>
        <w:t xml:space="preserve">Grounds for the exclusion of consortia</w:t>
      </w:r>
      <w:bookmarkEnd w:id="48"/>
      <w:r/>
      <w:bookmarkEnd w:id="49"/>
      <w:r/>
      <w:r>
        <w:rPr>
          <w:rFonts w:asciiTheme="minorHAnsi" w:hAnsiTheme="minorHAnsi" w:cstheme="minorHAnsi"/>
          <w:i/>
          <w:sz w:val="22"/>
          <w:szCs w:val="22"/>
          <w:lang w:val="en-GB"/>
        </w:rPr>
      </w:r>
    </w:p>
    <w:p w14:paraId="55422F18" w14:textId="04677305">
      <w:pPr>
        <w:pStyle w:val="114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grounds for exclusion from the tender procedure concern one of the consortium m</w:t>
      </w:r>
      <w:r>
        <w:rPr>
          <w:rFonts w:asciiTheme="minorHAnsi" w:hAnsiTheme="minorHAnsi" w:cstheme="minorHAnsi"/>
          <w:sz w:val="22"/>
          <w:szCs w:val="22"/>
          <w:lang w:val="en"/>
        </w:rPr>
        <w:t xml:space="preserve">embers, the contracting authority shall demand its replacement by an entity not subject to the grounds for exclusion, to take place within 10 days of the lead company receiving said demand. Failing this, the consortium shall be excluded from the procedure;</w:t>
      </w:r>
      <w:r>
        <w:rPr>
          <w:rFonts w:asciiTheme="minorHAnsi" w:hAnsiTheme="minorHAnsi" w:cstheme="minorHAnsi"/>
          <w:bCs/>
          <w:iCs/>
          <w:sz w:val="22"/>
          <w:szCs w:val="22"/>
          <w:lang w:val="en-GB"/>
        </w:rPr>
      </w:r>
    </w:p>
    <w:p w14:paraId="4A550EB9" w14:textId="77777777">
      <w:pPr>
        <w:pStyle w:val="1146"/>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14:paraId="5D6B7599" w14:textId="77777777">
      <w:pPr>
        <w:pStyle w:val="1079"/>
        <w:pBdr/>
        <w:spacing w:after="120" w:before="120" w:line="240" w:lineRule="auto"/>
        <w:ind w:left="708"/>
        <w:jc w:val="both"/>
        <w:rPr>
          <w:rFonts w:asciiTheme="minorHAnsi" w:hAnsiTheme="minorHAnsi" w:cstheme="minorHAnsi"/>
          <w:i/>
          <w:sz w:val="22"/>
          <w:szCs w:val="22"/>
          <w:lang w:val="en-GB"/>
        </w:rPr>
      </w:pPr>
      <w:r/>
      <w:bookmarkStart w:id="50" w:name="_Toc55543800"/>
      <w:r/>
      <w:bookmarkStart w:id="51" w:name="_Toc83120010"/>
      <w:r>
        <w:rPr>
          <w:rFonts w:asciiTheme="minorHAnsi" w:hAnsiTheme="minorHAnsi" w:cstheme="minorHAnsi"/>
          <w:i/>
          <w:iCs/>
          <w:sz w:val="22"/>
          <w:szCs w:val="22"/>
          <w:lang w:val="en"/>
        </w:rPr>
        <w:t xml:space="preserve">Form of the consortium</w:t>
      </w:r>
      <w:bookmarkEnd w:id="50"/>
      <w:r/>
      <w:bookmarkEnd w:id="51"/>
      <w:r/>
      <w:r>
        <w:rPr>
          <w:rFonts w:asciiTheme="minorHAnsi" w:hAnsiTheme="minorHAnsi" w:cstheme="minorHAnsi"/>
          <w:i/>
          <w:sz w:val="22"/>
          <w:szCs w:val="22"/>
          <w:lang w:val="en-GB"/>
        </w:rPr>
      </w:r>
    </w:p>
    <w:p w14:paraId="3D1E6E72" w14:textId="0F57664C">
      <w:pPr>
        <w:pStyle w:val="114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The consortium shall b</w:t>
      </w:r>
      <w:r>
        <w:rPr>
          <w:rFonts w:asciiTheme="minorHAnsi" w:hAnsiTheme="minorHAnsi" w:cstheme="minorHAnsi"/>
          <w:sz w:val="22"/>
          <w:szCs w:val="22"/>
          <w:lang w:val="en"/>
        </w:rPr>
        <w:t xml:space="preserve">e jointly and severally liable</w:t>
      </w:r>
      <w:r>
        <w:rPr>
          <w:rFonts w:asciiTheme="minorHAnsi" w:hAnsiTheme="minorHAnsi" w:cstheme="minorHAnsi"/>
          <w:bCs/>
          <w:iCs/>
          <w:sz w:val="22"/>
          <w:szCs w:val="22"/>
          <w:lang w:val="en-GB"/>
        </w:rPr>
      </w:r>
    </w:p>
    <w:p w14:paraId="3BC3F89E" w14:textId="77777777">
      <w:pPr>
        <w:pStyle w:val="1146"/>
        <w:pBdr/>
        <w:spacing/>
        <w:ind/>
        <w:rPr>
          <w:rFonts w:asciiTheme="minorHAnsi" w:hAnsiTheme="minorHAnsi" w:cstheme="minorHAnsi"/>
          <w:bCs/>
          <w:iCs/>
          <w:sz w:val="22"/>
          <w:szCs w:val="22"/>
          <w:lang w:val="en-GB"/>
        </w:rPr>
      </w:pPr>
      <w:r>
        <w:rPr>
          <w:rFonts w:asciiTheme="minorHAnsi" w:hAnsiTheme="minorHAnsi" w:cstheme="minorHAnsi"/>
          <w:bCs/>
          <w:iCs/>
          <w:sz w:val="22"/>
          <w:szCs w:val="22"/>
          <w:lang w:val="en-GB"/>
        </w:rPr>
      </w:r>
      <w:r>
        <w:rPr>
          <w:rFonts w:asciiTheme="minorHAnsi" w:hAnsiTheme="minorHAnsi" w:cstheme="minorHAnsi"/>
          <w:bCs/>
          <w:iCs/>
          <w:sz w:val="22"/>
          <w:szCs w:val="22"/>
          <w:lang w:val="en-GB"/>
        </w:rPr>
      </w:r>
    </w:p>
    <w:p w14:paraId="537FED1F" w14:textId="77777777">
      <w:pPr>
        <w:pStyle w:val="1079"/>
        <w:pBdr/>
        <w:spacing w:after="120" w:before="120" w:line="240" w:lineRule="auto"/>
        <w:ind/>
        <w:jc w:val="both"/>
        <w:rPr>
          <w:rFonts w:asciiTheme="minorHAnsi" w:hAnsiTheme="minorHAnsi" w:cstheme="minorHAnsi"/>
          <w:sz w:val="22"/>
          <w:szCs w:val="22"/>
          <w:u w:val="single"/>
          <w:lang w:val="en-GB"/>
        </w:rPr>
      </w:pPr>
      <w:r/>
      <w:bookmarkStart w:id="52" w:name="_Toc55543801"/>
      <w:r/>
      <w:bookmarkStart w:id="53" w:name="_Toc55543748"/>
      <w:r/>
      <w:bookmarkStart w:id="54" w:name="__RefHeading__47580_1391709442"/>
      <w:r/>
      <w:bookmarkStart w:id="55" w:name="_Toc83120011"/>
      <w:r>
        <w:rPr>
          <w:rFonts w:asciiTheme="minorHAnsi" w:hAnsiTheme="minorHAnsi" w:cstheme="minorHAnsi"/>
          <w:sz w:val="22"/>
          <w:szCs w:val="22"/>
          <w:u w:val="single"/>
          <w:lang w:val="en"/>
        </w:rPr>
        <w:t xml:space="preserve">Subcontracting</w:t>
      </w:r>
      <w:bookmarkEnd w:id="52"/>
      <w:r/>
      <w:bookmarkEnd w:id="53"/>
      <w:r/>
      <w:bookmarkEnd w:id="54"/>
      <w:r/>
      <w:bookmarkEnd w:id="55"/>
      <w:r/>
      <w:r>
        <w:rPr>
          <w:rFonts w:asciiTheme="minorHAnsi" w:hAnsiTheme="minorHAnsi" w:cstheme="minorHAnsi"/>
          <w:sz w:val="22"/>
          <w:szCs w:val="22"/>
          <w:u w:val="single"/>
          <w:lang w:val="en-GB"/>
        </w:rPr>
      </w:r>
    </w:p>
    <w:p w14:paraId="6DB892B4" w14:textId="77777777">
      <w:pPr>
        <w:pStyle w:val="1079"/>
        <w:pBdr/>
        <w:spacing w:after="120" w:before="120" w:line="240" w:lineRule="auto"/>
        <w:ind w:left="708"/>
        <w:jc w:val="both"/>
        <w:rPr>
          <w:rFonts w:asciiTheme="minorHAnsi" w:hAnsiTheme="minorHAnsi" w:cstheme="minorHAnsi"/>
          <w:i/>
          <w:sz w:val="22"/>
          <w:szCs w:val="22"/>
          <w:lang w:val="en-GB"/>
        </w:rPr>
      </w:pPr>
      <w:r/>
      <w:bookmarkStart w:id="56" w:name="_Toc55543802"/>
      <w:r/>
      <w:bookmarkStart w:id="57" w:name="_Toc83120012"/>
      <w:r>
        <w:rPr>
          <w:rFonts w:asciiTheme="minorHAnsi" w:hAnsiTheme="minorHAnsi" w:cstheme="minorHAnsi"/>
          <w:i/>
          <w:iCs/>
          <w:sz w:val="22"/>
          <w:szCs w:val="22"/>
          <w:lang w:val="en"/>
        </w:rPr>
        <w:t xml:space="preserve">Grounds for exclusion in the case of subcontracting</w:t>
      </w:r>
      <w:bookmarkEnd w:id="56"/>
      <w:r/>
      <w:bookmarkEnd w:id="57"/>
      <w:r/>
      <w:r>
        <w:rPr>
          <w:rFonts w:asciiTheme="minorHAnsi" w:hAnsiTheme="minorHAnsi" w:cstheme="minorHAnsi"/>
          <w:i/>
          <w:sz w:val="22"/>
          <w:szCs w:val="22"/>
          <w:lang w:val="en-GB"/>
        </w:rPr>
      </w:r>
    </w:p>
    <w:p w14:paraId="5CE0F86D" w14:textId="77777777">
      <w:pPr>
        <w:pStyle w:val="114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Entities subject to grounds for exclusion cannot be accepted as subcontractors.</w:t>
      </w:r>
      <w:r>
        <w:rPr>
          <w:rFonts w:asciiTheme="minorHAnsi" w:hAnsiTheme="minorHAnsi" w:cstheme="minorHAnsi"/>
          <w:bCs/>
          <w:iCs/>
          <w:sz w:val="22"/>
          <w:szCs w:val="22"/>
          <w:lang w:val="en-GB"/>
        </w:rPr>
      </w:r>
    </w:p>
    <w:p w14:paraId="3DA7634F" w14:textId="77777777">
      <w:pPr>
        <w:pStyle w:val="114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Where the subcontractor subject to grounds for exclusion is presented at the applica</w:t>
      </w:r>
      <w:r>
        <w:rPr>
          <w:rFonts w:asciiTheme="minorHAnsi" w:hAnsiTheme="minorHAnsi" w:cstheme="minorHAnsi"/>
          <w:sz w:val="22"/>
          <w:szCs w:val="22"/>
          <w:lang w:val="en"/>
        </w:rPr>
        <w:t xml:space="preserve">tion phase, the contracting authority shall demand its replacement by an entity not subject to the grounds for exclusion, to take place within 10 days of the candidate receiving said demand. Failing this, the candidate shall be excluded from the procedure.</w:t>
      </w:r>
      <w:r>
        <w:rPr>
          <w:rFonts w:asciiTheme="minorHAnsi" w:hAnsiTheme="minorHAnsi" w:cstheme="minorHAnsi"/>
          <w:bCs/>
          <w:iCs/>
          <w:sz w:val="22"/>
          <w:szCs w:val="22"/>
          <w:lang w:val="en-GB"/>
        </w:rPr>
      </w:r>
    </w:p>
    <w:p w14:paraId="78CB3323" w14:textId="4CA731AF">
      <w:pPr>
        <w:pStyle w:val="1079"/>
        <w:pBdr/>
        <w:spacing w:after="120" w:before="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8" w:name="_Toc55543803"/>
      <w:r/>
      <w:bookmarkStart w:id="59" w:name="_Toc83120013"/>
      <w:r>
        <w:rPr>
          <w:rFonts w:asciiTheme="minorHAnsi" w:hAnsiTheme="minorHAnsi" w:cstheme="minorHAnsi"/>
          <w:i/>
          <w:iCs/>
          <w:sz w:val="22"/>
          <w:szCs w:val="22"/>
          <w:lang w:val="en"/>
        </w:rPr>
        <w:t xml:space="preserve">Presentation of a subcontractor</w:t>
      </w:r>
      <w:bookmarkEnd w:id="58"/>
      <w:r/>
      <w:bookmarkEnd w:id="59"/>
      <w:r/>
      <w:r>
        <w:rPr>
          <w:rFonts w:asciiTheme="minorHAnsi" w:hAnsiTheme="minorHAnsi" w:cstheme="minorHAnsi"/>
          <w:i/>
          <w:sz w:val="22"/>
          <w:szCs w:val="22"/>
          <w:lang w:val="en-GB"/>
        </w:rPr>
      </w:r>
    </w:p>
    <w:p w14:paraId="2675AC38" w14:textId="4044A137">
      <w:pPr>
        <w:pStyle w:val="1146"/>
        <w:pBdr/>
        <w:spacing/>
        <w:ind/>
        <w:rPr>
          <w:rFonts w:asciiTheme="minorHAnsi" w:hAnsiTheme="minorHAnsi" w:cstheme="minorHAnsi"/>
          <w:bCs/>
          <w:iCs/>
          <w:sz w:val="22"/>
          <w:szCs w:val="22"/>
          <w:lang w:val="en-GB"/>
        </w:rPr>
      </w:pPr>
      <w:r>
        <w:rPr>
          <w:rFonts w:asciiTheme="minorHAnsi" w:hAnsiTheme="minorHAnsi" w:cstheme="minorHAnsi"/>
          <w:sz w:val="22"/>
          <w:szCs w:val="22"/>
          <w:lang w:val="en"/>
        </w:rPr>
        <w:t xml:space="preserve">Subcontractors are to be presented using form DC 4 (Subcontracting Declaration)</w:t>
      </w:r>
      <w:r>
        <w:rPr>
          <w:rStyle w:val="1121"/>
          <w:rFonts w:asciiTheme="minorHAnsi" w:hAnsiTheme="minorHAnsi" w:cstheme="minorHAnsi"/>
          <w:sz w:val="22"/>
          <w:szCs w:val="22"/>
          <w:lang w:val="en"/>
        </w:rPr>
        <w:footnoteReference w:id="2"/>
      </w:r>
      <w:r>
        <w:rPr>
          <w:rFonts w:asciiTheme="minorHAnsi" w:hAnsiTheme="minorHAnsi" w:cstheme="minorHAnsi"/>
          <w:sz w:val="22"/>
          <w:szCs w:val="22"/>
          <w:lang w:val="en"/>
        </w:rPr>
        <w:t xml:space="preserve"> duly completed by the subcon</w:t>
      </w:r>
      <w:r>
        <w:rPr>
          <w:rFonts w:asciiTheme="minorHAnsi" w:hAnsiTheme="minorHAnsi" w:cstheme="minorHAnsi"/>
          <w:sz w:val="22"/>
          <w:szCs w:val="22"/>
          <w:lang w:val="en"/>
        </w:rPr>
        <w:t xml:space="preserve">tractor and the candidate, incorporating a statement of the subcontractor’s professional, technical and financial capacity, in addition to a sworn declaration that the subcontractor is not subject to any prohibition on participating in public procurement. </w:t>
      </w:r>
      <w:r>
        <w:rPr>
          <w:rFonts w:asciiTheme="minorHAnsi" w:hAnsiTheme="minorHAnsi" w:cstheme="minorHAnsi"/>
          <w:bCs/>
          <w:iCs/>
          <w:sz w:val="22"/>
          <w:szCs w:val="22"/>
          <w:lang w:val="en-GB"/>
        </w:rPr>
      </w:r>
    </w:p>
    <w:p w14:paraId="1A7BA67C" w14:textId="77777777">
      <w:pPr>
        <w:pStyle w:val="1146"/>
        <w:pBdr/>
        <w:spacing/>
        <w:ind/>
        <w:rPr>
          <w:rFonts w:eastAsia="Times" w:asciiTheme="minorHAnsi" w:hAnsiTheme="minorHAnsi" w:cstheme="minorHAnsi"/>
          <w:bCs/>
          <w:iCs/>
          <w:sz w:val="22"/>
          <w:szCs w:val="22"/>
          <w:lang w:val="en-GB"/>
        </w:rPr>
      </w:pPr>
      <w:r>
        <w:rPr>
          <w:rFonts w:eastAsia="Times" w:asciiTheme="minorHAnsi" w:hAnsiTheme="minorHAnsi" w:cstheme="minorHAnsi"/>
          <w:bCs/>
          <w:iCs/>
          <w:sz w:val="22"/>
          <w:szCs w:val="22"/>
          <w:lang w:val="en-GB"/>
        </w:rPr>
      </w:r>
      <w:r>
        <w:rPr>
          <w:rFonts w:eastAsia="Times" w:asciiTheme="minorHAnsi" w:hAnsiTheme="minorHAnsi" w:cstheme="minorHAnsi"/>
          <w:bCs/>
          <w:iCs/>
          <w:sz w:val="22"/>
          <w:szCs w:val="22"/>
          <w:lang w:val="en-GB"/>
        </w:rPr>
      </w:r>
    </w:p>
    <w:p w14:paraId="0D18B94D" w14:textId="54AB5AB1">
      <w:pPr>
        <w:pStyle w:val="109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60" w:name="_Toc63419888"/>
      <w:r/>
      <w:bookmarkStart w:id="61" w:name="_Toc56790441"/>
      <w:r/>
      <w:bookmarkStart w:id="62" w:name="_Toc56789984"/>
      <w:r/>
      <w:bookmarkStart w:id="63" w:name="_Toc56722965"/>
      <w:r/>
      <w:bookmarkStart w:id="64" w:name="_Toc83120014"/>
      <w:r/>
      <w:bookmarkEnd w:id="60"/>
      <w:r/>
      <w:bookmarkEnd w:id="61"/>
      <w:r/>
      <w:bookmarkEnd w:id="62"/>
      <w:r/>
      <w:bookmarkEnd w:id="63"/>
      <w:r>
        <w:rPr>
          <w:rFonts w:asciiTheme="minorHAnsi" w:hAnsiTheme="minorHAnsi" w:cstheme="minorHAnsi"/>
          <w:b/>
          <w:bCs/>
          <w:caps/>
          <w:sz w:val="28"/>
          <w:szCs w:val="22"/>
          <w:u w:val="single"/>
          <w:lang w:val="en"/>
        </w:rPr>
        <w:t xml:space="preserve">Presentation of bids and submission process</w:t>
      </w:r>
      <w:bookmarkEnd w:id="64"/>
      <w:r/>
      <w:r>
        <w:rPr>
          <w:rFonts w:asciiTheme="minorHAnsi" w:hAnsiTheme="minorHAnsi" w:cstheme="minorHAnsi"/>
          <w:b/>
          <w:caps/>
          <w:sz w:val="28"/>
          <w:szCs w:val="22"/>
          <w:u w:val="single"/>
          <w:lang w:val="en-GB"/>
        </w:rPr>
      </w:r>
    </w:p>
    <w:p w14:paraId="04029397" w14:textId="4CC31177">
      <w:pPr>
        <w:pStyle w:val="1096"/>
        <w:widowControl w:val="false"/>
        <w:pBdr/>
        <w:spacing/>
        <w:ind w:firstLine="0" w:left="0"/>
        <w:rPr>
          <w:rFonts w:asciiTheme="minorHAnsi" w:hAnsiTheme="minorHAnsi" w:cstheme="minorHAnsi"/>
          <w:szCs w:val="22"/>
          <w:lang w:val="en-GB"/>
        </w:rPr>
      </w:pPr>
      <w:r/>
      <w:bookmarkStart w:id="65" w:name="_Toc417653428"/>
      <w:r/>
      <w:bookmarkStart w:id="66" w:name="_Toc419212444"/>
      <w:r/>
      <w:bookmarkStart w:id="67" w:name="_Toc443657778"/>
      <w:r/>
      <w:bookmarkStart w:id="68" w:name="_Toc446628697"/>
      <w:r>
        <w:rPr>
          <w:rFonts w:asciiTheme="minorHAnsi" w:hAnsiTheme="minorHAnsi" w:cstheme="minorHAnsi"/>
          <w:szCs w:val="22"/>
          <w:lang w:val="en"/>
        </w:rPr>
        <w:t xml:space="preserve">Bidders must submit a complete bid incorporating the documents specified below. The requested documents must be signed by the bidder, the lead company of the temporary consortium or each of the members of the consortium.</w:t>
      </w:r>
      <w:r>
        <w:rPr>
          <w:rFonts w:asciiTheme="minorHAnsi" w:hAnsiTheme="minorHAnsi" w:cstheme="minorHAnsi"/>
          <w:szCs w:val="22"/>
          <w:lang w:val="en-GB"/>
        </w:rPr>
      </w:r>
    </w:p>
    <w:p w14:paraId="25672A12" w14:textId="7C1F0393">
      <w:pPr>
        <w:pStyle w:val="1079"/>
        <w:pBdr/>
        <w:spacing w:after="120" w:before="120" w:line="240" w:lineRule="auto"/>
        <w:ind/>
        <w:jc w:val="both"/>
        <w:rPr>
          <w:rFonts w:asciiTheme="minorHAnsi" w:hAnsiTheme="minorHAnsi" w:cstheme="minorHAnsi"/>
          <w:sz w:val="22"/>
          <w:szCs w:val="22"/>
          <w:u w:val="single"/>
          <w:lang w:val="en-GB"/>
        </w:rPr>
      </w:pPr>
      <w:r/>
      <w:bookmarkStart w:id="69" w:name="_Toc455768072"/>
      <w:r/>
      <w:bookmarkStart w:id="70" w:name="_Toc455679215"/>
      <w:r/>
      <w:bookmarkStart w:id="71" w:name="_Toc455587889"/>
      <w:r/>
      <w:bookmarkStart w:id="72" w:name="_Toc452049149"/>
      <w:r/>
      <w:bookmarkStart w:id="73" w:name="_Toc83120015"/>
      <w:r/>
      <w:bookmarkEnd w:id="65"/>
      <w:r/>
      <w:bookmarkEnd w:id="66"/>
      <w:r/>
      <w:bookmarkEnd w:id="67"/>
      <w:r/>
      <w:bookmarkEnd w:id="68"/>
      <w:r>
        <w:rPr>
          <w:rFonts w:asciiTheme="minorHAnsi" w:hAnsiTheme="minorHAnsi" w:cstheme="minorHAnsi"/>
          <w:sz w:val="22"/>
          <w:szCs w:val="22"/>
          <w:u w:val="single"/>
          <w:lang w:val="en"/>
        </w:rPr>
        <w:t xml:space="preserve">Application documents</w:t>
      </w:r>
      <w:bookmarkEnd w:id="69"/>
      <w:r/>
      <w:bookmarkEnd w:id="70"/>
      <w:r/>
      <w:bookmarkEnd w:id="71"/>
      <w:r/>
      <w:bookmarkEnd w:id="72"/>
      <w:r/>
      <w:bookmarkEnd w:id="73"/>
      <w:r/>
      <w:r>
        <w:rPr>
          <w:rFonts w:asciiTheme="minorHAnsi" w:hAnsiTheme="minorHAnsi" w:cstheme="minorHAnsi"/>
          <w:sz w:val="22"/>
          <w:szCs w:val="22"/>
          <w:u w:val="single"/>
          <w:lang w:val="en-GB"/>
        </w:rPr>
      </w:r>
    </w:p>
    <w:p w14:paraId="63C29446" w14:textId="77777777">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Candidates must submit the following application documents:</w:t>
      </w:r>
      <w:r>
        <w:rPr>
          <w:rFonts w:asciiTheme="minorHAnsi" w:hAnsiTheme="minorHAnsi" w:cstheme="minorHAnsi"/>
          <w:sz w:val="22"/>
          <w:szCs w:val="22"/>
          <w:lang w:val="en-GB"/>
        </w:rPr>
      </w:r>
    </w:p>
    <w:p w14:paraId="25260DC5" w14:textId="77777777">
      <w:pPr>
        <w:pStyle w:val="1108"/>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t xml:space="preserve">Proof of registration at the trade and companies registry (“k-bis”, CNPJ register, or equivalent);</w:t>
      </w:r>
      <w:r>
        <w:rPr>
          <w:rFonts w:eastAsia="Times" w:asciiTheme="minorHAnsi" w:hAnsiTheme="minorHAnsi" w:cstheme="minorHAnsi"/>
          <w:color w:val="auto"/>
          <w:sz w:val="22"/>
          <w:szCs w:val="22"/>
          <w:lang w:val="en-GB"/>
        </w:rPr>
      </w:r>
    </w:p>
    <w:p w14:paraId="3FEB060C" w14:textId="77777777">
      <w:pPr>
        <w:pStyle w:val="1108"/>
        <w:numPr>
          <w:ilvl w:val="0"/>
          <w:numId w:val="18"/>
        </w:numPr>
        <w:pBdr/>
        <w:spacing/>
        <w:ind w:hanging="29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Debt clearance certificate in federal, state and municipality, if available in the bidder’s country)</w:t>
      </w:r>
      <w:r>
        <w:rPr>
          <w:rFonts w:asciiTheme="minorHAnsi" w:hAnsiTheme="minorHAnsi" w:cstheme="minorHAnsi"/>
          <w:sz w:val="22"/>
          <w:szCs w:val="22"/>
          <w:lang w:val="en-GB"/>
        </w:rPr>
      </w:r>
    </w:p>
    <w:p w14:paraId="3653DF24" w14:textId="77777777">
      <w:pPr>
        <w:pStyle w:val="1108"/>
        <w:numPr>
          <w:ilvl w:val="0"/>
          <w:numId w:val="18"/>
        </w:numPr>
        <w:pBdr/>
        <w:spacing/>
        <w:ind w:hanging="29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attached GDPR compliance verification form, used to verify that the</w:t>
      </w:r>
      <w:r>
        <w:rPr>
          <w:rFonts w:asciiTheme="minorHAnsi" w:hAnsiTheme="minorHAnsi" w:cstheme="minorHAnsi"/>
          <w:sz w:val="22"/>
          <w:szCs w:val="22"/>
          <w:lang w:val="en-GB"/>
        </w:rPr>
        <w:t xml:space="preserve"> bidder has implemented appropriate technical and organisational measures such that data processing complies with relevant data protection laws and regulations (GDPR and French data protection legislation), thereby guaranteeing the rights of data subjects;</w:t>
      </w:r>
      <w:r>
        <w:rPr>
          <w:rFonts w:asciiTheme="minorHAnsi" w:hAnsiTheme="minorHAnsi" w:cstheme="minorHAnsi"/>
          <w:sz w:val="22"/>
          <w:szCs w:val="22"/>
          <w:lang w:val="en-GB"/>
        </w:rPr>
      </w:r>
    </w:p>
    <w:p w14:paraId="4AA42751" w14:textId="77777777">
      <w:pPr>
        <w:pStyle w:val="1108"/>
        <w:numPr>
          <w:ilvl w:val="0"/>
          <w:numId w:val="18"/>
        </w:numPr>
        <w:pBdr/>
        <w:spacing/>
        <w:ind w:hanging="294"/>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filled expression of interest form</w:t>
      </w:r>
      <w:r>
        <w:rPr>
          <w:rFonts w:asciiTheme="minorHAnsi" w:hAnsiTheme="minorHAnsi" w:cstheme="minorHAnsi"/>
          <w:sz w:val="22"/>
          <w:szCs w:val="22"/>
          <w:lang w:val="en-GB"/>
        </w:rPr>
      </w:r>
    </w:p>
    <w:p w14:paraId="168533F5" w14:textId="77777777">
      <w:pPr>
        <w:pStyle w:val="1108"/>
        <w:numPr>
          <w:ilvl w:val="0"/>
          <w:numId w:val="18"/>
        </w:num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filled beneficiary profile form with a Bank Identity Statement containing the IBAN, SWIFT and the account beneficiary</w:t>
      </w:r>
      <w:r>
        <w:rPr>
          <w:rFonts w:asciiTheme="minorHAnsi" w:hAnsiTheme="minorHAnsi" w:cstheme="minorHAnsi"/>
          <w:sz w:val="22"/>
          <w:szCs w:val="22"/>
          <w:lang w:val="en-GB"/>
        </w:rPr>
      </w:r>
    </w:p>
    <w:p w14:paraId="0F26F634" w14:textId="77777777">
      <w:pPr>
        <w:pStyle w:val="1108"/>
        <w:numPr>
          <w:ilvl w:val="0"/>
          <w:numId w:val="18"/>
        </w:num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sworn statement on exclusion criteria and the absence of conflict of interest</w:t>
      </w:r>
      <w:r>
        <w:rPr>
          <w:rFonts w:asciiTheme="minorHAnsi" w:hAnsiTheme="minorHAnsi" w:cstheme="minorHAnsi"/>
          <w:sz w:val="22"/>
          <w:szCs w:val="22"/>
          <w:lang w:val="en-GB"/>
        </w:rPr>
      </w:r>
    </w:p>
    <w:p w14:paraId="64BFE535" w14:textId="77777777">
      <w:pPr>
        <w:pStyle w:val="1108"/>
        <w:numPr>
          <w:ilvl w:val="0"/>
          <w:numId w:val="18"/>
        </w:num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filled draft contract</w:t>
      </w:r>
      <w:r>
        <w:rPr>
          <w:rFonts w:asciiTheme="minorHAnsi" w:hAnsiTheme="minorHAnsi" w:cstheme="minorHAnsi"/>
          <w:sz w:val="22"/>
          <w:szCs w:val="22"/>
          <w:lang w:val="en-GB"/>
        </w:rPr>
      </w:r>
    </w:p>
    <w:p w14:paraId="2AC0C7C7" w14:textId="77777777">
      <w:pPr>
        <w:pStyle w:val="1108"/>
        <w:numPr>
          <w:ilvl w:val="0"/>
          <w:numId w:val="18"/>
        </w:numPr>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Balance sheets and Income Statements of at least the 2 previous years (2024 and 2023)</w:t>
      </w:r>
      <w:r>
        <w:rPr>
          <w:rFonts w:asciiTheme="minorHAnsi" w:hAnsiTheme="minorHAnsi" w:cstheme="minorHAnsi"/>
          <w:sz w:val="22"/>
          <w:szCs w:val="22"/>
          <w:lang w:val="en-GB"/>
        </w:rPr>
      </w:r>
    </w:p>
    <w:p w14:paraId="40BCF15D" w14:textId="77777777">
      <w:pPr>
        <w:pStyle w:val="1108"/>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t xml:space="preserve">A description of the human resources and the technical resources that meet the participation conditions set out in the specifications</w:t>
      </w:r>
      <w:r>
        <w:rPr>
          <w:rFonts w:eastAsia="Times" w:asciiTheme="minorHAnsi" w:hAnsiTheme="minorHAnsi" w:cstheme="minorHAnsi"/>
          <w:color w:val="auto"/>
          <w:sz w:val="22"/>
          <w:szCs w:val="22"/>
          <w:lang w:val="en-GB"/>
        </w:rPr>
      </w:r>
    </w:p>
    <w:p w14:paraId="2B844EFC" w14:textId="77777777">
      <w:pPr>
        <w:pStyle w:val="1108"/>
        <w:numPr>
          <w:ilvl w:val="0"/>
          <w:numId w:val="18"/>
        </w:numPr>
        <w:pBdr/>
        <w:spacing/>
        <w:ind w:hanging="294"/>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t xml:space="preserve">A portfolio of similar services, with reference contacts</w:t>
      </w:r>
      <w:r>
        <w:rPr>
          <w:rFonts w:eastAsia="Times" w:asciiTheme="minorHAnsi" w:hAnsiTheme="minorHAnsi" w:cstheme="minorHAnsi"/>
          <w:color w:val="auto"/>
          <w:sz w:val="22"/>
          <w:szCs w:val="22"/>
          <w:lang w:val="en-GB"/>
        </w:rPr>
      </w:r>
    </w:p>
    <w:p w14:paraId="34742FC0" w14:textId="77777777">
      <w:pPr>
        <w:pStyle w:val="1108"/>
        <w:pBdr/>
        <w:spacing/>
        <w:ind/>
        <w:jc w:val="both"/>
        <w:rPr>
          <w:rFonts w:eastAsia="Times" w:asciiTheme="minorHAnsi" w:hAnsiTheme="minorHAnsi" w:cstheme="minorHAnsi"/>
          <w:color w:val="auto"/>
          <w:sz w:val="22"/>
          <w:szCs w:val="22"/>
          <w:lang w:val="en-GB"/>
        </w:rPr>
      </w:pPr>
      <w:r>
        <w:rPr>
          <w:rFonts w:eastAsia="Times" w:asciiTheme="minorHAnsi" w:hAnsiTheme="minorHAnsi" w:cstheme="minorHAnsi"/>
          <w:color w:val="auto"/>
          <w:sz w:val="22"/>
          <w:szCs w:val="22"/>
          <w:lang w:val="en-GB"/>
        </w:rPr>
      </w:r>
      <w:r>
        <w:rPr>
          <w:rFonts w:eastAsia="Times" w:asciiTheme="minorHAnsi" w:hAnsiTheme="minorHAnsi" w:cstheme="minorHAnsi"/>
          <w:color w:val="auto"/>
          <w:sz w:val="22"/>
          <w:szCs w:val="22"/>
          <w:lang w:val="en-GB"/>
        </w:rPr>
      </w:r>
    </w:p>
    <w:p w14:paraId="3C6E01EE" w14:textId="24BE3196">
      <w:pPr>
        <w:pStyle w:val="1079"/>
        <w:pBdr/>
        <w:spacing w:after="120" w:before="240" w:line="240" w:lineRule="auto"/>
        <w:ind/>
        <w:jc w:val="both"/>
        <w:rPr>
          <w:rFonts w:asciiTheme="minorHAnsi" w:hAnsiTheme="minorHAnsi" w:cstheme="minorHAnsi"/>
          <w:sz w:val="22"/>
          <w:szCs w:val="22"/>
          <w:u w:val="single"/>
          <w:lang w:val="en-GB"/>
        </w:rPr>
      </w:pPr>
      <w:r/>
      <w:bookmarkStart w:id="74" w:name="_Toc83120017"/>
      <w:r>
        <w:rPr>
          <w:rFonts w:asciiTheme="minorHAnsi" w:hAnsiTheme="minorHAnsi" w:cstheme="minorHAnsi"/>
          <w:sz w:val="22"/>
          <w:szCs w:val="22"/>
          <w:u w:val="single"/>
          <w:lang w:val="en"/>
        </w:rPr>
        <w:t xml:space="preserve">Bid validity period</w:t>
      </w:r>
      <w:bookmarkEnd w:id="74"/>
      <w:r/>
      <w:r>
        <w:rPr>
          <w:rFonts w:asciiTheme="minorHAnsi" w:hAnsiTheme="minorHAnsi" w:cstheme="minorHAnsi"/>
          <w:sz w:val="22"/>
          <w:szCs w:val="22"/>
          <w:u w:val="single"/>
          <w:lang w:val="en-GB"/>
        </w:rPr>
      </w:r>
    </w:p>
    <w:p w14:paraId="634CE425" w14:textId="77777777">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validity of bids submitted shall be at least 120 days from the submission deadline.</w:t>
      </w:r>
      <w:r>
        <w:rPr>
          <w:rFonts w:asciiTheme="minorHAnsi" w:hAnsiTheme="minorHAnsi" w:cstheme="minorHAnsi"/>
          <w:color w:val="000000"/>
          <w:sz w:val="22"/>
          <w:szCs w:val="22"/>
          <w:lang w:val="en-GB"/>
        </w:rPr>
      </w:r>
    </w:p>
    <w:p w14:paraId="6AF04744" w14:textId="77777777">
      <w:pPr>
        <w:pStyle w:val="1108"/>
        <w:pBdr/>
        <w:spacing/>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14:paraId="5BEC13C8" w14:textId="60DCB643">
      <w:pPr>
        <w:pStyle w:val="1079"/>
        <w:pBdr/>
        <w:spacing w:after="120" w:before="240" w:line="240" w:lineRule="auto"/>
        <w:ind/>
        <w:jc w:val="both"/>
        <w:rPr>
          <w:rFonts w:asciiTheme="minorHAnsi" w:hAnsiTheme="minorHAnsi" w:cstheme="minorHAnsi"/>
          <w:sz w:val="22"/>
          <w:szCs w:val="22"/>
          <w:u w:val="single"/>
          <w:lang w:val="en-GB"/>
        </w:rPr>
      </w:pPr>
      <w:r/>
      <w:bookmarkStart w:id="75" w:name="_Toc491193966"/>
      <w:r/>
      <w:bookmarkStart w:id="76" w:name="_Toc491193511"/>
      <w:r/>
      <w:bookmarkStart w:id="77" w:name="_Toc83120018"/>
      <w:r/>
      <w:bookmarkEnd w:id="75"/>
      <w:r/>
      <w:bookmarkEnd w:id="76"/>
      <w:r>
        <w:rPr>
          <w:rFonts w:asciiTheme="minorHAnsi" w:hAnsiTheme="minorHAnsi" w:cstheme="minorHAnsi"/>
          <w:sz w:val="22"/>
          <w:szCs w:val="22"/>
          <w:u w:val="single"/>
          <w:lang w:val="en"/>
        </w:rPr>
        <w:t xml:space="preserve">Bid submission process</w:t>
      </w:r>
      <w:bookmarkEnd w:id="77"/>
      <w:r/>
      <w:r>
        <w:rPr>
          <w:rFonts w:asciiTheme="minorHAnsi" w:hAnsiTheme="minorHAnsi" w:cstheme="minorHAnsi"/>
          <w:sz w:val="22"/>
          <w:szCs w:val="22"/>
          <w:u w:val="single"/>
          <w:lang w:val="en-GB"/>
        </w:rPr>
      </w:r>
    </w:p>
    <w:p w14:paraId="5E67A184" w14:textId="77777777">
      <w:pPr>
        <w:pStyle w:val="1079"/>
        <w:pBdr/>
        <w:spacing w:after="120" w:before="120" w:line="240" w:lineRule="auto"/>
        <w:ind w:left="708"/>
        <w:jc w:val="both"/>
        <w:rPr>
          <w:rFonts w:asciiTheme="minorHAnsi" w:hAnsiTheme="minorHAnsi" w:cstheme="minorHAnsi"/>
          <w:i/>
          <w:sz w:val="22"/>
          <w:szCs w:val="22"/>
          <w:lang w:val="en-GB"/>
        </w:rPr>
      </w:pPr>
      <w:r/>
      <w:bookmarkStart w:id="78" w:name="_Toc83120019"/>
      <w:r>
        <w:rPr>
          <w:rFonts w:asciiTheme="minorHAnsi" w:hAnsiTheme="minorHAnsi" w:cstheme="minorHAnsi"/>
          <w:i/>
          <w:iCs/>
          <w:sz w:val="22"/>
          <w:szCs w:val="22"/>
          <w:lang w:val="en"/>
        </w:rPr>
        <w:t xml:space="preserve">Bids submitted in paper format</w:t>
      </w:r>
      <w:bookmarkEnd w:id="78"/>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14:paraId="0F7C3408" w14:textId="2AE4D240">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submitted in paper format will be rejected.</w:t>
      </w:r>
      <w:r>
        <w:rPr>
          <w:rFonts w:asciiTheme="minorHAnsi" w:hAnsiTheme="minorHAnsi" w:cstheme="minorHAnsi"/>
          <w:sz w:val="22"/>
          <w:szCs w:val="22"/>
          <w:lang w:val="en-GB"/>
        </w:rPr>
      </w:r>
    </w:p>
    <w:p w14:paraId="2762B5B2" w14:textId="77777777">
      <w:pPr>
        <w:pBdr/>
        <w:spacing w:before="120"/>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GB"/>
        </w:rPr>
      </w:r>
      <w:r>
        <w:rPr>
          <w:rFonts w:eastAsia="Times New Roman" w:asciiTheme="minorHAnsi" w:hAnsiTheme="minorHAnsi" w:cstheme="minorHAnsi"/>
          <w:sz w:val="22"/>
          <w:szCs w:val="22"/>
          <w:lang w:val="en-GB"/>
        </w:rPr>
      </w:r>
    </w:p>
    <w:p w14:paraId="1854F6BF" w14:textId="77777777">
      <w:pPr>
        <w:pStyle w:val="1079"/>
        <w:pBdr/>
        <w:spacing w:after="120" w:before="120" w:line="240" w:lineRule="auto"/>
        <w:ind w:left="708"/>
        <w:jc w:val="both"/>
        <w:rPr>
          <w:rFonts w:asciiTheme="minorHAnsi" w:hAnsiTheme="minorHAnsi" w:cstheme="minorHAnsi"/>
          <w:i/>
          <w:sz w:val="22"/>
          <w:szCs w:val="22"/>
          <w:lang w:val="en-GB"/>
        </w:rPr>
      </w:pPr>
      <w:r/>
      <w:bookmarkStart w:id="79" w:name="_Toc83120020"/>
      <w:r>
        <w:rPr>
          <w:rFonts w:asciiTheme="minorHAnsi" w:hAnsiTheme="minorHAnsi" w:cstheme="minorHAnsi"/>
          <w:i/>
          <w:iCs/>
          <w:sz w:val="22"/>
          <w:szCs w:val="22"/>
          <w:lang w:val="en"/>
        </w:rPr>
        <w:t xml:space="preserve">Electronic submission</w:t>
      </w:r>
      <w:bookmarkEnd w:id="79"/>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14:paraId="53A9C8FC" w14:textId="0E8ABF67">
      <w:pPr>
        <w:pBdr/>
        <w:spacing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r>
        <w:rPr>
          <w:rFonts w:asciiTheme="minorHAnsi" w:hAnsiTheme="minorHAnsi" w:cstheme="minorHAnsi"/>
          <w:sz w:val="22"/>
          <w:szCs w:val="22"/>
          <w:lang w:val="en-GB"/>
        </w:rPr>
      </w:r>
    </w:p>
    <w:p w14:paraId="5D1E7F6A" w14:textId="0E490242">
      <w:pPr>
        <w:pBdr/>
        <w:spacing w:line="240" w:lineRule="auto"/>
        <w:ind/>
        <w:jc w:val="both"/>
        <w:rPr>
          <w:rFonts w:asciiTheme="minorHAnsi" w:hAnsiTheme="minorHAnsi" w:cstheme="minorHAnsi"/>
          <w:sz w:val="22"/>
          <w:szCs w:val="22"/>
          <w:lang w:val="en-GB"/>
        </w:rPr>
      </w:pPr>
      <w:r/>
      <w:hyperlink w:history="1">
        <w:r>
          <w:rPr>
            <w:rStyle w:val="1091"/>
            <w:rFonts w:asciiTheme="minorHAnsi" w:hAnsiTheme="minorHAnsi" w:cstheme="minorHAnsi"/>
            <w:sz w:val="22"/>
            <w:szCs w:val="22"/>
            <w:lang w:val="en"/>
          </w:rPr>
          <w:t xml:space="preserve">https://www.marches-publics.gouv.fr </w:t>
        </w:r>
      </w:hyperlink>
      <w:r/>
      <w:r>
        <w:rPr>
          <w:rFonts w:asciiTheme="minorHAnsi" w:hAnsiTheme="minorHAnsi" w:cstheme="minorHAnsi"/>
          <w:sz w:val="22"/>
          <w:szCs w:val="22"/>
          <w:lang w:val="en-GB"/>
        </w:rPr>
      </w:r>
    </w:p>
    <w:p w14:paraId="2623B2C0" w14:textId="77777777">
      <w:pPr>
        <w:pBdr/>
        <w:spacing w:before="120" w:line="240" w:lineRule="auto"/>
        <w:ind/>
        <w:jc w:val="both"/>
        <w:rPr>
          <w:rFonts w:eastAsia="Times New Roman" w:asciiTheme="minorHAnsi" w:hAnsiTheme="minorHAnsi" w:cstheme="minorHAnsi"/>
          <w:sz w:val="22"/>
          <w:szCs w:val="22"/>
          <w:lang w:val="en-GB"/>
        </w:rPr>
      </w:pPr>
      <w:r>
        <w:rPr>
          <w:rFonts w:eastAsia="Times New Roman" w:asciiTheme="minorHAnsi" w:hAnsiTheme="minorHAnsi" w:cstheme="minorHAnsi"/>
          <w:sz w:val="22"/>
          <w:szCs w:val="22"/>
          <w:lang w:val="en"/>
        </w:rPr>
        <w:t xml:space="preserve">Electronic submission is mandatory. Any submission via other means will be rejected.</w:t>
      </w:r>
      <w:r>
        <w:rPr>
          <w:rFonts w:eastAsia="Times New Roman" w:asciiTheme="minorHAnsi" w:hAnsiTheme="minorHAnsi" w:cstheme="minorHAnsi"/>
          <w:sz w:val="22"/>
          <w:szCs w:val="22"/>
          <w:lang w:val="en-GB"/>
        </w:rPr>
      </w:r>
    </w:p>
    <w:p w14:paraId="1D8767E9" w14:textId="77777777">
      <w:pPr>
        <w:pBdr/>
        <w:spacing w:before="120" w:line="240" w:lineRule="auto"/>
        <w:ind/>
        <w:jc w:val="both"/>
        <w:rPr>
          <w:rStyle w:val="1091"/>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21" w:tooltip="http://www.marches-publics.gouv.fr" w:history="1">
        <w:r>
          <w:rPr>
            <w:rStyle w:val="1091"/>
            <w:rFonts w:asciiTheme="minorHAnsi" w:hAnsiTheme="minorHAnsi" w:cstheme="minorHAnsi"/>
            <w:sz w:val="22"/>
            <w:szCs w:val="22"/>
            <w:lang w:val="en"/>
          </w:rPr>
          <w:t xml:space="preserve">www.marches-publics.gouv.fr</w:t>
        </w:r>
      </w:hyperlink>
      <w:r>
        <w:rPr>
          <w:rStyle w:val="1091"/>
          <w:rFonts w:asciiTheme="minorHAnsi" w:hAnsiTheme="minorHAnsi" w:cstheme="minorHAnsi"/>
          <w:sz w:val="22"/>
          <w:szCs w:val="22"/>
          <w:lang w:val="en"/>
        </w:rPr>
        <w:t xml:space="preserve">. </w:t>
      </w:r>
      <w:r>
        <w:rPr>
          <w:rStyle w:val="1091"/>
          <w:rFonts w:asciiTheme="minorHAnsi" w:hAnsiTheme="minorHAnsi" w:cstheme="minorHAnsi"/>
          <w:sz w:val="22"/>
          <w:szCs w:val="22"/>
          <w:lang w:val="en-GB"/>
        </w:rPr>
      </w:r>
    </w:p>
    <w:p w14:paraId="47847862" w14:textId="6EAA1DA6">
      <w:pPr>
        <w:pBdr/>
        <w:spacing w:before="120" w:line="240" w:lineRule="auto"/>
        <w:ind/>
        <w:jc w:val="both"/>
        <w:rPr>
          <w:rFonts w:asciiTheme="minorHAnsi" w:hAnsiTheme="minorHAnsi" w:cstheme="minorHAnsi"/>
          <w:sz w:val="22"/>
          <w:szCs w:val="22"/>
          <w:lang w:val="en-GB"/>
        </w:rPr>
      </w:pPr>
      <w:r>
        <w:rPr>
          <w:rStyle w:val="1091"/>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 xml:space="preserve">available for download which specifies the platform’s conditions of use, notably the technical prerequisites and electronic certificates.</w:t>
      </w:r>
      <w:r>
        <w:rPr>
          <w:rFonts w:asciiTheme="minorHAnsi" w:hAnsiTheme="minorHAnsi" w:cstheme="minorHAnsi"/>
          <w:sz w:val="22"/>
          <w:szCs w:val="22"/>
          <w:lang w:val="en-GB"/>
        </w:rPr>
      </w:r>
    </w:p>
    <w:p w14:paraId="7DBACFCA" w14:textId="02C26EA0">
      <w:pPr>
        <w:pBdr/>
        <w:spacing w:before="120" w:line="240" w:lineRule="auto"/>
        <w:ind/>
        <w:jc w:val="both"/>
        <w:rPr>
          <w:rStyle w:val="1091"/>
          <w:rFonts w:asciiTheme="minorHAnsi" w:hAnsiTheme="minorHAnsi" w:cstheme="minorHAnsi"/>
          <w:color w:val="auto"/>
          <w:sz w:val="22"/>
          <w:szCs w:val="22"/>
          <w:u w:val="none"/>
          <w:lang w:val="en-GB"/>
        </w:rPr>
      </w:pPr>
      <w:r>
        <w:rPr>
          <w:rFonts w:asciiTheme="minorHAnsi" w:hAnsiTheme="minorHAnsi" w:cstheme="minorHAnsi"/>
          <w:sz w:val="22"/>
          <w:szCs w:val="22"/>
          <w:lang w:val="en"/>
        </w:rPr>
        <w:t xml:space="preserve">Should they so wish, bidders may make contact by phone on 01 76 64 74 07 on all business days between 9am and 7pm in order to obtain technical assistance with how to complete all the necessary tasks.</w:t>
      </w:r>
      <w:r>
        <w:rPr>
          <w:rStyle w:val="1091"/>
          <w:rFonts w:asciiTheme="minorHAnsi" w:hAnsiTheme="minorHAnsi" w:cstheme="minorHAnsi"/>
          <w:color w:val="auto"/>
          <w:sz w:val="22"/>
          <w:szCs w:val="22"/>
          <w:u w:val="none"/>
          <w:lang w:val="en-GB"/>
        </w:rPr>
      </w:r>
    </w:p>
    <w:p w14:paraId="24D2097F" w14:textId="0087BCF8">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allotment, all lots must be covered by an electronic submission. However, it is possible to make a single electronic submission for multiple lots provided that the lots covered by a bid can be identified without ambiguity.</w:t>
      </w:r>
      <w:r>
        <w:rPr>
          <w:rFonts w:asciiTheme="minorHAnsi" w:hAnsiTheme="minorHAnsi" w:cstheme="minorHAnsi"/>
          <w:sz w:val="22"/>
          <w:szCs w:val="22"/>
          <w:lang w:val="en-GB"/>
        </w:rPr>
      </w:r>
    </w:p>
    <w:p w14:paraId="6067E5C0" w14:textId="10C90D4D">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costs of accessing the network and of electronic signature shall be borne by the candidate.</w:t>
      </w:r>
      <w:r>
        <w:rPr>
          <w:rFonts w:asciiTheme="minorHAnsi" w:hAnsiTheme="minorHAnsi" w:cstheme="minorHAnsi"/>
          <w:sz w:val="22"/>
          <w:szCs w:val="22"/>
          <w:lang w:val="en-GB"/>
        </w:rPr>
      </w:r>
    </w:p>
    <w:p w14:paraId="0CE5EA11" w14:textId="0C100EA7">
      <w:pPr>
        <w:pBdr/>
        <w:spacing w:before="120" w:line="240" w:lineRule="auto"/>
        <w:ind/>
        <w:jc w:val="both"/>
        <w:rPr>
          <w:rFonts w:asciiTheme="minorHAnsi" w:hAnsiTheme="minorHAnsi" w:cstheme="minorHAnsi"/>
          <w:sz w:val="22"/>
          <w:szCs w:val="22"/>
          <w:u w:val="single"/>
          <w:lang w:val="en-GB"/>
        </w:rPr>
      </w:pPr>
      <w:r>
        <w:rPr>
          <w:rFonts w:asciiTheme="minorHAnsi" w:hAnsiTheme="minorHAnsi" w:cstheme="minorHAnsi"/>
          <w:sz w:val="22"/>
          <w:szCs w:val="22"/>
          <w:lang w:val="en"/>
        </w:rPr>
        <w:t xml:space="preserve">Bidders are invited to test the configuration of their work device and to perform a test tender to ensure that their technical environment is functioning as required.</w:t>
      </w:r>
      <w:r>
        <w:rPr>
          <w:rFonts w:asciiTheme="minorHAnsi" w:hAnsiTheme="minorHAnsi" w:cstheme="minorHAnsi"/>
          <w:sz w:val="22"/>
          <w:szCs w:val="22"/>
          <w:u w:val="single"/>
          <w:lang w:val="en-GB"/>
        </w:rPr>
      </w:r>
    </w:p>
    <w:p w14:paraId="12F00841" w14:textId="10D7164C">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Bidders’ attention is drawn to the fact that they must at least have internet browser software. It is not mandatory to have an electronic signature system.</w:t>
      </w:r>
      <w:r>
        <w:rPr>
          <w:rFonts w:asciiTheme="minorHAnsi" w:hAnsiTheme="minorHAnsi" w:cstheme="minorHAnsi"/>
          <w:sz w:val="22"/>
          <w:szCs w:val="22"/>
          <w:lang w:val="en-GB"/>
        </w:rPr>
      </w:r>
    </w:p>
    <w:p w14:paraId="56FC0F41" w14:textId="26370480">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make an offer, bidders must forward files in the following computer formats: PDF, RTF, ZIP, suite Microsoft Office, LibreOffice or Open Office. Any computer file in a different format will be declared null and void.</w:t>
      </w:r>
      <w:r>
        <w:rPr>
          <w:rFonts w:asciiTheme="minorHAnsi" w:hAnsiTheme="minorHAnsi" w:cstheme="minorHAnsi"/>
          <w:sz w:val="22"/>
          <w:szCs w:val="22"/>
          <w:lang w:val="en-GB"/>
        </w:rPr>
      </w:r>
    </w:p>
    <w:p w14:paraId="6264228B" w14:textId="77777777">
      <w:pPr>
        <w:pBdr/>
        <w:spacing w:before="240" w:line="240" w:lineRule="auto"/>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NOTE:</w:t>
      </w:r>
      <w:r>
        <w:rPr>
          <w:rFonts w:asciiTheme="minorHAnsi" w:hAnsiTheme="minorHAnsi" w:cstheme="minorHAnsi"/>
          <w:b/>
          <w:sz w:val="22"/>
          <w:szCs w:val="22"/>
          <w:lang w:val="en-GB"/>
        </w:rPr>
      </w:r>
    </w:p>
    <w:p w14:paraId="01C8BE15" w14:textId="77777777">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bid files must be free of computer viruses and must have been previously treated to this end by the bidder, using the latest version of an antivirus software. The same applies to all other files exchanged during this public procurement procedure.</w:t>
      </w:r>
      <w:r>
        <w:rPr>
          <w:rFonts w:asciiTheme="minorHAnsi" w:hAnsiTheme="minorHAnsi" w:cstheme="minorHAnsi"/>
          <w:sz w:val="22"/>
          <w:szCs w:val="22"/>
          <w:lang w:val="en-GB"/>
        </w:rPr>
      </w:r>
    </w:p>
    <w:p w14:paraId="26A9C376" w14:textId="74BD5A22">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contracting authority may place any file containing a virus in a security archive. It will therefore be deemed never to have been received.</w:t>
      </w:r>
      <w:r>
        <w:rPr>
          <w:rFonts w:asciiTheme="minorHAnsi" w:hAnsiTheme="minorHAnsi" w:cstheme="minorHAnsi"/>
          <w:sz w:val="22"/>
          <w:szCs w:val="22"/>
          <w:lang w:val="en-GB"/>
        </w:rPr>
      </w:r>
    </w:p>
    <w:p w14:paraId="59BC3B95" w14:textId="77777777">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NB: Bidders’ atte</w:t>
      </w:r>
      <w:r>
        <w:rPr>
          <w:rFonts w:asciiTheme="minorHAnsi" w:hAnsiTheme="minorHAnsi" w:cstheme="minorHAnsi"/>
          <w:sz w:val="22"/>
          <w:szCs w:val="22"/>
          <w:lang w:val="en"/>
        </w:rPr>
        <w:t xml:space="preserve">ntion is drawn to the time required to deliver large volume electronic files. The average downloading time may vary according to various parameters, such as the technical capacity of the device, the type of internet connection, traffic on the network, etc.</w:t>
      </w:r>
      <w:r>
        <w:rPr>
          <w:rFonts w:asciiTheme="minorHAnsi" w:hAnsiTheme="minorHAnsi" w:cstheme="minorHAnsi"/>
          <w:sz w:val="22"/>
          <w:szCs w:val="22"/>
          <w:lang w:val="en-GB"/>
        </w:rPr>
      </w:r>
    </w:p>
    <w:p w14:paraId="2013827A" w14:textId="1F37D353">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To the extent that the date and time of completed upload constitutes the legal reference for submission of electronic bids, bidders are invited to allow sufficient time for all electronic submissions.</w:t>
      </w:r>
      <w:r>
        <w:rPr>
          <w:rFonts w:asciiTheme="minorHAnsi" w:hAnsiTheme="minorHAnsi" w:cstheme="minorHAnsi"/>
          <w:sz w:val="22"/>
          <w:szCs w:val="22"/>
          <w:lang w:val="en-GB"/>
        </w:rPr>
      </w:r>
    </w:p>
    <w:p w14:paraId="34393ADE" w14:textId="554DD193">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Even though its bid for this public procurement procedure will have been submitted electronically, the bidder undertakes, notably if its bid has been accepted, to provide contractually valid paper documents. In this </w:t>
      </w:r>
      <w:r>
        <w:rPr>
          <w:rFonts w:asciiTheme="minorHAnsi" w:hAnsiTheme="minorHAnsi" w:cstheme="minorHAnsi"/>
          <w:sz w:val="22"/>
          <w:szCs w:val="22"/>
          <w:lang w:val="en"/>
        </w:rPr>
        <w:t xml:space="preserve">regard, it also undertakes that the natural person providing the electronic signature also p</w:t>
      </w:r>
      <w:r>
        <w:rPr>
          <w:rFonts w:asciiTheme="minorHAnsi" w:hAnsiTheme="minorHAnsi" w:cstheme="minorHAnsi"/>
          <w:sz w:val="22"/>
          <w:szCs w:val="22"/>
          <w:lang w:val="en"/>
        </w:rPr>
        <w:t xml:space="preserve">rovides their handwritten signature without making any modifications to the documents, to be forwarded to the contracting authority in this format. Lastly, the bidder undertakes to accept notification in paper format, in accordance with standard practices.</w:t>
      </w:r>
      <w:r>
        <w:rPr>
          <w:rFonts w:asciiTheme="minorHAnsi" w:hAnsiTheme="minorHAnsi" w:cstheme="minorHAnsi"/>
          <w:sz w:val="22"/>
          <w:szCs w:val="22"/>
          <w:lang w:val="en-GB"/>
        </w:rPr>
      </w:r>
    </w:p>
    <w:p w14:paraId="5BF97789" w14:textId="77777777">
      <w:pPr>
        <w:pStyle w:val="1096"/>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80" w:name="_Toc63419905"/>
      <w:r/>
      <w:bookmarkStart w:id="81" w:name="_Toc63419901"/>
      <w:r/>
      <w:bookmarkEnd w:id="80"/>
      <w:r/>
      <w:bookmarkEnd w:id="81"/>
      <w:r>
        <w:rPr>
          <w:rFonts w:asciiTheme="minorHAnsi" w:hAnsiTheme="minorHAnsi" w:cstheme="minorHAnsi"/>
          <w:b/>
          <w:bCs/>
          <w:caps/>
          <w:sz w:val="28"/>
          <w:szCs w:val="22"/>
          <w:u w:val="single"/>
          <w:lang w:val="en"/>
        </w:rPr>
        <w:t xml:space="preserve"> </w:t>
      </w:r>
      <w:bookmarkStart w:id="82" w:name="_Toc83120021"/>
      <w:r>
        <w:rPr>
          <w:rFonts w:asciiTheme="minorHAnsi" w:hAnsiTheme="minorHAnsi" w:cstheme="minorHAnsi"/>
          <w:b/>
          <w:bCs/>
          <w:caps/>
          <w:sz w:val="28"/>
          <w:szCs w:val="22"/>
          <w:u w:val="single"/>
          <w:lang w:val="en"/>
        </w:rPr>
        <w:t xml:space="preserve">Analysis of applications</w:t>
      </w:r>
      <w:bookmarkEnd w:id="82"/>
      <w:r/>
      <w:r>
        <w:rPr>
          <w:rFonts w:asciiTheme="minorHAnsi" w:hAnsiTheme="minorHAnsi" w:cstheme="minorHAnsi"/>
          <w:b/>
          <w:caps/>
          <w:sz w:val="28"/>
          <w:szCs w:val="22"/>
          <w:u w:val="single"/>
        </w:rPr>
      </w:r>
    </w:p>
    <w:p w14:paraId="52C4E165" w14:textId="77777777">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are selected by the Evaluation Committee of Expertise France in accordance with the following procedure.</w:t>
      </w:r>
      <w:r>
        <w:rPr>
          <w:rFonts w:asciiTheme="minorHAnsi" w:hAnsiTheme="minorHAnsi" w:cstheme="minorHAnsi"/>
          <w:color w:val="000000"/>
          <w:sz w:val="22"/>
          <w:szCs w:val="22"/>
          <w:lang w:val="en-GB"/>
        </w:rPr>
      </w:r>
    </w:p>
    <w:p w14:paraId="520940B5" w14:textId="6D4FBE94">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[Under Article R.2161-4 of the French Public Procurement Code, the Evaluation Committee may decide to examine offers before applications.</w:t>
      </w:r>
      <w:r>
        <w:rPr>
          <w:rFonts w:asciiTheme="minorHAnsi" w:hAnsiTheme="minorHAnsi" w:cstheme="minorHAnsi"/>
          <w:color w:val="000000"/>
          <w:sz w:val="22"/>
          <w:szCs w:val="22"/>
          <w:lang w:val="en-GB"/>
        </w:rPr>
      </w:r>
    </w:p>
    <w:p w14:paraId="4804346C" w14:textId="1EA64A82">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In such cases, the supporting documentation for aptitude and capacity and the evidence relating to grounds for exclusion are only requested by the contracting authority from bidders preselected for award of the tender.]</w:t>
      </w:r>
      <w:r>
        <w:rPr>
          <w:rFonts w:asciiTheme="minorHAnsi" w:hAnsiTheme="minorHAnsi" w:cstheme="minorHAnsi"/>
          <w:color w:val="000000"/>
          <w:sz w:val="22"/>
          <w:szCs w:val="22"/>
          <w:lang w:val="en-GB"/>
        </w:rPr>
      </w:r>
    </w:p>
    <w:p w14:paraId="7DC7EEAF" w14:textId="77777777">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r>
      <w:r>
        <w:rPr>
          <w:rFonts w:asciiTheme="minorHAnsi" w:hAnsiTheme="minorHAnsi" w:cstheme="minorHAnsi"/>
          <w:color w:val="000000"/>
          <w:sz w:val="22"/>
          <w:szCs w:val="22"/>
          <w:lang w:val="en-GB"/>
        </w:rPr>
      </w:r>
    </w:p>
    <w:p w14:paraId="3956B9A1" w14:textId="03682832">
      <w:pPr>
        <w:pStyle w:val="1079"/>
        <w:pBdr/>
        <w:spacing w:after="120" w:before="120" w:line="240" w:lineRule="auto"/>
        <w:ind/>
        <w:jc w:val="both"/>
        <w:rPr>
          <w:rFonts w:asciiTheme="minorHAnsi" w:hAnsiTheme="minorHAnsi" w:cstheme="minorHAnsi"/>
          <w:sz w:val="22"/>
          <w:szCs w:val="22"/>
          <w:u w:val="single"/>
          <w:lang w:val="en-GB"/>
        </w:rPr>
      </w:pPr>
      <w:r/>
      <w:bookmarkStart w:id="83" w:name="_Toc83120022"/>
      <w:r>
        <w:rPr>
          <w:rFonts w:asciiTheme="minorHAnsi" w:hAnsiTheme="minorHAnsi" w:cstheme="minorHAnsi"/>
          <w:sz w:val="22"/>
          <w:szCs w:val="22"/>
          <w:u w:val="single"/>
          <w:lang w:val="en"/>
        </w:rPr>
        <w:t xml:space="preserve">Application supplementary information requests</w:t>
      </w:r>
      <w:bookmarkEnd w:id="83"/>
      <w:r/>
      <w:r>
        <w:rPr>
          <w:rFonts w:asciiTheme="minorHAnsi" w:hAnsiTheme="minorHAnsi" w:cstheme="minorHAnsi"/>
          <w:sz w:val="22"/>
          <w:szCs w:val="22"/>
          <w:u w:val="single"/>
          <w:lang w:val="en-GB"/>
        </w:rPr>
      </w:r>
    </w:p>
    <w:p w14:paraId="371872C3" w14:textId="274F2702">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Before examining applications, should the contracting authority note that </w:t>
      </w:r>
      <w:r>
        <w:rPr>
          <w:rFonts w:asciiTheme="minorHAnsi" w:hAnsiTheme="minorHAnsi" w:cstheme="minorHAnsi"/>
          <w:color w:val="000000"/>
          <w:sz w:val="22"/>
          <w:szCs w:val="22"/>
          <w:lang w:val="en"/>
        </w:rPr>
        <w:t xml:space="preserve">requested documents or information are missing or incomplete, it may ask the bidders concerned to complete their application pack within a deadline applicable to all such bidders. The deadline will be specified in the request for supplementary information.</w:t>
      </w:r>
      <w:r>
        <w:rPr>
          <w:rFonts w:asciiTheme="minorHAnsi" w:hAnsiTheme="minorHAnsi" w:cstheme="minorHAnsi"/>
          <w:color w:val="000000"/>
          <w:sz w:val="22"/>
          <w:szCs w:val="22"/>
          <w:lang w:val="en-GB"/>
        </w:rPr>
      </w:r>
    </w:p>
    <w:p w14:paraId="0C6BB796" w14:textId="2298394A">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that are incomplete or which remain incomplete following a request for additional information will be eliminated.</w:t>
      </w:r>
      <w:r>
        <w:rPr>
          <w:rFonts w:asciiTheme="minorHAnsi" w:hAnsiTheme="minorHAnsi" w:cstheme="minorHAnsi"/>
          <w:color w:val="000000"/>
          <w:sz w:val="22"/>
          <w:szCs w:val="22"/>
          <w:lang w:val="en-GB"/>
        </w:rPr>
      </w:r>
    </w:p>
    <w:p w14:paraId="5929F4B1" w14:textId="0D831298">
      <w:pPr>
        <w:pStyle w:val="1079"/>
        <w:pBdr/>
        <w:spacing w:after="120" w:before="120" w:line="240" w:lineRule="auto"/>
        <w:ind/>
        <w:jc w:val="both"/>
        <w:rPr>
          <w:rFonts w:asciiTheme="minorHAnsi" w:hAnsiTheme="minorHAnsi" w:cstheme="minorHAnsi"/>
          <w:sz w:val="22"/>
          <w:szCs w:val="22"/>
          <w:u w:val="single"/>
          <w:lang w:val="en-GB"/>
        </w:rPr>
      </w:pPr>
      <w:r/>
      <w:bookmarkStart w:id="84" w:name="_Toc83120023"/>
      <w:r>
        <w:rPr>
          <w:rFonts w:asciiTheme="minorHAnsi" w:hAnsiTheme="minorHAnsi" w:cstheme="minorHAnsi"/>
          <w:sz w:val="22"/>
          <w:szCs w:val="22"/>
          <w:u w:val="single"/>
          <w:lang w:val="en"/>
        </w:rPr>
        <w:t xml:space="preserve">Rejection of late applications - Opening bids</w:t>
      </w:r>
      <w:bookmarkEnd w:id="84"/>
      <w:r/>
      <w:r>
        <w:rPr>
          <w:rFonts w:asciiTheme="minorHAnsi" w:hAnsiTheme="minorHAnsi" w:cstheme="minorHAnsi"/>
          <w:sz w:val="22"/>
          <w:szCs w:val="22"/>
          <w:u w:val="single"/>
          <w:lang w:val="en-GB"/>
        </w:rPr>
      </w:r>
    </w:p>
    <w:p w14:paraId="5886814F" w14:textId="2A261AC1">
      <w:pPr>
        <w:pBdr/>
        <w:spacing w:before="120"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Pr>
          <w:rFonts w:asciiTheme="minorHAnsi" w:hAnsiTheme="minorHAnsi" w:cstheme="minorHAnsi"/>
          <w:color w:val="000000"/>
          <w:sz w:val="22"/>
          <w:szCs w:val="22"/>
          <w:lang w:val="en-GB"/>
        </w:rPr>
      </w:r>
    </w:p>
    <w:p w14:paraId="3B1B9329" w14:textId="77777777">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p>
    <w:p w14:paraId="2612C0FD" w14:textId="77777777">
      <w:pPr>
        <w:pStyle w:val="1079"/>
        <w:pBdr/>
        <w:spacing w:after="120" w:before="120" w:line="240" w:lineRule="auto"/>
        <w:ind/>
        <w:jc w:val="both"/>
        <w:rPr>
          <w:rFonts w:asciiTheme="minorHAnsi" w:hAnsiTheme="minorHAnsi" w:cstheme="minorHAnsi"/>
          <w:sz w:val="22"/>
          <w:szCs w:val="22"/>
          <w:u w:val="single"/>
          <w:lang w:val="en-GB"/>
        </w:rPr>
      </w:pPr>
      <w:r/>
      <w:bookmarkStart w:id="85" w:name="_Toc83120024"/>
      <w:r>
        <w:rPr>
          <w:rFonts w:asciiTheme="minorHAnsi" w:hAnsiTheme="minorHAnsi" w:cstheme="minorHAnsi"/>
          <w:sz w:val="22"/>
          <w:szCs w:val="22"/>
          <w:u w:val="single"/>
          <w:lang w:val="en"/>
        </w:rPr>
        <w:t xml:space="preserve">Admissibility of applications</w:t>
      </w:r>
      <w:bookmarkEnd w:id="85"/>
      <w:r/>
      <w:r>
        <w:rPr>
          <w:rFonts w:asciiTheme="minorHAnsi" w:hAnsiTheme="minorHAnsi" w:cstheme="minorHAnsi"/>
          <w:sz w:val="22"/>
          <w:szCs w:val="22"/>
          <w:u w:val="single"/>
          <w:lang w:val="en-GB"/>
        </w:rPr>
      </w:r>
    </w:p>
    <w:p w14:paraId="388277FC" w14:textId="750A9D5C">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In accordance with Article 3 of this document covering the conditions for participation, the Evaluation Committee of Expertise France analyses the admissibility of applications based on the following criteria:</w:t>
      </w:r>
      <w:r>
        <w:rPr>
          <w:rFonts w:asciiTheme="minorHAnsi" w:hAnsiTheme="minorHAnsi" w:cstheme="minorHAnsi"/>
          <w:color w:val="000000"/>
          <w:sz w:val="22"/>
          <w:szCs w:val="22"/>
          <w:lang w:val="en-GB"/>
        </w:rPr>
      </w:r>
    </w:p>
    <w:p w14:paraId="0041E2BB" w14:textId="77777777">
      <w:pPr>
        <w:pStyle w:val="112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registration at the trade and companies registry (or equivalent)</w:t>
      </w:r>
      <w:r>
        <w:rPr>
          <w:rFonts w:asciiTheme="minorHAnsi" w:hAnsiTheme="minorHAnsi" w:cstheme="minorHAnsi"/>
          <w:color w:val="000000"/>
          <w:sz w:val="22"/>
          <w:szCs w:val="22"/>
          <w:lang w:val="en-GB"/>
        </w:rPr>
      </w:r>
    </w:p>
    <w:p w14:paraId="7AA3CDC9" w14:textId="77777777">
      <w:pPr>
        <w:pStyle w:val="112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social security obligations</w:t>
      </w:r>
      <w:r>
        <w:rPr>
          <w:rFonts w:asciiTheme="minorHAnsi" w:hAnsiTheme="minorHAnsi" w:cstheme="minorHAnsi"/>
          <w:color w:val="000000"/>
          <w:sz w:val="22"/>
          <w:szCs w:val="22"/>
          <w:lang w:val="en-GB"/>
        </w:rPr>
      </w:r>
    </w:p>
    <w:p w14:paraId="791A9E84" w14:textId="77777777">
      <w:pPr>
        <w:pStyle w:val="112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Candidate's compliance with its tax obligations</w:t>
      </w:r>
      <w:r>
        <w:rPr>
          <w:rFonts w:asciiTheme="minorHAnsi" w:hAnsiTheme="minorHAnsi" w:cstheme="minorHAnsi"/>
          <w:color w:val="000000"/>
          <w:sz w:val="22"/>
          <w:szCs w:val="22"/>
          <w:lang w:val="en-GB"/>
        </w:rPr>
      </w:r>
    </w:p>
    <w:p w14:paraId="52ECC461" w14:textId="3343C237">
      <w:pPr>
        <w:pStyle w:val="1122"/>
        <w:numPr>
          <w:ilvl w:val="0"/>
          <w:numId w:val="32"/>
        </w:numPr>
        <w:pBdr/>
        <w:spacing/>
        <w:ind/>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 xml:space="preserve">official exclusion list, whether their situation is established by means of their own declarations or through the application of vigilance measures by the contracting authority</w:t>
      </w:r>
      <w:r>
        <w:rPr>
          <w:rFonts w:asciiTheme="minorHAnsi" w:hAnsiTheme="minorHAnsi" w:cstheme="minorHAnsi"/>
          <w:bCs/>
          <w:iCs/>
          <w:sz w:val="22"/>
          <w:szCs w:val="22"/>
          <w:lang w:val="en-GB"/>
        </w:rPr>
      </w:r>
    </w:p>
    <w:p w14:paraId="6EE4AC8E" w14:textId="77777777">
      <w:pPr>
        <w:pStyle w:val="112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or its representative must not be in a situation of conflict of interest vis-à-vis the contracting authority and/or any beneficiary of the procurement contract</w:t>
      </w:r>
      <w:r>
        <w:rPr>
          <w:rFonts w:asciiTheme="minorHAnsi" w:hAnsiTheme="minorHAnsi" w:cstheme="minorHAnsi"/>
          <w:color w:val="000000"/>
          <w:sz w:val="22"/>
          <w:szCs w:val="22"/>
          <w:lang w:val="en-GB"/>
        </w:rPr>
      </w:r>
    </w:p>
    <w:p w14:paraId="56ABE2C5" w14:textId="71B58008">
      <w:pPr>
        <w:pStyle w:val="112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candidate must be able to demonstrate ade</w:t>
      </w:r>
      <w:r>
        <w:rPr>
          <w:rFonts w:asciiTheme="minorHAnsi" w:hAnsiTheme="minorHAnsi" w:cstheme="minorHAnsi"/>
          <w:color w:val="000000"/>
          <w:sz w:val="22"/>
          <w:szCs w:val="22"/>
          <w:lang w:val="en"/>
        </w:rPr>
        <w:t xml:space="preserve">quate implementation of appropriate technical and organisational measures such that data processing conforms with relevant data protection laws and regulations (GDPR and French data protection legislation), thereby guaranteeing the rights of data subjects </w:t>
      </w:r>
      <w:r>
        <w:rPr>
          <w:rFonts w:asciiTheme="minorHAnsi" w:hAnsiTheme="minorHAnsi" w:cstheme="minorHAnsi"/>
          <w:color w:val="000000"/>
          <w:sz w:val="22"/>
          <w:szCs w:val="22"/>
          <w:lang w:val="en-GB"/>
        </w:rPr>
      </w:r>
    </w:p>
    <w:p w14:paraId="49539DD1" w14:textId="46BACC15">
      <w:pPr>
        <w:pStyle w:val="112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Applications not demonstrating professional capacity and/or which do not meet the minimum capacity levels will be eliminated</w:t>
      </w:r>
      <w:r>
        <w:rPr>
          <w:rFonts w:asciiTheme="minorHAnsi" w:hAnsiTheme="minorHAnsi" w:cstheme="minorHAnsi"/>
          <w:color w:val="000000"/>
          <w:sz w:val="22"/>
          <w:szCs w:val="22"/>
          <w:lang w:val="en-GB"/>
        </w:rPr>
      </w:r>
    </w:p>
    <w:p w14:paraId="03FB18FC" w14:textId="0D32570F">
      <w:pPr>
        <w:pStyle w:val="1122"/>
        <w:numPr>
          <w:ilvl w:val="0"/>
          <w:numId w:val="32"/>
        </w:num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Pr>
          <w:rFonts w:asciiTheme="minorHAnsi" w:hAnsiTheme="minorHAnsi" w:cstheme="minorHAnsi"/>
          <w:color w:val="000000"/>
          <w:sz w:val="22"/>
          <w:szCs w:val="22"/>
          <w:lang w:val="en-GB"/>
        </w:rPr>
        <w:t xml:space="preserve">must provide evidence of a reliable internal security system to guarantee the safety of the persons involved in the implementation of the contract when travel is planned in an organ or red </w:t>
      </w:r>
      <w:r>
        <w:rPr>
          <w:rFonts w:asciiTheme="minorHAnsi" w:hAnsiTheme="minorHAnsi" w:cstheme="minorHAnsi"/>
          <w:color w:val="000000"/>
          <w:sz w:val="22"/>
          <w:szCs w:val="22"/>
          <w:lang w:val="en-GB"/>
        </w:rPr>
        <w:t xml:space="preserve">zone</w:t>
      </w:r>
      <w:r>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Pr>
          <w:rFonts w:asciiTheme="minorHAnsi" w:hAnsiTheme="minorHAnsi" w:cstheme="minorHAnsi"/>
          <w:color w:val="000000"/>
          <w:sz w:val="22"/>
          <w:szCs w:val="22"/>
          <w:lang w:val="en-GB"/>
        </w:rPr>
        <w:t xml:space="preserve"> Ministry of Europe and Foreign Affairs </w:t>
      </w:r>
      <w:hyperlink r:id="rId22" w:tooltip="https://www.diplomatie.gouv.fr/fr/conseils-aux-voyageurs/" w:history="1">
        <w:r>
          <w:rPr>
            <w:rStyle w:val="1091"/>
            <w:rFonts w:asciiTheme="minorHAnsi" w:hAnsiTheme="minorHAnsi" w:cstheme="minorHAnsi"/>
            <w:sz w:val="22"/>
            <w:szCs w:val="22"/>
            <w:lang w:val="en-GB"/>
          </w:rPr>
          <w:t xml:space="preserve">https://www.diplomatie.gouv.fr/fr/conseils-aux-voyageurs/</w:t>
        </w:r>
      </w:hyperlink>
      <w:r>
        <w:rPr>
          <w:rFonts w:asciiTheme="minorHAnsi" w:hAnsiTheme="minorHAnsi" w:cstheme="minorHAnsi"/>
          <w:color w:val="000000"/>
          <w:sz w:val="22"/>
          <w:szCs w:val="22"/>
          <w:lang w:val="en-GB"/>
        </w:rPr>
        <w:t xml:space="preserve">).</w:t>
      </w:r>
      <w:r>
        <w:rPr>
          <w:rFonts w:asciiTheme="minorHAnsi" w:hAnsiTheme="minorHAnsi" w:cstheme="minorHAnsi"/>
          <w:color w:val="000000"/>
          <w:sz w:val="22"/>
          <w:szCs w:val="22"/>
          <w:lang w:val="en-GB"/>
        </w:rPr>
      </w:r>
    </w:p>
    <w:p w14:paraId="54A18FFF" w14:textId="1F54746A">
      <w:pPr>
        <w:pBdr/>
        <w:spacing/>
        <w:ind/>
        <w:rPr>
          <w:lang w:val="en-GB"/>
        </w:rPr>
      </w:pPr>
      <w:r>
        <w:rPr>
          <w:lang w:val="en-GB"/>
        </w:rPr>
      </w:r>
      <w:r>
        <w:rPr>
          <w:lang w:val="en-GB"/>
        </w:rPr>
      </w:r>
    </w:p>
    <w:p w14:paraId="5E6F48B6" w14:textId="00C43B27">
      <w:pPr>
        <w:pStyle w:val="109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86" w:name="_Toc83120026"/>
      <w:r>
        <w:rPr>
          <w:rFonts w:asciiTheme="minorHAnsi" w:hAnsiTheme="minorHAnsi" w:cstheme="minorHAnsi"/>
          <w:b/>
          <w:bCs/>
          <w:caps/>
          <w:sz w:val="28"/>
          <w:szCs w:val="22"/>
          <w:u w:val="single"/>
          <w:lang w:val="en"/>
        </w:rPr>
        <w:t xml:space="preserve">Bid evaluation, negotiations and award</w:t>
      </w:r>
      <w:bookmarkEnd w:id="86"/>
      <w:r/>
      <w:r>
        <w:rPr>
          <w:rFonts w:asciiTheme="minorHAnsi" w:hAnsiTheme="minorHAnsi" w:cstheme="minorHAnsi"/>
          <w:b/>
          <w:caps/>
          <w:sz w:val="28"/>
          <w:szCs w:val="22"/>
          <w:u w:val="single"/>
          <w:lang w:val="en-GB"/>
        </w:rPr>
      </w:r>
    </w:p>
    <w:p w14:paraId="6E4569E5" w14:textId="77777777">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selection procedure is conducted by the Evaluation Committee of Expertise France in accordance with the following procedure:</w:t>
      </w:r>
      <w:r>
        <w:rPr>
          <w:rFonts w:asciiTheme="minorHAnsi" w:hAnsiTheme="minorHAnsi" w:cstheme="minorHAnsi"/>
          <w:color w:val="000000"/>
          <w:sz w:val="22"/>
          <w:szCs w:val="22"/>
          <w:lang w:val="en-GB"/>
        </w:rPr>
      </w:r>
    </w:p>
    <w:p w14:paraId="77FC7917" w14:textId="77777777">
      <w:pPr>
        <w:pStyle w:val="1079"/>
        <w:pBdr/>
        <w:spacing w:after="120" w:before="120" w:line="240" w:lineRule="auto"/>
        <w:ind/>
        <w:jc w:val="both"/>
        <w:rPr>
          <w:rFonts w:asciiTheme="minorHAnsi" w:hAnsiTheme="minorHAnsi" w:cstheme="minorHAnsi"/>
          <w:sz w:val="22"/>
          <w:szCs w:val="22"/>
          <w:u w:val="single"/>
          <w:lang w:val="en-GB"/>
        </w:rPr>
      </w:pPr>
      <w:r/>
      <w:bookmarkStart w:id="87" w:name="_Toc83120027"/>
      <w:r>
        <w:rPr>
          <w:rFonts w:asciiTheme="minorHAnsi" w:hAnsiTheme="minorHAnsi" w:cstheme="minorHAnsi"/>
          <w:sz w:val="22"/>
          <w:szCs w:val="22"/>
          <w:u w:val="single"/>
          <w:lang w:val="en"/>
        </w:rPr>
        <w:t xml:space="preserve">Rejection of late bids - Opening bids</w:t>
      </w:r>
      <w:bookmarkEnd w:id="87"/>
      <w:r/>
      <w:r>
        <w:rPr>
          <w:rFonts w:asciiTheme="minorHAnsi" w:hAnsiTheme="minorHAnsi" w:cstheme="minorHAnsi"/>
          <w:sz w:val="22"/>
          <w:szCs w:val="22"/>
          <w:u w:val="single"/>
          <w:lang w:val="en-GB"/>
        </w:rPr>
      </w:r>
    </w:p>
    <w:p w14:paraId="2BBE4DC9" w14:textId="77777777">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Pr>
          <w:rFonts w:asciiTheme="minorHAnsi" w:hAnsiTheme="minorHAnsi" w:cstheme="minorHAnsi"/>
          <w:color w:val="000000"/>
          <w:sz w:val="22"/>
          <w:szCs w:val="22"/>
          <w:lang w:val="en-GB"/>
        </w:rPr>
      </w:r>
    </w:p>
    <w:p w14:paraId="20DE04A3" w14:textId="77777777">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received after the deadline will be immediately rejected.</w:t>
      </w:r>
      <w:r>
        <w:rPr>
          <w:rFonts w:asciiTheme="minorHAnsi" w:hAnsiTheme="minorHAnsi" w:cstheme="minorHAnsi"/>
          <w:color w:val="000000"/>
          <w:sz w:val="22"/>
          <w:szCs w:val="22"/>
          <w:lang w:val="en-GB"/>
        </w:rPr>
      </w:r>
    </w:p>
    <w:p w14:paraId="0F7F49EE" w14:textId="77777777">
      <w:pPr>
        <w:pStyle w:val="1079"/>
        <w:pBdr/>
        <w:spacing w:after="120" w:before="120" w:line="240" w:lineRule="auto"/>
        <w:ind/>
        <w:jc w:val="both"/>
        <w:rPr>
          <w:rFonts w:asciiTheme="minorHAnsi" w:hAnsiTheme="minorHAnsi" w:cstheme="minorHAnsi"/>
          <w:sz w:val="22"/>
          <w:szCs w:val="22"/>
          <w:u w:val="single"/>
          <w:lang w:val="en-GB"/>
        </w:rPr>
      </w:pPr>
      <w:r/>
      <w:bookmarkStart w:id="88" w:name="_Toc83120028"/>
      <w:r>
        <w:rPr>
          <w:rFonts w:asciiTheme="minorHAnsi" w:hAnsiTheme="minorHAnsi" w:cstheme="minorHAnsi"/>
          <w:sz w:val="22"/>
          <w:szCs w:val="22"/>
          <w:u w:val="single"/>
          <w:lang w:val="en"/>
        </w:rPr>
        <w:t xml:space="preserve">Bid analysis</w:t>
      </w:r>
      <w:bookmarkEnd w:id="88"/>
      <w:r/>
      <w:r>
        <w:rPr>
          <w:rFonts w:asciiTheme="minorHAnsi" w:hAnsiTheme="minorHAnsi" w:cstheme="minorHAnsi"/>
          <w:sz w:val="22"/>
          <w:szCs w:val="22"/>
          <w:u w:val="single"/>
          <w:lang w:val="en-GB"/>
        </w:rPr>
      </w:r>
    </w:p>
    <w:p w14:paraId="2143EBDB" w14:textId="79D6F4AB">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having verified that the bids received are conforming, admissible and appropriate, the Evaluation Committee of Expertise France analyses the bids from selected bidders in accordance with the following criteria.</w:t>
      </w:r>
      <w:r>
        <w:rPr>
          <w:rFonts w:asciiTheme="minorHAnsi" w:hAnsiTheme="minorHAnsi" w:cstheme="minorHAnsi"/>
          <w:color w:val="000000"/>
          <w:sz w:val="22"/>
          <w:szCs w:val="22"/>
          <w:lang w:val="en-GB"/>
        </w:rPr>
      </w:r>
    </w:p>
    <w:p w14:paraId="1CC9502A" w14:textId="7B6EAFFD">
      <w:pPr>
        <w:pStyle w:val="1079"/>
        <w:pBdr/>
        <w:spacing w:after="120" w:before="120" w:line="240" w:lineRule="auto"/>
        <w:ind/>
        <w:jc w:val="both"/>
        <w:rPr>
          <w:rFonts w:asciiTheme="minorHAnsi" w:hAnsiTheme="minorHAnsi" w:cstheme="minorHAnsi"/>
          <w:sz w:val="22"/>
          <w:szCs w:val="22"/>
          <w:u w:val="single"/>
          <w:lang w:val="en-GB"/>
        </w:rPr>
      </w:pPr>
      <w:r/>
      <w:bookmarkStart w:id="89" w:name="_Toc83120029"/>
      <w:r>
        <w:rPr>
          <w:rFonts w:asciiTheme="minorHAnsi" w:hAnsiTheme="minorHAnsi" w:cstheme="minorHAnsi"/>
          <w:sz w:val="22"/>
          <w:szCs w:val="22"/>
          <w:u w:val="single"/>
          <w:lang w:val="en"/>
        </w:rPr>
        <w:t xml:space="preserve">Rejection of non-conforming, inadmissible or inappropriate bids</w:t>
      </w:r>
      <w:bookmarkEnd w:id="89"/>
      <w:r/>
      <w:r>
        <w:rPr>
          <w:rFonts w:asciiTheme="minorHAnsi" w:hAnsiTheme="minorHAnsi" w:cstheme="minorHAnsi"/>
          <w:sz w:val="22"/>
          <w:szCs w:val="22"/>
          <w:u w:val="single"/>
          <w:lang w:val="en-GB"/>
        </w:rPr>
      </w:r>
    </w:p>
    <w:p w14:paraId="3160E03D" w14:textId="157C9420">
      <w:pPr>
        <w:pBdr/>
        <w:spacing/>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Evaluation Committee examines all bids received and, in</w:t>
      </w:r>
      <w:r>
        <w:rPr>
          <w:rFonts w:asciiTheme="minorHAnsi" w:hAnsiTheme="minorHAnsi" w:cstheme="minorHAnsi"/>
          <w:color w:val="000000"/>
          <w:sz w:val="22"/>
          <w:szCs w:val="22"/>
          <w:lang w:val="en"/>
        </w:rPr>
        <w:t xml:space="preserve"> accordance with Article R.2152-1 of the French Public Procurement Code, rejects bids judged to be non-conforming, inadmissible or inappropriate, as applicable, after having implemented the regularisation procedure set out in Article R.2152-2 of said code.</w:t>
      </w:r>
      <w:r>
        <w:rPr>
          <w:rFonts w:asciiTheme="minorHAnsi" w:hAnsiTheme="minorHAnsi" w:cstheme="minorHAnsi"/>
          <w:color w:val="000000"/>
          <w:sz w:val="22"/>
          <w:szCs w:val="22"/>
          <w:lang w:val="en-GB"/>
        </w:rPr>
      </w:r>
    </w:p>
    <w:p w14:paraId="2F01284F" w14:textId="674B5A2D">
      <w:pPr>
        <w:pStyle w:val="1079"/>
        <w:pBdr/>
        <w:spacing w:after="120" w:before="120" w:line="240" w:lineRule="auto"/>
        <w:ind/>
        <w:jc w:val="both"/>
        <w:rPr>
          <w:rFonts w:asciiTheme="minorHAnsi" w:hAnsiTheme="minorHAnsi" w:cstheme="minorHAnsi"/>
          <w:sz w:val="22"/>
          <w:szCs w:val="22"/>
          <w:u w:val="single"/>
          <w:lang w:val="en-GB"/>
        </w:rPr>
      </w:pPr>
      <w:r/>
      <w:bookmarkStart w:id="90" w:name="_Toc83120030"/>
      <w:r>
        <w:rPr>
          <w:rFonts w:asciiTheme="minorHAnsi" w:hAnsiTheme="minorHAnsi" w:cstheme="minorHAnsi"/>
          <w:sz w:val="22"/>
          <w:szCs w:val="22"/>
          <w:u w:val="single"/>
          <w:lang w:val="en"/>
        </w:rPr>
        <w:t xml:space="preserve">Comparison of bids for selection of the most economically beneficial bid</w:t>
      </w:r>
      <w:bookmarkEnd w:id="90"/>
      <w:r/>
      <w:r>
        <w:rPr>
          <w:rFonts w:asciiTheme="minorHAnsi" w:hAnsiTheme="minorHAnsi" w:cstheme="minorHAnsi"/>
          <w:sz w:val="22"/>
          <w:szCs w:val="22"/>
          <w:u w:val="single"/>
          <w:lang w:val="en-GB"/>
        </w:rPr>
      </w:r>
    </w:p>
    <w:p w14:paraId="113EA4BE" w14:textId="77777777">
      <w:pPr>
        <w:pBdr/>
        <w:spacing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Bids will be assessed separately in accordance with the following criteria by awarding a score up to the maximum number of points per criterion as set out below:</w:t>
      </w:r>
      <w:r>
        <w:rPr>
          <w:rFonts w:asciiTheme="minorHAnsi" w:hAnsiTheme="minorHAnsi" w:cstheme="minorHAnsi"/>
          <w:color w:val="000000"/>
          <w:sz w:val="22"/>
          <w:szCs w:val="22"/>
          <w:lang w:val="en-GB"/>
        </w:rPr>
      </w:r>
    </w:p>
    <w:p w14:paraId="2B42B88F" w14:textId="77777777">
      <w:pPr>
        <w:pStyle w:val="1079"/>
        <w:pBdr/>
        <w:spacing w:after="120" w:before="120" w:line="240" w:lineRule="auto"/>
        <w:ind w:left="708"/>
        <w:jc w:val="both"/>
        <w:rPr>
          <w:rFonts w:asciiTheme="minorHAnsi" w:hAnsiTheme="minorHAnsi" w:cstheme="minorHAnsi"/>
          <w:i/>
          <w:sz w:val="22"/>
          <w:szCs w:val="22"/>
          <w:lang w:val="en-GB"/>
        </w:rPr>
      </w:pPr>
      <w:r/>
      <w:bookmarkStart w:id="91" w:name="_Toc83120031"/>
      <w:r>
        <w:rPr>
          <w:rFonts w:asciiTheme="minorHAnsi" w:hAnsiTheme="minorHAnsi" w:cstheme="minorHAnsi"/>
          <w:i/>
          <w:iCs/>
          <w:sz w:val="22"/>
          <w:szCs w:val="22"/>
          <w:lang w:val="en"/>
        </w:rPr>
        <w:t xml:space="preserve">Criterion 1: price of the services</w:t>
      </w:r>
      <w:bookmarkEnd w:id="91"/>
      <w:r>
        <w:rPr>
          <w:rFonts w:asciiTheme="minorHAnsi" w:hAnsiTheme="minorHAnsi" w:cstheme="minorHAnsi"/>
          <w:i/>
          <w:iCs/>
          <w:sz w:val="22"/>
          <w:szCs w:val="22"/>
          <w:lang w:val="en"/>
        </w:rPr>
        <w:t xml:space="preserve"> </w:t>
      </w:r>
      <w:r>
        <w:rPr>
          <w:rFonts w:asciiTheme="minorHAnsi" w:hAnsiTheme="minorHAnsi" w:cstheme="minorHAnsi"/>
          <w:i/>
          <w:sz w:val="22"/>
          <w:szCs w:val="22"/>
          <w:lang w:val="en-GB"/>
        </w:rPr>
      </w:r>
    </w:p>
    <w:p w14:paraId="427BB65A" w14:textId="047AB91D">
      <w:pPr>
        <w:pBdr/>
        <w:spacing w:before="120"/>
        <w:ind/>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Pr>
          <w:rFonts w:asciiTheme="minorHAnsi" w:hAnsiTheme="minorHAnsi" w:cstheme="minorHAnsi"/>
          <w:b/>
          <w:bCs/>
          <w:sz w:val="22"/>
          <w:szCs w:val="22"/>
          <w:lang w:val="en"/>
        </w:rPr>
        <w:t xml:space="preserve">3</w:t>
      </w:r>
      <w:r>
        <w:rPr>
          <w:rFonts w:asciiTheme="minorHAnsi" w:hAnsiTheme="minorHAnsi" w:cstheme="minorHAnsi"/>
          <w:b/>
          <w:bCs/>
          <w:sz w:val="22"/>
          <w:szCs w:val="22"/>
          <w:lang w:val="en"/>
        </w:rPr>
        <w:t xml:space="preserve">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r>
        <w:rPr>
          <w:rFonts w:asciiTheme="minorHAnsi" w:hAnsiTheme="minorHAnsi" w:cstheme="minorHAnsi"/>
          <w:b/>
          <w:color w:val="000000"/>
          <w:sz w:val="22"/>
          <w:szCs w:val="22"/>
          <w:lang w:val="en-GB"/>
        </w:rPr>
      </w:r>
    </w:p>
    <w:p w14:paraId="5A45F6D7" w14:textId="6F2391F5">
      <w:pPr>
        <w:pStyle w:val="1079"/>
        <w:pBdr/>
        <w:spacing w:after="120" w:before="120" w:line="240" w:lineRule="auto"/>
        <w:ind w:left="708"/>
        <w:jc w:val="both"/>
        <w:rPr>
          <w:rFonts w:asciiTheme="minorHAnsi" w:hAnsiTheme="minorHAnsi" w:cstheme="minorHAnsi"/>
          <w:i/>
          <w:sz w:val="22"/>
          <w:szCs w:val="22"/>
        </w:rPr>
      </w:pPr>
      <w:r/>
      <w:bookmarkStart w:id="92" w:name="_Toc83120032"/>
      <w:r>
        <w:rPr>
          <w:rFonts w:asciiTheme="minorHAnsi" w:hAnsiTheme="minorHAnsi" w:cstheme="minorHAnsi"/>
          <w:i/>
          <w:iCs/>
          <w:sz w:val="22"/>
          <w:szCs w:val="22"/>
          <w:lang w:val="en"/>
        </w:rPr>
        <w:t xml:space="preserve">Criterion 2: Technical offer</w:t>
      </w:r>
      <w:bookmarkEnd w:id="92"/>
      <w:r/>
      <w:r>
        <w:rPr>
          <w:rFonts w:asciiTheme="minorHAnsi" w:hAnsiTheme="minorHAnsi" w:cstheme="minorHAnsi"/>
          <w:i/>
          <w:sz w:val="22"/>
          <w:szCs w:val="22"/>
        </w:rPr>
      </w:r>
    </w:p>
    <w:p w14:paraId="4DF5658F" w14:textId="77777777">
      <w:pPr>
        <w:pBdr/>
        <w:spacing/>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tbl>
      <w:tblPr>
        <w:tblStyle w:val="1115"/>
        <w:tblW w:w="0" w:type="auto"/>
        <w:tblBorders/>
        <w:tblLook w:val="04A0" w:firstRow="1" w:lastRow="0" w:firstColumn="1" w:lastColumn="0" w:noHBand="0" w:noVBand="1"/>
      </w:tblPr>
      <w:tblGrid>
        <w:gridCol w:w="6654"/>
        <w:gridCol w:w="2692"/>
      </w:tblGrid>
      <w:tr>
        <w:trPr/>
        <w:tc>
          <w:tcPr>
            <w:shd w:val="clear" w:color="auto" w:fill="d9d9d9" w:themeFill="background1" w:themeFillShade="D9"/>
            <w:tcBorders/>
            <w:tcW w:w="6654" w:type="dxa"/>
            <w:textDirection w:val="lrTb"/>
            <w:noWrap w:val="false"/>
          </w:tcPr>
          <w:p w14:paraId="6AC02A4A" w14:textId="42A34F00">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Sub-criteria for assessing the technical quality</w:t>
            </w:r>
            <w:r>
              <w:rPr>
                <w:rFonts w:asciiTheme="minorHAnsi" w:hAnsiTheme="minorHAnsi" w:cstheme="minorHAnsi"/>
                <w:b/>
                <w:sz w:val="22"/>
                <w:szCs w:val="22"/>
                <w:lang w:val="en-GB"/>
              </w:rPr>
            </w:r>
          </w:p>
        </w:tc>
        <w:tc>
          <w:tcPr>
            <w:shd w:val="clear" w:color="auto" w:fill="d9d9d9" w:themeFill="background1" w:themeFillShade="D9"/>
            <w:tcBorders/>
            <w:tcW w:w="2692" w:type="dxa"/>
            <w:textDirection w:val="lrTb"/>
            <w:noWrap w:val="false"/>
          </w:tcPr>
          <w:p w14:paraId="692353D7" w14:textId="77777777">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Maximum number of points</w:t>
            </w:r>
            <w:r>
              <w:rPr>
                <w:rFonts w:asciiTheme="minorHAnsi" w:hAnsiTheme="minorHAnsi" w:cstheme="minorHAnsi"/>
                <w:b/>
                <w:sz w:val="22"/>
                <w:szCs w:val="22"/>
              </w:rPr>
            </w:r>
          </w:p>
        </w:tc>
      </w:tr>
      <w:tr>
        <w:trPr/>
        <w:tc>
          <w:tcPr>
            <w:tcBorders/>
            <w:tcW w:w="6654" w:type="dxa"/>
            <w:textDirection w:val="lrTb"/>
            <w:noWrap w:val="false"/>
          </w:tcPr>
          <w:p w14:paraId="3983C8CD" w14:textId="0D951F0D">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Sub-criterion 1:</w:t>
            </w:r>
            <w:r>
              <w:rPr>
                <w:rFonts w:asciiTheme="minorHAnsi" w:hAnsiTheme="minorHAnsi" w:cstheme="minorHAnsi"/>
                <w:b/>
                <w:bCs/>
                <w:sz w:val="22"/>
                <w:szCs w:val="22"/>
                <w:lang w:val="en"/>
              </w:rPr>
              <w:t xml:space="preserve"> </w:t>
            </w:r>
            <w:r>
              <w:rPr>
                <w:rFonts w:ascii="Calibri" w:hAnsi="Calibri" w:eastAsia="Calibri" w:cs="Calibri"/>
                <w:lang w:val="en-GB"/>
              </w:rPr>
              <w:t xml:space="preserve">Company’s prior experience</w:t>
            </w:r>
            <w:r>
              <w:rPr>
                <w:rFonts w:asciiTheme="minorHAnsi" w:hAnsiTheme="minorHAnsi" w:cstheme="minorHAnsi"/>
                <w:b/>
                <w:sz w:val="22"/>
                <w:szCs w:val="22"/>
                <w:lang w:val="en-GB"/>
              </w:rPr>
            </w:r>
          </w:p>
        </w:tc>
        <w:tc>
          <w:tcPr>
            <w:tcBorders/>
            <w:tcW w:w="2692" w:type="dxa"/>
            <w:textDirection w:val="lrTb"/>
            <w:noWrap w:val="false"/>
          </w:tcPr>
          <w:p w14:paraId="0FBB3AD7" w14:textId="73CCF442">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40</w:t>
            </w:r>
            <w:r>
              <w:rPr>
                <w:rFonts w:asciiTheme="minorHAnsi" w:hAnsiTheme="minorHAnsi" w:cstheme="minorHAnsi"/>
                <w:b/>
                <w:sz w:val="22"/>
                <w:szCs w:val="22"/>
              </w:rPr>
            </w:r>
          </w:p>
        </w:tc>
      </w:tr>
      <w:tr>
        <w:trPr/>
        <w:tc>
          <w:tcPr>
            <w:tcBorders/>
            <w:tcW w:w="6654" w:type="dxa"/>
            <w:textDirection w:val="lrTb"/>
            <w:noWrap w:val="false"/>
          </w:tcPr>
          <w:p w14:paraId="7F7F4AEB" w14:textId="730B4C10">
            <w:pPr>
              <w:pBdr/>
              <w:spacing/>
              <w:ind/>
              <w:jc w:val="both"/>
              <w:rPr>
                <w:rFonts w:asciiTheme="minorHAnsi" w:hAnsiTheme="minorHAnsi" w:cstheme="minorHAnsi"/>
                <w:b/>
                <w:sz w:val="22"/>
                <w:szCs w:val="22"/>
                <w:lang w:val="en-GB"/>
              </w:rPr>
            </w:pPr>
            <w:r>
              <w:rPr>
                <w:rFonts w:asciiTheme="minorHAnsi" w:hAnsiTheme="minorHAnsi" w:cstheme="minorHAnsi"/>
                <w:b/>
                <w:bCs/>
                <w:sz w:val="22"/>
                <w:szCs w:val="22"/>
                <w:lang w:val="en"/>
              </w:rPr>
              <w:t xml:space="preserve">Sub-criterion 2: </w:t>
            </w:r>
            <w:r>
              <w:rPr>
                <w:rFonts w:ascii="Calibri" w:hAnsi="Calibri" w:eastAsia="Calibri" w:cs="Calibri"/>
                <w:lang w:val="en-GB"/>
              </w:rPr>
              <w:t xml:space="preserve">Technical and methodological proposal</w:t>
            </w:r>
            <w:r>
              <w:rPr>
                <w:rFonts w:asciiTheme="minorHAnsi" w:hAnsiTheme="minorHAnsi" w:cstheme="minorHAnsi"/>
                <w:b/>
                <w:sz w:val="22"/>
                <w:szCs w:val="22"/>
                <w:lang w:val="en-GB"/>
              </w:rPr>
            </w:r>
          </w:p>
        </w:tc>
        <w:tc>
          <w:tcPr>
            <w:tcBorders/>
            <w:tcW w:w="2692" w:type="dxa"/>
            <w:textDirection w:val="lrTb"/>
            <w:noWrap w:val="false"/>
          </w:tcPr>
          <w:p w14:paraId="516A1095" w14:textId="727DEC9E">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30</w:t>
            </w:r>
            <w:r>
              <w:rPr>
                <w:rFonts w:asciiTheme="minorHAnsi" w:hAnsiTheme="minorHAnsi" w:cstheme="minorHAnsi"/>
                <w:b/>
                <w:sz w:val="22"/>
                <w:szCs w:val="22"/>
              </w:rPr>
            </w:r>
          </w:p>
        </w:tc>
      </w:tr>
      <w:tr>
        <w:trPr/>
        <w:tc>
          <w:tcPr>
            <w:tcBorders/>
            <w:tcW w:w="6654" w:type="dxa"/>
            <w:textDirection w:val="lrTb"/>
            <w:noWrap w:val="false"/>
          </w:tcPr>
          <w:p w14:paraId="3C0DA4EC" w14:textId="628A2473">
            <w:pPr>
              <w:pBdr/>
              <w:spacing/>
              <w:ind/>
              <w:jc w:val="right"/>
              <w:rPr>
                <w:rFonts w:asciiTheme="minorHAnsi" w:hAnsiTheme="minorHAnsi" w:cstheme="minorHAnsi"/>
                <w:b/>
                <w:sz w:val="22"/>
                <w:szCs w:val="22"/>
              </w:rPr>
            </w:pPr>
            <w:r>
              <w:rPr>
                <w:rFonts w:asciiTheme="minorHAnsi" w:hAnsiTheme="minorHAnsi" w:cstheme="minorHAnsi"/>
                <w:b/>
                <w:bCs/>
                <w:sz w:val="22"/>
                <w:szCs w:val="22"/>
                <w:lang w:val="en"/>
              </w:rPr>
              <w:t xml:space="preserve">TOTAL</w:t>
            </w:r>
            <w:r>
              <w:rPr>
                <w:rFonts w:asciiTheme="minorHAnsi" w:hAnsiTheme="minorHAnsi" w:cstheme="minorHAnsi"/>
                <w:b/>
                <w:sz w:val="22"/>
                <w:szCs w:val="22"/>
              </w:rPr>
            </w:r>
          </w:p>
        </w:tc>
        <w:tc>
          <w:tcPr>
            <w:tcBorders/>
            <w:tcW w:w="2692" w:type="dxa"/>
            <w:textDirection w:val="lrTb"/>
            <w:noWrap w:val="false"/>
          </w:tcPr>
          <w:p w14:paraId="727CD250" w14:textId="154545A1">
            <w:pPr>
              <w:pBdr/>
              <w:spacing/>
              <w:ind/>
              <w:jc w:val="center"/>
              <w:rPr>
                <w:rFonts w:asciiTheme="minorHAnsi" w:hAnsiTheme="minorHAnsi" w:cstheme="minorHAnsi"/>
                <w:b/>
                <w:sz w:val="22"/>
                <w:szCs w:val="22"/>
              </w:rPr>
            </w:pPr>
            <w:r>
              <w:rPr>
                <w:rFonts w:asciiTheme="minorHAnsi" w:hAnsiTheme="minorHAnsi" w:cstheme="minorHAnsi"/>
                <w:b/>
                <w:bCs/>
                <w:sz w:val="22"/>
                <w:szCs w:val="22"/>
                <w:lang w:val="en"/>
              </w:rPr>
              <w:t xml:space="preserve">7</w:t>
            </w:r>
            <w:r>
              <w:rPr>
                <w:rFonts w:asciiTheme="minorHAnsi" w:hAnsiTheme="minorHAnsi" w:cstheme="minorHAnsi"/>
                <w:b/>
                <w:bCs/>
                <w:sz w:val="22"/>
                <w:szCs w:val="22"/>
                <w:lang w:val="en"/>
              </w:rPr>
              <w:t xml:space="preserve">0</w:t>
            </w:r>
            <w:r>
              <w:rPr>
                <w:rFonts w:asciiTheme="minorHAnsi" w:hAnsiTheme="minorHAnsi" w:cstheme="minorHAnsi"/>
                <w:b/>
                <w:sz w:val="22"/>
                <w:szCs w:val="22"/>
              </w:rPr>
            </w:r>
          </w:p>
        </w:tc>
      </w:tr>
    </w:tbl>
    <w:p w14:paraId="4067D76C" w14:textId="2039E557">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of </w:t>
      </w:r>
      <w:r>
        <w:rPr>
          <w:rFonts w:asciiTheme="minorHAnsi" w:hAnsiTheme="minorHAnsi" w:cstheme="minorHAnsi"/>
          <w:b/>
          <w:bCs/>
          <w:sz w:val="22"/>
          <w:szCs w:val="22"/>
          <w:lang w:val="en"/>
        </w:rPr>
        <w:t xml:space="preserve">7</w:t>
      </w:r>
      <w:r>
        <w:rPr>
          <w:rFonts w:asciiTheme="minorHAnsi" w:hAnsiTheme="minorHAnsi" w:cstheme="minorHAnsi"/>
          <w:b/>
          <w:bCs/>
          <w:sz w:val="22"/>
          <w:szCs w:val="22"/>
          <w:lang w:val="en"/>
        </w:rPr>
        <w:t xml:space="preserve">0</w:t>
      </w:r>
      <w:r>
        <w:rPr>
          <w:rFonts w:asciiTheme="minorHAnsi" w:hAnsiTheme="minorHAnsi" w:cstheme="minorHAnsi"/>
          <w:b/>
          <w:bCs/>
          <w:sz w:val="22"/>
          <w:szCs w:val="22"/>
          <w:lang w:val="en"/>
        </w:rPr>
        <w:t xml:space="preserve"> points) </w:t>
      </w:r>
      <w:r>
        <w:rPr>
          <w:rFonts w:asciiTheme="minorHAnsi" w:hAnsiTheme="minorHAnsi" w:cstheme="minorHAnsi"/>
          <w:sz w:val="22"/>
          <w:szCs w:val="22"/>
          <w:lang w:val="en"/>
        </w:rPr>
        <w:t xml:space="preserve">by adding up the weighted scores obtained for each sub-criterion.</w:t>
      </w:r>
      <w:r>
        <w:rPr>
          <w:rFonts w:asciiTheme="minorHAnsi" w:hAnsiTheme="minorHAnsi" w:cstheme="minorHAnsi"/>
          <w:sz w:val="22"/>
          <w:szCs w:val="22"/>
          <w:lang w:val="en-GB"/>
        </w:rPr>
      </w:r>
    </w:p>
    <w:p w14:paraId="167A696F" w14:textId="2BD49CFF">
      <w:pPr>
        <w:pBdr/>
        <w:spacing w:before="120"/>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than </w:t>
      </w:r>
      <w:r>
        <w:rPr>
          <w:rFonts w:asciiTheme="minorHAnsi" w:hAnsiTheme="minorHAnsi" w:cstheme="minorHAnsi"/>
          <w:sz w:val="22"/>
          <w:szCs w:val="22"/>
          <w:lang w:val="en"/>
        </w:rPr>
        <w:t xml:space="preserve">45</w:t>
      </w:r>
      <w:r>
        <w:rPr>
          <w:rFonts w:asciiTheme="minorHAnsi" w:hAnsiTheme="minorHAnsi" w:cstheme="minorHAnsi"/>
          <w:sz w:val="22"/>
          <w:szCs w:val="22"/>
          <w:lang w:val="en"/>
        </w:rPr>
        <w:t xml:space="preserve">/</w:t>
      </w:r>
      <w:r>
        <w:rPr>
          <w:rFonts w:asciiTheme="minorHAnsi" w:hAnsiTheme="minorHAnsi" w:cstheme="minorHAnsi"/>
          <w:sz w:val="22"/>
          <w:szCs w:val="22"/>
          <w:lang w:val="en"/>
        </w:rPr>
        <w:t xml:space="preserve">70</w:t>
      </w:r>
      <w:r>
        <w:rPr>
          <w:rFonts w:asciiTheme="minorHAnsi" w:hAnsiTheme="minorHAnsi" w:cstheme="minorHAnsi"/>
          <w:sz w:val="22"/>
          <w:szCs w:val="22"/>
          <w:lang w:val="en"/>
        </w:rPr>
        <w:t xml:space="preserve"> will</w:t>
      </w:r>
      <w:r>
        <w:rPr>
          <w:rFonts w:asciiTheme="minorHAnsi" w:hAnsiTheme="minorHAnsi" w:cstheme="minorHAnsi"/>
          <w:sz w:val="22"/>
          <w:szCs w:val="22"/>
          <w:lang w:val="en"/>
        </w:rPr>
        <w:t xml:space="preserve"> be deemed to be inappropriate.</w:t>
      </w:r>
      <w:r>
        <w:rPr>
          <w:rFonts w:asciiTheme="minorHAnsi" w:hAnsiTheme="minorHAnsi" w:cstheme="minorHAnsi"/>
          <w:sz w:val="22"/>
          <w:szCs w:val="22"/>
          <w:lang w:val="en-GB"/>
        </w:rPr>
      </w:r>
    </w:p>
    <w:p w14:paraId="6FB30F90" w14:textId="77777777">
      <w:pPr>
        <w:pStyle w:val="1079"/>
        <w:pBdr/>
        <w:spacing w:after="120" w:before="120" w:line="240" w:lineRule="auto"/>
        <w:ind/>
        <w:jc w:val="both"/>
        <w:rPr>
          <w:rFonts w:asciiTheme="minorHAnsi" w:hAnsiTheme="minorHAnsi" w:cstheme="minorHAnsi"/>
          <w:sz w:val="22"/>
          <w:szCs w:val="22"/>
          <w:u w:val="single"/>
          <w:lang w:val="en-GB"/>
        </w:rPr>
      </w:pPr>
      <w:r/>
      <w:bookmarkStart w:id="93" w:name="_Toc83120035"/>
      <w:r/>
      <w:bookmarkStart w:id="94" w:name="_Toc83120033"/>
      <w:r>
        <w:rPr>
          <w:rFonts w:asciiTheme="minorHAnsi" w:hAnsiTheme="minorHAnsi" w:cstheme="minorHAnsi"/>
          <w:sz w:val="22"/>
          <w:szCs w:val="22"/>
          <w:u w:val="single"/>
          <w:lang w:val="en-GB"/>
        </w:rPr>
        <w:t xml:space="preserve">Negotiations</w:t>
      </w:r>
      <w:bookmarkEnd w:id="94"/>
      <w:r/>
      <w:r>
        <w:rPr>
          <w:rFonts w:asciiTheme="minorHAnsi" w:hAnsiTheme="minorHAnsi" w:cstheme="minorHAnsi"/>
          <w:sz w:val="22"/>
          <w:szCs w:val="22"/>
          <w:u w:val="single"/>
          <w:lang w:val="en-GB"/>
        </w:rPr>
      </w:r>
    </w:p>
    <w:p w14:paraId="4368F66E" w14:textId="77777777">
      <w:pPr>
        <w:pBdr/>
        <w:spacing w:before="120"/>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GB"/>
        </w:rPr>
        <w:t xml:space="preserve">After conducting an initial analysis of the bids, the Evaluation Committee may negotiate with all or some of the bidders in accordance with the principle of equality of treatment. </w:t>
      </w:r>
      <w:r>
        <w:rPr>
          <w:rFonts w:asciiTheme="minorHAnsi" w:hAnsiTheme="minorHAnsi" w:cstheme="minorHAnsi"/>
          <w:color w:val="000000"/>
          <w:sz w:val="22"/>
          <w:szCs w:val="22"/>
          <w:lang w:val="en-GB"/>
        </w:rPr>
      </w:r>
    </w:p>
    <w:p w14:paraId="2CC2C230" w14:textId="77777777">
      <w:pPr>
        <w:pBdr/>
        <w:spacing w:before="120"/>
        <w:ind/>
        <w:jc w:val="both"/>
        <w:rPr>
          <w:rFonts w:asciiTheme="minorHAnsi" w:hAnsiTheme="minorHAnsi" w:cstheme="minorHAnsi"/>
          <w:color w:val="000000"/>
          <w:sz w:val="22"/>
          <w:szCs w:val="22"/>
          <w:lang w:val="en-GB"/>
        </w:rPr>
      </w:pPr>
      <w:r>
        <w:rPr>
          <w:rFonts w:asciiTheme="minorHAnsi" w:hAnsiTheme="minorHAnsi" w:cstheme="minorHAnsi"/>
          <w:sz w:val="22"/>
          <w:szCs w:val="22"/>
          <w:lang w:val="en-GB"/>
        </w:rPr>
        <w:t xml:space="preserve">However, the contracting authority reserves the right to award the tender without negotiation.</w:t>
      </w:r>
      <w:r>
        <w:rPr>
          <w:rFonts w:asciiTheme="minorHAnsi" w:hAnsiTheme="minorHAnsi" w:cstheme="minorHAnsi"/>
          <w:color w:val="000000"/>
          <w:sz w:val="22"/>
          <w:szCs w:val="22"/>
          <w:lang w:val="en-GB"/>
        </w:rPr>
      </w:r>
    </w:p>
    <w:p w14:paraId="633EA52B" w14:textId="06B6349B">
      <w:pPr>
        <w:pStyle w:val="1079"/>
        <w:pBdr/>
        <w:spacing w:after="120" w:before="120" w:line="240" w:lineRule="auto"/>
        <w:ind/>
        <w:jc w:val="both"/>
        <w:rPr>
          <w:rFonts w:asciiTheme="minorHAnsi" w:hAnsiTheme="minorHAnsi" w:cstheme="minorHAnsi"/>
          <w:caps/>
          <w:sz w:val="28"/>
          <w:szCs w:val="22"/>
          <w:u w:val="single"/>
          <w:lang w:val="en-GB"/>
        </w:rPr>
      </w:pPr>
      <w:r/>
      <w:bookmarkStart w:id="95" w:name="_GoBack"/>
      <w:r/>
      <w:bookmarkEnd w:id="95"/>
      <w:r>
        <w:rPr>
          <w:rFonts w:asciiTheme="minorHAnsi" w:hAnsiTheme="minorHAnsi" w:cstheme="minorHAnsi"/>
          <w:sz w:val="22"/>
          <w:szCs w:val="22"/>
          <w:u w:val="single"/>
          <w:lang w:val="en"/>
        </w:rPr>
        <w:t xml:space="preserve">Award process</w:t>
      </w:r>
      <w:bookmarkEnd w:id="93"/>
      <w:r>
        <w:rPr>
          <w:rFonts w:asciiTheme="minorHAnsi" w:hAnsiTheme="minorHAnsi" w:cstheme="minorHAnsi"/>
          <w:b w:val="0"/>
          <w:bCs w:val="0"/>
          <w:caps/>
          <w:sz w:val="28"/>
          <w:szCs w:val="22"/>
          <w:u w:val="single"/>
          <w:lang w:val="en"/>
        </w:rPr>
        <w:t xml:space="preserve"> </w:t>
      </w:r>
      <w:r>
        <w:rPr>
          <w:rFonts w:asciiTheme="minorHAnsi" w:hAnsiTheme="minorHAnsi" w:cstheme="minorHAnsi"/>
          <w:caps/>
          <w:sz w:val="28"/>
          <w:szCs w:val="22"/>
          <w:u w:val="single"/>
          <w:lang w:val="en-GB"/>
        </w:rPr>
      </w:r>
    </w:p>
    <w:p w14:paraId="7553552F" w14:textId="77777777">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 xml:space="preserve">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 xml:space="preserve">OS=FS+TS</w:t>
      </w:r>
      <w:r>
        <w:rPr>
          <w:rFonts w:asciiTheme="minorHAnsi" w:hAnsiTheme="minorHAnsi" w:cstheme="minorHAnsi"/>
          <w:sz w:val="22"/>
          <w:szCs w:val="22"/>
          <w:lang w:val="en"/>
        </w:rPr>
        <w:t xml:space="preserve">) will be attributed to each bid that has been assessed for its technical and financial content.</w:t>
      </w:r>
      <w:r>
        <w:rPr>
          <w:rFonts w:asciiTheme="minorHAnsi" w:hAnsiTheme="minorHAnsi" w:cstheme="minorHAnsi"/>
          <w:sz w:val="22"/>
          <w:szCs w:val="22"/>
          <w:lang w:val="en-GB"/>
        </w:rPr>
      </w:r>
    </w:p>
    <w:p w14:paraId="78A0A370" w14:textId="136C7EA9">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bidder who obtains the highest overall score will be deemed to have made the most beneficial economic offer and will be awarded the contract.</w:t>
      </w:r>
      <w:r>
        <w:rPr>
          <w:rFonts w:asciiTheme="minorHAnsi" w:hAnsiTheme="minorHAnsi" w:cstheme="minorHAnsi"/>
          <w:sz w:val="22"/>
          <w:szCs w:val="22"/>
          <w:lang w:val="en-GB"/>
        </w:rPr>
      </w:r>
    </w:p>
    <w:p w14:paraId="44C8804F" w14:textId="170CC546">
      <w:pPr>
        <w:pBdr/>
        <w:spacing w:before="120" w:line="240" w:lineRule="auto"/>
        <w:ind/>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contracting authority may decide not to pursue the tender for reasons of public interest.</w:t>
      </w:r>
      <w:r>
        <w:rPr>
          <w:rFonts w:asciiTheme="minorHAnsi" w:hAnsiTheme="minorHAnsi" w:cstheme="minorHAnsi"/>
          <w:color w:val="000000"/>
          <w:sz w:val="22"/>
          <w:szCs w:val="22"/>
          <w:lang w:val="en-GB"/>
        </w:rPr>
      </w:r>
    </w:p>
    <w:p w14:paraId="050A69CF" w14:textId="2A9DBE42">
      <w:pPr>
        <w:pStyle w:val="1096"/>
        <w:widowControl w:val="false"/>
        <w:numPr>
          <w:ilvl w:val="0"/>
          <w:numId w:val="6"/>
        </w:numPr>
        <w:pBdr/>
        <w:spacing w:after="120" w:before="240"/>
        <w:ind w:hanging="357" w:left="357"/>
        <w:outlineLvl w:val="0"/>
        <w:rPr>
          <w:rFonts w:asciiTheme="minorHAnsi" w:hAnsiTheme="minorHAnsi" w:cstheme="minorHAnsi"/>
          <w:b/>
          <w:caps/>
          <w:sz w:val="28"/>
          <w:szCs w:val="22"/>
          <w:u w:val="single"/>
          <w:lang w:val="en-GB"/>
        </w:rPr>
      </w:pPr>
      <w:r/>
      <w:bookmarkStart w:id="96" w:name="_Toc491193970"/>
      <w:r/>
      <w:bookmarkStart w:id="97" w:name="_Toc491193515"/>
      <w:r/>
      <w:bookmarkStart w:id="98" w:name="_Toc83120036"/>
      <w:r/>
      <w:bookmarkEnd w:id="96"/>
      <w:r/>
      <w:bookmarkEnd w:id="97"/>
      <w:r>
        <w:rPr>
          <w:rFonts w:asciiTheme="minorHAnsi" w:hAnsiTheme="minorHAnsi" w:cstheme="minorHAnsi"/>
          <w:b/>
          <w:bCs/>
          <w:caps/>
          <w:sz w:val="28"/>
          <w:szCs w:val="22"/>
          <w:u w:val="single"/>
          <w:lang w:val="en"/>
        </w:rPr>
        <w:t xml:space="preserve">Processing of personal data in the context of this tender and for the purposes of contract monitoring</w:t>
      </w:r>
      <w:bookmarkEnd w:id="98"/>
      <w:r/>
      <w:r>
        <w:rPr>
          <w:rFonts w:asciiTheme="minorHAnsi" w:hAnsiTheme="minorHAnsi" w:cstheme="minorHAnsi"/>
          <w:b/>
          <w:caps/>
          <w:sz w:val="28"/>
          <w:szCs w:val="22"/>
          <w:u w:val="single"/>
          <w:lang w:val="en-GB"/>
        </w:rPr>
      </w:r>
    </w:p>
    <w:p w14:paraId="61DB45A9" w14:textId="4AC03B6C">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 13 or Regulation (EU) n</w:t>
      </w:r>
      <w:r>
        <w:rPr>
          <w:rFonts w:asciiTheme="minorHAnsi" w:hAnsiTheme="minorHAnsi" w:cstheme="minorHAnsi"/>
          <w:color w:val="auto"/>
          <w:sz w:val="22"/>
          <w:szCs w:val="22"/>
          <w:lang w:val="en"/>
        </w:rPr>
        <w:t xml:space="preserve">o. 2016/679 of the European Parliament and of the Council of 27 April 2016 on the protection of natural persons with regard to the processing of personal data and on the free movement of such data (GDPR), the applicants/bidders are notified that personal d</w:t>
      </w:r>
      <w:r>
        <w:rPr>
          <w:rFonts w:asciiTheme="minorHAnsi" w:hAnsiTheme="minorHAnsi" w:cstheme="minorHAnsi"/>
          <w:color w:val="auto"/>
          <w:sz w:val="22"/>
          <w:szCs w:val="22"/>
          <w:lang w:val="en"/>
        </w:rPr>
        <w:t xml:space="preserve">ata, notably name, first name and e-mail address collected when using under the French government procurement platform (https://www.marches-publics.gouv.fr) in the context of this tender procedure and execution of the associated contract, may be processed.</w:t>
      </w:r>
      <w:r>
        <w:rPr>
          <w:rFonts w:asciiTheme="minorHAnsi" w:hAnsiTheme="minorHAnsi" w:cstheme="minorHAnsi"/>
          <w:color w:val="auto"/>
          <w:sz w:val="22"/>
          <w:szCs w:val="22"/>
          <w:lang w:val="en-GB"/>
        </w:rPr>
      </w:r>
    </w:p>
    <w:p w14:paraId="340C3C70"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 xml:space="preserve">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r>
        <w:rPr>
          <w:rFonts w:asciiTheme="minorHAnsi" w:hAnsiTheme="minorHAnsi" w:cstheme="minorHAnsi"/>
          <w:color w:val="auto"/>
          <w:sz w:val="22"/>
          <w:szCs w:val="22"/>
          <w:lang w:val="en-GB"/>
        </w:rPr>
      </w:r>
    </w:p>
    <w:p w14:paraId="54775892"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outside the scope of PLACE services, Expertise France, the contracting authority, is the controller of personal data.</w:t>
      </w:r>
      <w:r>
        <w:rPr>
          <w:rFonts w:asciiTheme="minorHAnsi" w:hAnsiTheme="minorHAnsi" w:cstheme="minorHAnsi"/>
          <w:color w:val="auto"/>
          <w:sz w:val="22"/>
          <w:szCs w:val="22"/>
          <w:lang w:val="en-GB"/>
        </w:rPr>
      </w:r>
    </w:p>
    <w:p w14:paraId="018DC89D" w14:textId="77777777">
      <w:pPr>
        <w:pStyle w:val="1079"/>
        <w:pBdr/>
        <w:spacing w:after="120" w:before="120" w:line="240" w:lineRule="auto"/>
        <w:ind/>
        <w:jc w:val="both"/>
        <w:rPr>
          <w:rFonts w:asciiTheme="minorHAnsi" w:hAnsiTheme="minorHAnsi" w:cstheme="minorHAnsi"/>
          <w:sz w:val="22"/>
          <w:szCs w:val="22"/>
          <w:u w:val="single"/>
          <w:lang w:val="en-GB"/>
        </w:rPr>
      </w:pPr>
      <w:r/>
      <w:bookmarkStart w:id="99" w:name="_Toc83120037"/>
      <w:r>
        <w:rPr>
          <w:rFonts w:asciiTheme="minorHAnsi" w:hAnsiTheme="minorHAnsi" w:cstheme="minorHAnsi"/>
          <w:sz w:val="22"/>
          <w:szCs w:val="22"/>
          <w:u w:val="single"/>
          <w:lang w:val="en"/>
        </w:rPr>
        <w:t xml:space="preserve">Identity and contact details of the data controller and its representative</w:t>
      </w:r>
      <w:bookmarkEnd w:id="99"/>
      <w:r/>
      <w:r>
        <w:rPr>
          <w:rFonts w:asciiTheme="minorHAnsi" w:hAnsiTheme="minorHAnsi" w:cstheme="minorHAnsi"/>
          <w:sz w:val="22"/>
          <w:szCs w:val="22"/>
          <w:u w:val="single"/>
          <w:lang w:val="en-GB"/>
        </w:rPr>
      </w:r>
    </w:p>
    <w:p w14:paraId="3755CDE8" w14:textId="77777777">
      <w:pPr>
        <w:pStyle w:val="1079"/>
        <w:pBdr/>
        <w:spacing w:after="120" w:before="120" w:line="240" w:lineRule="auto"/>
        <w:ind w:left="708"/>
        <w:jc w:val="both"/>
        <w:rPr>
          <w:rFonts w:asciiTheme="minorHAnsi" w:hAnsiTheme="minorHAnsi" w:cstheme="minorHAnsi"/>
          <w:sz w:val="22"/>
          <w:szCs w:val="22"/>
          <w:u w:val="single"/>
        </w:rPr>
      </w:pPr>
      <w:r/>
      <w:bookmarkStart w:id="100" w:name="_Toc83120038"/>
      <w:r>
        <w:rPr>
          <w:rFonts w:asciiTheme="minorHAnsi" w:hAnsiTheme="minorHAnsi" w:cstheme="minorHAnsi"/>
          <w:sz w:val="22"/>
          <w:szCs w:val="22"/>
          <w:u w:val="single"/>
        </w:rPr>
        <w:t xml:space="preserve">For the PLACE platform:</w:t>
      </w:r>
      <w:bookmarkEnd w:id="100"/>
      <w:r>
        <w:rPr>
          <w:rFonts w:asciiTheme="minorHAnsi" w:hAnsiTheme="minorHAnsi" w:cstheme="minorHAnsi"/>
          <w:sz w:val="22"/>
          <w:szCs w:val="22"/>
          <w:u w:val="single"/>
        </w:rPr>
        <w:t xml:space="preserve"> </w:t>
      </w:r>
      <w:r>
        <w:rPr>
          <w:rFonts w:asciiTheme="minorHAnsi" w:hAnsiTheme="minorHAnsi" w:cstheme="minorHAnsi"/>
          <w:sz w:val="22"/>
          <w:szCs w:val="22"/>
          <w:u w:val="single"/>
        </w:rPr>
      </w:r>
    </w:p>
    <w:p w14:paraId="71C910D3" w14:textId="77777777">
      <w:pPr>
        <w:pStyle w:val="1108"/>
        <w:pBdr/>
        <w:spacing w:before="120"/>
        <w:ind/>
        <w:jc w:val="both"/>
        <w:rPr>
          <w:rFonts w:asciiTheme="minorHAnsi" w:hAnsiTheme="minorHAnsi" w:cstheme="minorHAnsi"/>
          <w:color w:val="auto"/>
          <w:sz w:val="22"/>
          <w:szCs w:val="22"/>
        </w:rPr>
      </w:pPr>
      <w:r>
        <w:rPr>
          <w:rFonts w:asciiTheme="minorHAnsi" w:hAnsiTheme="minorHAnsi" w:cstheme="minorHAnsi"/>
          <w:i/>
          <w:iCs/>
          <w:color w:val="auto"/>
          <w:sz w:val="22"/>
          <w:szCs w:val="22"/>
        </w:rPr>
        <w:t xml:space="preserve">Ministère de l'action et des comptes publics</w:t>
      </w:r>
      <w:r>
        <w:rPr>
          <w:rFonts w:asciiTheme="minorHAnsi" w:hAnsiTheme="minorHAnsi" w:cstheme="minorHAnsi"/>
          <w:color w:val="auto"/>
          <w:sz w:val="22"/>
          <w:szCs w:val="22"/>
        </w:rPr>
        <w:t xml:space="preserve"> (Ministry of Public Accounts)</w:t>
      </w:r>
      <w:r>
        <w:rPr>
          <w:rFonts w:asciiTheme="minorHAnsi" w:hAnsiTheme="minorHAnsi" w:cstheme="minorHAnsi"/>
          <w:color w:val="auto"/>
          <w:sz w:val="22"/>
          <w:szCs w:val="22"/>
        </w:rPr>
      </w:r>
    </w:p>
    <w:p w14:paraId="49976843" w14:textId="77777777">
      <w:pPr>
        <w:pStyle w:val="1108"/>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59, boulevard Vincent Auriol</w:t>
      </w:r>
      <w:r>
        <w:rPr>
          <w:rFonts w:asciiTheme="minorHAnsi" w:hAnsiTheme="minorHAnsi" w:cstheme="minorHAnsi"/>
          <w:color w:val="auto"/>
          <w:sz w:val="22"/>
          <w:szCs w:val="22"/>
        </w:rPr>
      </w:r>
    </w:p>
    <w:p w14:paraId="5087A4AF" w14:textId="77777777">
      <w:pPr>
        <w:pStyle w:val="1108"/>
        <w:pBdr/>
        <w:spacing w:before="120"/>
        <w:ind/>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75703 Paris Cedex 13</w:t>
      </w:r>
      <w:r>
        <w:rPr>
          <w:rFonts w:asciiTheme="minorHAnsi" w:hAnsiTheme="minorHAnsi" w:cstheme="minorHAnsi"/>
          <w:color w:val="auto"/>
          <w:sz w:val="22"/>
          <w:szCs w:val="22"/>
        </w:rPr>
      </w:r>
    </w:p>
    <w:p w14:paraId="7EC5BF50"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Director of Public Procurement</w:t>
      </w:r>
      <w:r>
        <w:rPr>
          <w:rFonts w:asciiTheme="minorHAnsi" w:hAnsiTheme="minorHAnsi" w:cstheme="minorHAnsi"/>
          <w:color w:val="auto"/>
          <w:sz w:val="22"/>
          <w:szCs w:val="22"/>
          <w:lang w:val="en-GB"/>
        </w:rPr>
      </w:r>
    </w:p>
    <w:p w14:paraId="034955EE"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p>
    <w:p w14:paraId="2F72344C"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Department of Public Procurement, represented by its director.</w:t>
      </w:r>
      <w:r>
        <w:rPr>
          <w:rFonts w:asciiTheme="minorHAnsi" w:hAnsiTheme="minorHAnsi" w:cstheme="minorHAnsi"/>
          <w:color w:val="auto"/>
          <w:sz w:val="22"/>
          <w:szCs w:val="22"/>
          <w:lang w:val="en-GB"/>
        </w:rPr>
      </w:r>
    </w:p>
    <w:p w14:paraId="4B4D213A" w14:textId="77777777">
      <w:pPr>
        <w:pStyle w:val="1079"/>
        <w:pBdr/>
        <w:spacing w:after="120" w:before="120" w:line="240" w:lineRule="auto"/>
        <w:ind w:left="708"/>
        <w:jc w:val="both"/>
        <w:rPr>
          <w:rFonts w:asciiTheme="minorHAnsi" w:hAnsiTheme="minorHAnsi" w:cstheme="minorHAnsi"/>
          <w:sz w:val="22"/>
          <w:szCs w:val="22"/>
          <w:u w:val="single"/>
          <w:lang w:val="en-GB"/>
        </w:rPr>
      </w:pPr>
      <w:r/>
      <w:bookmarkStart w:id="101" w:name="_Toc83120039"/>
      <w:r>
        <w:rPr>
          <w:rFonts w:asciiTheme="minorHAnsi" w:hAnsiTheme="minorHAnsi" w:cstheme="minorHAnsi"/>
          <w:sz w:val="22"/>
          <w:szCs w:val="22"/>
          <w:u w:val="single"/>
          <w:lang w:val="en"/>
        </w:rPr>
        <w:t xml:space="preserve">Contact details of the Data Protection Officer:</w:t>
      </w:r>
      <w:bookmarkEnd w:id="101"/>
      <w:r/>
      <w:r>
        <w:rPr>
          <w:rFonts w:asciiTheme="minorHAnsi" w:hAnsiTheme="minorHAnsi" w:cstheme="minorHAnsi"/>
          <w:sz w:val="22"/>
          <w:szCs w:val="22"/>
          <w:u w:val="single"/>
          <w:lang w:val="en-GB"/>
        </w:rPr>
      </w:r>
    </w:p>
    <w:p w14:paraId="4A91DEFE" w14:textId="5924A205">
      <w:pPr>
        <w:pStyle w:val="1108"/>
        <w:pBdr/>
        <w:spacing w:before="120"/>
        <w:ind/>
        <w:jc w:val="both"/>
        <w:rPr>
          <w:rFonts w:asciiTheme="minorHAnsi" w:hAnsiTheme="minorHAnsi" w:cstheme="minorHAnsi"/>
          <w:color w:val="auto"/>
          <w:sz w:val="22"/>
          <w:szCs w:val="22"/>
          <w:lang w:val="en-GB"/>
        </w:rPr>
      </w:pPr>
      <w:r/>
      <w:hyperlink r:id="rId23" w:tooltip="mailto:le-delegue-a-la-protection-des-donnees-personnelles@finances.gouv.fr" w:history="1">
        <w:r>
          <w:rPr>
            <w:rFonts w:asciiTheme="minorHAnsi" w:hAnsiTheme="minorHAnsi" w:cstheme="minorHAnsi"/>
            <w:color w:val="auto"/>
            <w:sz w:val="22"/>
            <w:szCs w:val="22"/>
            <w:lang w:val="en"/>
          </w:rPr>
          <w:t xml:space="preserve">le-delegue-a-la-protection-des-donnees-personnelles@finances.gouv.fr</w:t>
        </w:r>
      </w:hyperlink>
      <w:r/>
      <w:r>
        <w:rPr>
          <w:rFonts w:asciiTheme="minorHAnsi" w:hAnsiTheme="minorHAnsi" w:cstheme="minorHAnsi"/>
          <w:color w:val="auto"/>
          <w:sz w:val="22"/>
          <w:szCs w:val="22"/>
          <w:lang w:val="en-GB"/>
        </w:rPr>
      </w:r>
    </w:p>
    <w:p w14:paraId="5381F1CA"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14:paraId="3B25C6AC" w14:textId="77777777">
      <w:pPr>
        <w:pStyle w:val="1079"/>
        <w:pBdr/>
        <w:spacing w:after="120" w:before="120" w:line="240" w:lineRule="auto"/>
        <w:ind w:left="708"/>
        <w:jc w:val="both"/>
        <w:rPr>
          <w:rFonts w:asciiTheme="minorHAnsi" w:hAnsiTheme="minorHAnsi" w:cstheme="minorHAnsi"/>
          <w:sz w:val="22"/>
          <w:szCs w:val="22"/>
          <w:u w:val="single"/>
          <w:lang w:val="en-GB"/>
        </w:rPr>
      </w:pPr>
      <w:r/>
      <w:bookmarkStart w:id="102" w:name="_Toc83120040"/>
      <w:r>
        <w:rPr>
          <w:rFonts w:asciiTheme="minorHAnsi" w:hAnsiTheme="minorHAnsi" w:cstheme="minorHAnsi"/>
          <w:sz w:val="22"/>
          <w:szCs w:val="22"/>
          <w:u w:val="single"/>
          <w:lang w:val="en"/>
        </w:rPr>
        <w:t xml:space="preserve">For the contracting authority:</w:t>
      </w:r>
      <w:bookmarkEnd w:id="102"/>
      <w:r>
        <w:rPr>
          <w:rFonts w:asciiTheme="minorHAnsi" w:hAnsiTheme="minorHAnsi" w:cstheme="minorHAnsi"/>
          <w:sz w:val="22"/>
          <w:szCs w:val="22"/>
          <w:u w:val="single"/>
          <w:lang w:val="en"/>
        </w:rPr>
        <w:t xml:space="preserve"> </w:t>
      </w:r>
      <w:r>
        <w:rPr>
          <w:rFonts w:asciiTheme="minorHAnsi" w:hAnsiTheme="minorHAnsi" w:cstheme="minorHAnsi"/>
          <w:sz w:val="22"/>
          <w:szCs w:val="22"/>
          <w:u w:val="single"/>
          <w:lang w:val="en-GB"/>
        </w:rPr>
      </w:r>
    </w:p>
    <w:p w14:paraId="33438ABA"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w:t>
      </w:r>
      <w:r>
        <w:rPr>
          <w:rFonts w:asciiTheme="minorHAnsi" w:hAnsiTheme="minorHAnsi" w:cstheme="minorHAnsi"/>
          <w:color w:val="auto"/>
          <w:sz w:val="22"/>
          <w:szCs w:val="22"/>
          <w:lang w:val="en-GB"/>
        </w:rPr>
      </w:r>
    </w:p>
    <w:p w14:paraId="412DDE08" w14:textId="763CF809">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40, Boulevard de Port Royal</w:t>
      </w:r>
      <w:r>
        <w:rPr>
          <w:rFonts w:asciiTheme="minorHAnsi" w:hAnsiTheme="minorHAnsi" w:cstheme="minorHAnsi"/>
          <w:color w:val="auto"/>
          <w:sz w:val="22"/>
          <w:szCs w:val="22"/>
          <w:lang w:val="en-GB"/>
        </w:rPr>
      </w:r>
    </w:p>
    <w:p w14:paraId="17ABB84B" w14:textId="6D4A10FE">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75005 Paris</w:t>
      </w:r>
      <w:r>
        <w:rPr>
          <w:rFonts w:asciiTheme="minorHAnsi" w:hAnsiTheme="minorHAnsi" w:cstheme="minorHAnsi"/>
          <w:color w:val="auto"/>
          <w:sz w:val="22"/>
          <w:szCs w:val="22"/>
          <w:lang w:val="en-GB"/>
        </w:rPr>
      </w:r>
    </w:p>
    <w:p w14:paraId="31C9D17D" w14:textId="0D66ECC6">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Represented by the Managing Director,</w:t>
      </w:r>
      <w:r>
        <w:rPr>
          <w:rFonts w:asciiTheme="minorHAnsi" w:hAnsiTheme="minorHAnsi" w:cstheme="minorHAnsi"/>
          <w:color w:val="auto"/>
          <w:sz w:val="22"/>
          <w:szCs w:val="22"/>
          <w:lang w:val="en-GB"/>
        </w:rPr>
      </w:r>
    </w:p>
    <w:p w14:paraId="267683C0"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r>
        <w:rPr>
          <w:rFonts w:asciiTheme="minorHAnsi" w:hAnsiTheme="minorHAnsi" w:cstheme="minorHAnsi"/>
          <w:color w:val="auto"/>
          <w:sz w:val="22"/>
          <w:szCs w:val="22"/>
          <w:lang w:val="en-GB"/>
        </w:rPr>
      </w:r>
    </w:p>
    <w:p w14:paraId="2BA92056"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IT Department, represented by its director</w:t>
      </w:r>
      <w:r>
        <w:rPr>
          <w:rFonts w:asciiTheme="minorHAnsi" w:hAnsiTheme="minorHAnsi" w:cstheme="minorHAnsi"/>
          <w:color w:val="auto"/>
          <w:sz w:val="22"/>
          <w:szCs w:val="22"/>
          <w:lang w:val="en-GB"/>
        </w:rPr>
      </w:r>
    </w:p>
    <w:p w14:paraId="124A56F1" w14:textId="77777777">
      <w:pPr>
        <w:pStyle w:val="1079"/>
        <w:pBdr/>
        <w:spacing w:after="120" w:before="120" w:line="240" w:lineRule="auto"/>
        <w:ind w:left="708"/>
        <w:jc w:val="both"/>
        <w:rPr>
          <w:rFonts w:asciiTheme="minorHAnsi" w:hAnsiTheme="minorHAnsi" w:cstheme="minorHAnsi"/>
          <w:sz w:val="22"/>
          <w:szCs w:val="22"/>
          <w:u w:val="single"/>
          <w:lang w:val="en-GB"/>
        </w:rPr>
      </w:pPr>
      <w:r/>
      <w:bookmarkStart w:id="103" w:name="_Toc83120041"/>
      <w:r>
        <w:rPr>
          <w:rFonts w:asciiTheme="minorHAnsi" w:hAnsiTheme="minorHAnsi" w:cstheme="minorHAnsi"/>
          <w:sz w:val="22"/>
          <w:szCs w:val="22"/>
          <w:u w:val="single"/>
          <w:lang w:val="en"/>
        </w:rPr>
        <w:t xml:space="preserve">Contact details of the Data Protection Officer:</w:t>
      </w:r>
      <w:bookmarkEnd w:id="103"/>
      <w:r/>
      <w:r>
        <w:rPr>
          <w:rFonts w:asciiTheme="minorHAnsi" w:hAnsiTheme="minorHAnsi" w:cstheme="minorHAnsi"/>
          <w:sz w:val="22"/>
          <w:szCs w:val="22"/>
          <w:u w:val="single"/>
          <w:lang w:val="en-GB"/>
        </w:rPr>
      </w:r>
    </w:p>
    <w:p w14:paraId="48F60AE8" w14:textId="77777777">
      <w:pPr>
        <w:pStyle w:val="1108"/>
        <w:pBdr/>
        <w:spacing w:before="120"/>
        <w:ind/>
        <w:jc w:val="both"/>
        <w:rPr>
          <w:rFonts w:asciiTheme="minorHAnsi" w:hAnsiTheme="minorHAnsi" w:cstheme="minorHAnsi"/>
          <w:color w:val="auto"/>
          <w:sz w:val="22"/>
          <w:szCs w:val="22"/>
          <w:lang w:val="en-GB"/>
        </w:rPr>
      </w:pPr>
      <w:r/>
      <w:hyperlink r:id="rId24" w:tooltip="mailto:informatique.libertes@expertisefrance.fr" w:history="1">
        <w:r>
          <w:rPr>
            <w:rFonts w:asciiTheme="minorHAnsi" w:hAnsiTheme="minorHAnsi" w:cstheme="minorHAnsi"/>
            <w:color w:val="auto"/>
            <w:sz w:val="22"/>
            <w:szCs w:val="22"/>
            <w:lang w:val="en"/>
          </w:rPr>
          <w:t xml:space="preserve">informatique.libertes@expertisefrance.fr</w:t>
        </w:r>
      </w:hyperlink>
      <w:r/>
      <w:r>
        <w:rPr>
          <w:rFonts w:asciiTheme="minorHAnsi" w:hAnsiTheme="minorHAnsi" w:cstheme="minorHAnsi"/>
          <w:color w:val="auto"/>
          <w:sz w:val="22"/>
          <w:szCs w:val="22"/>
          <w:lang w:val="en-GB"/>
        </w:rPr>
      </w:r>
    </w:p>
    <w:p w14:paraId="220D3854" w14:textId="5B7AC15F">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14:paraId="7036C461"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legal basis under which such processing is performed are set out in c) and e) of Article 6.1 of the GDPR, namely:</w:t>
      </w:r>
      <w:r>
        <w:rPr>
          <w:rFonts w:asciiTheme="minorHAnsi" w:hAnsiTheme="minorHAnsi" w:cstheme="minorHAnsi"/>
          <w:color w:val="auto"/>
          <w:sz w:val="22"/>
          <w:szCs w:val="22"/>
          <w:lang w:val="en-GB"/>
        </w:rPr>
      </w:r>
    </w:p>
    <w:p w14:paraId="0018C397" w14:textId="6D066A5D">
      <w:pPr>
        <w:pStyle w:val="1108"/>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in order to comply with a legal obligation by which Expertise France is bound;</w:t>
      </w:r>
      <w:r>
        <w:rPr>
          <w:rFonts w:asciiTheme="minorHAnsi" w:hAnsiTheme="minorHAnsi" w:cstheme="minorHAnsi"/>
          <w:color w:val="auto"/>
          <w:sz w:val="22"/>
          <w:szCs w:val="22"/>
          <w:lang w:val="en-GB"/>
        </w:rPr>
      </w:r>
    </w:p>
    <w:p w14:paraId="51141F31" w14:textId="6C1BFCCE">
      <w:pPr>
        <w:pStyle w:val="1108"/>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processing is necessary for performance of a public-interest assignment or which falls within the scope of the public authority entrusted to Expertise France.</w:t>
      </w:r>
      <w:r>
        <w:rPr>
          <w:rFonts w:asciiTheme="minorHAnsi" w:hAnsiTheme="minorHAnsi" w:cstheme="minorHAnsi"/>
          <w:color w:val="auto"/>
          <w:sz w:val="22"/>
          <w:szCs w:val="22"/>
          <w:lang w:val="en-GB"/>
        </w:rPr>
      </w:r>
    </w:p>
    <w:p w14:paraId="0BFD8282" w14:textId="78ED0FFD">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r>
        <w:rPr>
          <w:rFonts w:asciiTheme="minorHAnsi" w:hAnsiTheme="minorHAnsi" w:cstheme="minorHAnsi"/>
          <w:color w:val="auto"/>
          <w:sz w:val="22"/>
          <w:szCs w:val="22"/>
          <w:lang w:val="en-GB"/>
        </w:rPr>
      </w:r>
    </w:p>
    <w:p w14:paraId="17845EF7" w14:textId="74DC7016">
      <w:pPr>
        <w:pStyle w:val="1108"/>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r>
        <w:rPr>
          <w:rFonts w:asciiTheme="minorHAnsi" w:hAnsiTheme="minorHAnsi" w:cstheme="minorHAnsi"/>
          <w:color w:val="auto"/>
          <w:sz w:val="22"/>
          <w:szCs w:val="22"/>
          <w:lang w:val="en-GB"/>
        </w:rPr>
      </w:r>
    </w:p>
    <w:p w14:paraId="4C3BE3E0" w14:textId="08BE6D4A">
      <w:pPr>
        <w:pStyle w:val="1108"/>
        <w:numPr>
          <w:ilvl w:val="0"/>
          <w:numId w:val="18"/>
        </w:numPr>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r>
        <w:rPr>
          <w:rFonts w:asciiTheme="minorHAnsi" w:hAnsiTheme="minorHAnsi" w:cstheme="minorHAnsi"/>
          <w:color w:val="auto"/>
          <w:sz w:val="22"/>
          <w:szCs w:val="22"/>
          <w:lang w:val="en-GB"/>
        </w:rPr>
      </w:r>
    </w:p>
    <w:p w14:paraId="30A1E06B"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recipients or category </w:t>
      </w:r>
      <w:r>
        <w:rPr>
          <w:rFonts w:asciiTheme="minorHAnsi" w:hAnsiTheme="minorHAnsi" w:cstheme="minorHAnsi"/>
          <w:color w:val="auto"/>
          <w:sz w:val="22"/>
          <w:szCs w:val="22"/>
          <w:lang w:val="en"/>
        </w:rPr>
        <w:t xml:space="preserve">of recipients of the personal data are exclusively authorised personnel of the Contracting Authority, ministries and state operators responsible for awarding and executing this contract, including any service providers assisting them with their activities.</w:t>
      </w:r>
      <w:r>
        <w:rPr>
          <w:rFonts w:asciiTheme="minorHAnsi" w:hAnsiTheme="minorHAnsi" w:cstheme="minorHAnsi"/>
          <w:color w:val="auto"/>
          <w:sz w:val="22"/>
          <w:szCs w:val="22"/>
          <w:lang w:val="en-GB"/>
        </w:rPr>
      </w:r>
    </w:p>
    <w:p w14:paraId="4D2B2CC1"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Retention period: the data will be held throughout the award process and execution of the contract, including the DUA (duration of administrative usefulness) applicable to the contract.</w:t>
      </w:r>
      <w:r>
        <w:rPr>
          <w:rFonts w:asciiTheme="minorHAnsi" w:hAnsiTheme="minorHAnsi" w:cstheme="minorHAnsi"/>
          <w:color w:val="auto"/>
          <w:sz w:val="22"/>
          <w:szCs w:val="22"/>
          <w:lang w:val="en-GB"/>
        </w:rPr>
      </w:r>
    </w:p>
    <w:p w14:paraId="0C60D7AF"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Under Articles 15 to 21 of the GDPR, persons whose personal data is collected enjoy a right of access, rectifica</w:t>
      </w:r>
      <w:r>
        <w:rPr>
          <w:rFonts w:asciiTheme="minorHAnsi" w:hAnsiTheme="minorHAnsi" w:cstheme="minorHAnsi"/>
          <w:color w:val="auto"/>
          <w:sz w:val="22"/>
          <w:szCs w:val="22"/>
          <w:lang w:val="en"/>
        </w:rPr>
        <w:t xml:space="preserve">tion and deletion with regard to such data. They also enjoy the right to restrict and refuse processing on legitimate grounds. The information and other rights of data subjects may be exercised by contacting the Data Protection Officer of Expertise France.</w:t>
      </w:r>
      <w:r>
        <w:rPr>
          <w:rFonts w:asciiTheme="minorHAnsi" w:hAnsiTheme="minorHAnsi" w:cstheme="minorHAnsi"/>
          <w:color w:val="auto"/>
          <w:sz w:val="22"/>
          <w:szCs w:val="22"/>
          <w:lang w:val="en-GB"/>
        </w:rPr>
      </w:r>
    </w:p>
    <w:p w14:paraId="7A3F19CE"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Persons whose personal data is collected under this procedure may submit a complaint to CNIL.</w:t>
      </w:r>
      <w:r>
        <w:rPr>
          <w:rFonts w:asciiTheme="minorHAnsi" w:hAnsiTheme="minorHAnsi" w:cstheme="minorHAnsi"/>
          <w:color w:val="auto"/>
          <w:sz w:val="22"/>
          <w:szCs w:val="22"/>
          <w:lang w:val="en-GB"/>
        </w:rPr>
      </w:r>
    </w:p>
    <w:p w14:paraId="6AF78D03" w14:textId="77777777">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14:paraId="35E99F2E" w14:textId="77777777">
      <w:pPr>
        <w:pStyle w:val="1096"/>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4" w:name="_Toc83120042"/>
      <w:r>
        <w:rPr>
          <w:rFonts w:asciiTheme="minorHAnsi" w:hAnsiTheme="minorHAnsi" w:cstheme="minorHAnsi"/>
          <w:b/>
          <w:bCs/>
          <w:caps/>
          <w:sz w:val="28"/>
          <w:szCs w:val="22"/>
          <w:u w:val="single"/>
          <w:lang w:val="en"/>
        </w:rPr>
        <w:t xml:space="preserve">ADDITIONAL INFORMATION</w:t>
      </w:r>
      <w:bookmarkEnd w:id="104"/>
      <w:r/>
      <w:r>
        <w:rPr>
          <w:rFonts w:asciiTheme="minorHAnsi" w:hAnsiTheme="minorHAnsi" w:cstheme="minorHAnsi"/>
          <w:b/>
          <w:caps/>
          <w:sz w:val="28"/>
          <w:szCs w:val="22"/>
          <w:u w:val="single"/>
        </w:rPr>
      </w:r>
    </w:p>
    <w:p w14:paraId="5E8C818C"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Any request for additional information about technical or administrative matters must be forwarded via the government procurement platform at least 5 business days prior to the bid submission deadline.</w:t>
      </w:r>
      <w:r>
        <w:rPr>
          <w:rFonts w:asciiTheme="minorHAnsi" w:hAnsiTheme="minorHAnsi" w:cstheme="minorHAnsi"/>
          <w:color w:val="auto"/>
          <w:sz w:val="22"/>
          <w:szCs w:val="22"/>
          <w:lang w:val="en-GB"/>
        </w:rPr>
      </w:r>
    </w:p>
    <w:p w14:paraId="4F52CFE5" w14:textId="183FC6C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Expertise France undertakes to provide a response 2 business days at most bef</w:t>
      </w:r>
      <w:r>
        <w:rPr>
          <w:rFonts w:asciiTheme="minorHAnsi" w:hAnsiTheme="minorHAnsi" w:cstheme="minorHAnsi"/>
          <w:color w:val="auto"/>
          <w:sz w:val="22"/>
          <w:szCs w:val="22"/>
          <w:lang w:val="en"/>
        </w:rPr>
        <w:t xml:space="preserve">ore the bid submission deadline.</w:t>
      </w:r>
      <w:r>
        <w:rPr>
          <w:rFonts w:asciiTheme="minorHAnsi" w:hAnsiTheme="minorHAnsi" w:cstheme="minorHAnsi"/>
          <w:color w:val="auto"/>
          <w:sz w:val="22"/>
          <w:szCs w:val="22"/>
          <w:lang w:val="en-GB"/>
        </w:rPr>
      </w:r>
    </w:p>
    <w:p w14:paraId="36FE5D95"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If a candidate asks any questions, all candidates will receive an e-mail asking them to consider one or more documents provided in response to the questions concerned.</w:t>
      </w:r>
      <w:r>
        <w:rPr>
          <w:rFonts w:asciiTheme="minorHAnsi" w:hAnsiTheme="minorHAnsi" w:cstheme="minorHAnsi"/>
          <w:color w:val="auto"/>
          <w:sz w:val="22"/>
          <w:szCs w:val="22"/>
          <w:lang w:val="en-GB"/>
        </w:rPr>
      </w:r>
    </w:p>
    <w:p w14:paraId="52F1510C" w14:textId="77777777">
      <w:pPr>
        <w:pStyle w:val="1108"/>
        <w:pBdr/>
        <w:spacing w:before="120"/>
        <w:ind/>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GB"/>
        </w:rPr>
      </w:r>
      <w:r>
        <w:rPr>
          <w:rFonts w:asciiTheme="minorHAnsi" w:hAnsiTheme="minorHAnsi" w:cstheme="minorHAnsi"/>
          <w:color w:val="auto"/>
          <w:sz w:val="22"/>
          <w:szCs w:val="22"/>
          <w:lang w:val="en-GB"/>
        </w:rPr>
      </w:r>
    </w:p>
    <w:p w14:paraId="6892E0FB" w14:textId="3E4F20F7">
      <w:pPr>
        <w:pStyle w:val="1096"/>
        <w:widowControl w:val="false"/>
        <w:numPr>
          <w:ilvl w:val="0"/>
          <w:numId w:val="6"/>
        </w:numPr>
        <w:pBdr/>
        <w:spacing w:after="120" w:before="240"/>
        <w:ind w:hanging="357" w:left="357"/>
        <w:outlineLvl w:val="0"/>
        <w:rPr>
          <w:rFonts w:asciiTheme="minorHAnsi" w:hAnsiTheme="minorHAnsi" w:cstheme="minorHAnsi"/>
          <w:b/>
          <w:caps/>
          <w:sz w:val="28"/>
          <w:szCs w:val="22"/>
          <w:u w:val="single"/>
        </w:rPr>
      </w:pPr>
      <w:r/>
      <w:bookmarkStart w:id="105" w:name="_Toc410899708"/>
      <w:r/>
      <w:bookmarkStart w:id="106" w:name="_Toc83120043"/>
      <w:r>
        <w:rPr>
          <w:rFonts w:asciiTheme="minorHAnsi" w:hAnsiTheme="minorHAnsi" w:cstheme="minorHAnsi"/>
          <w:b/>
          <w:bCs/>
          <w:caps/>
          <w:sz w:val="28"/>
          <w:szCs w:val="22"/>
          <w:u w:val="single"/>
          <w:lang w:val="en"/>
        </w:rPr>
        <w:t xml:space="preserve">Appeal channels and deadlines</w:t>
      </w:r>
      <w:bookmarkEnd w:id="105"/>
      <w:r/>
      <w:bookmarkEnd w:id="106"/>
      <w:r/>
      <w:r>
        <w:rPr>
          <w:rFonts w:asciiTheme="minorHAnsi" w:hAnsiTheme="minorHAnsi" w:cstheme="minorHAnsi"/>
          <w:b/>
          <w:caps/>
          <w:sz w:val="28"/>
          <w:szCs w:val="22"/>
          <w:u w:val="single"/>
        </w:rPr>
      </w:r>
    </w:p>
    <w:p w14:paraId="65CDE794" w14:textId="1A837921">
      <w:pPr>
        <w:pBdr/>
        <w:spacing w:before="120" w:line="240" w:lineRule="auto"/>
        <w:ind/>
        <w:jc w:val="both"/>
        <w:rPr>
          <w:rFonts w:asciiTheme="minorHAnsi" w:hAnsiTheme="minorHAnsi" w:cstheme="minorHAnsi"/>
          <w:sz w:val="22"/>
          <w:szCs w:val="22"/>
          <w:lang w:val="en"/>
        </w:rPr>
      </w:pPr>
      <w:r>
        <w:rPr>
          <w:rFonts w:asciiTheme="minorHAnsi" w:hAnsiTheme="minorHAnsi" w:cstheme="minorHAnsi"/>
          <w:sz w:val="22"/>
          <w:szCs w:val="22"/>
          <w:lang w:val="en"/>
        </w:rPr>
        <w:t xml:space="preserve">The body respons</w:t>
      </w:r>
      <w:r>
        <w:rPr>
          <w:rFonts w:asciiTheme="minorHAnsi" w:hAnsiTheme="minorHAnsi" w:cstheme="minorHAnsi"/>
          <w:sz w:val="22"/>
          <w:szCs w:val="22"/>
          <w:lang w:val="en"/>
        </w:rPr>
        <w:t xml:space="preserve">ible for the appeals process is:</w:t>
      </w:r>
      <w:r>
        <w:rPr>
          <w:rFonts w:asciiTheme="minorHAnsi" w:hAnsiTheme="minorHAnsi" w:cstheme="minorHAnsi"/>
          <w:sz w:val="22"/>
          <w:szCs w:val="22"/>
          <w:lang w:val="en"/>
        </w:rPr>
      </w:r>
    </w:p>
    <w:p w14:paraId="749F5052" w14:textId="05BBE4E3">
      <w:pPr>
        <w:pBdr/>
        <w:spacing w:before="120"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Paris Judicial Court,</w:t>
      </w:r>
      <w:r>
        <w:rPr>
          <w:rFonts w:asciiTheme="minorHAnsi" w:hAnsiTheme="minorHAnsi" w:cstheme="minorHAnsi"/>
          <w:sz w:val="22"/>
          <w:szCs w:val="22"/>
        </w:rPr>
      </w:r>
    </w:p>
    <w:p w14:paraId="1ED94982" w14:textId="77777777">
      <w:pPr>
        <w:pBdr/>
        <w:spacing w:before="120"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Parvis du Tribunal de Paris 75 859 PARIS Cedex 17</w:t>
      </w:r>
      <w:r>
        <w:rPr>
          <w:rFonts w:asciiTheme="minorHAnsi" w:hAnsiTheme="minorHAnsi" w:cstheme="minorHAnsi"/>
          <w:sz w:val="22"/>
          <w:szCs w:val="22"/>
        </w:rPr>
      </w:r>
    </w:p>
    <w:p w14:paraId="10E5D37A" w14:textId="77777777">
      <w:pPr>
        <w:pBdr/>
        <w:spacing w:before="120" w:line="240" w:lineRule="auto"/>
        <w:ind/>
        <w:jc w:val="center"/>
        <w:rPr>
          <w:rFonts w:asciiTheme="minorHAnsi" w:hAnsiTheme="minorHAnsi" w:cstheme="minorHAnsi"/>
          <w:sz w:val="22"/>
          <w:szCs w:val="22"/>
        </w:rPr>
      </w:pPr>
      <w:r>
        <w:rPr>
          <w:rFonts w:asciiTheme="minorHAnsi" w:hAnsiTheme="minorHAnsi" w:cstheme="minorHAnsi"/>
          <w:sz w:val="22"/>
          <w:szCs w:val="22"/>
        </w:rPr>
        <w:t xml:space="preserve">Email: </w:t>
      </w:r>
      <w:hyperlink r:id="rId25" w:tooltip="mailto:tj-paris@justice.fr" w:history="1">
        <w:r>
          <w:rPr>
            <w:rStyle w:val="1091"/>
            <w:rFonts w:asciiTheme="minorHAnsi" w:hAnsiTheme="minorHAnsi" w:cstheme="minorHAnsi"/>
            <w:sz w:val="22"/>
            <w:szCs w:val="22"/>
          </w:rPr>
          <w:t xml:space="preserve">tj-paris@justice.fr</w:t>
        </w:r>
      </w:hyperlink>
      <w:r>
        <w:rPr>
          <w:rFonts w:asciiTheme="minorHAnsi" w:hAnsiTheme="minorHAnsi" w:cstheme="minorHAnsi"/>
          <w:sz w:val="22"/>
          <w:szCs w:val="22"/>
        </w:rPr>
        <w:t xml:space="preserve">.</w:t>
      </w:r>
      <w:r>
        <w:rPr>
          <w:rFonts w:asciiTheme="minorHAnsi" w:hAnsiTheme="minorHAnsi" w:cstheme="minorHAnsi"/>
          <w:sz w:val="22"/>
          <w:szCs w:val="22"/>
        </w:rPr>
      </w:r>
    </w:p>
    <w:p w14:paraId="5BEE9B3A" w14:textId="77777777">
      <w:pPr>
        <w:pBdr/>
        <w:spacing w:before="120" w:line="240" w:lineRule="auto"/>
        <w:ind/>
        <w:jc w:val="center"/>
        <w:rPr>
          <w:rFonts w:asciiTheme="minorHAnsi" w:hAnsiTheme="minorHAnsi" w:cstheme="minorHAnsi"/>
          <w:sz w:val="22"/>
          <w:szCs w:val="22"/>
          <w:lang w:val="en-US"/>
        </w:rPr>
      </w:pPr>
      <w:r>
        <w:rPr>
          <w:rFonts w:asciiTheme="minorHAnsi" w:hAnsiTheme="minorHAnsi" w:cstheme="minorHAnsi"/>
          <w:sz w:val="22"/>
          <w:szCs w:val="22"/>
          <w:lang w:val="en-US"/>
        </w:rPr>
        <w:t xml:space="preserve">Tel: 0144325151.</w:t>
      </w:r>
      <w:r>
        <w:rPr>
          <w:rFonts w:asciiTheme="minorHAnsi" w:hAnsiTheme="minorHAnsi" w:cstheme="minorHAnsi"/>
          <w:sz w:val="22"/>
          <w:szCs w:val="22"/>
          <w:lang w:val="en-US"/>
        </w:rPr>
      </w:r>
    </w:p>
    <w:p w14:paraId="6900BE69" w14:textId="77777777">
      <w:pPr>
        <w:pBdr/>
        <w:spacing w:before="120" w:line="240" w:lineRule="auto"/>
        <w:ind/>
        <w:jc w:val="both"/>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p w14:paraId="7E2EBD2D" w14:textId="7758C253">
      <w:pPr>
        <w:pBdr/>
        <w:spacing/>
        <w:ind/>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w:t>
      </w:r>
      <w:r>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26" w:tooltip="mailto:tj-paris@justice.fr" w:history="1">
        <w:r>
          <w:rPr>
            <w:rStyle w:val="1091"/>
            <w:rFonts w:asciiTheme="minorHAnsi" w:hAnsiTheme="minorHAnsi" w:cstheme="minorHAnsi"/>
            <w:sz w:val="22"/>
            <w:szCs w:val="22"/>
            <w:lang w:val="en-US"/>
          </w:rPr>
          <w:t xml:space="preserve">tj-paris@justice.fr</w:t>
        </w:r>
      </w:hyperlink>
      <w:r>
        <w:rPr>
          <w:rFonts w:asciiTheme="minorHAnsi" w:hAnsiTheme="minorHAnsi" w:cstheme="minorHAnsi"/>
          <w:sz w:val="22"/>
          <w:szCs w:val="22"/>
          <w:lang w:val="en-US"/>
        </w:rPr>
        <w:t xml:space="preserve">.</w:t>
      </w:r>
      <w:r>
        <w:rPr>
          <w:rFonts w:asciiTheme="minorHAnsi" w:hAnsiTheme="minorHAnsi" w:cstheme="minorHAnsi"/>
          <w:szCs w:val="22"/>
          <w:lang w:val="en-GB"/>
        </w:rPr>
      </w:r>
    </w:p>
    <w:p w14:paraId="21D606F7" w14:textId="77777777">
      <w:pPr>
        <w:pBdr/>
        <w:spacing/>
        <w:ind/>
        <w:rPr>
          <w:rFonts w:asciiTheme="minorHAnsi" w:hAnsiTheme="minorHAnsi" w:cstheme="minorHAnsi"/>
          <w:sz w:val="22"/>
          <w:szCs w:val="22"/>
          <w:lang w:val="en-GB"/>
        </w:rPr>
      </w:pPr>
      <w:r>
        <w:rPr>
          <w:rFonts w:asciiTheme="minorHAnsi" w:hAnsiTheme="minorHAnsi" w:cstheme="minorHAnsi"/>
          <w:sz w:val="22"/>
          <w:szCs w:val="22"/>
          <w:lang w:val="en-GB"/>
        </w:rPr>
      </w:r>
      <w:r>
        <w:rPr>
          <w:rFonts w:asciiTheme="minorHAnsi" w:hAnsiTheme="minorHAnsi" w:cstheme="minorHAnsi"/>
          <w:sz w:val="22"/>
          <w:szCs w:val="22"/>
          <w:lang w:val="en-GB"/>
        </w:rPr>
      </w:r>
    </w:p>
    <w:sectPr>
      <w:headerReference w:type="default" r:id="rId11"/>
      <w:headerReference w:type="first" r:id="rId12"/>
      <w:footerReference w:type="default" r:id="rId16"/>
      <w:footerReference w:type="even" r:id="rId17"/>
      <w:footerReference w:type="first" r:id="rId18"/>
      <w:footnotePr/>
      <w:endnotePr/>
      <w:type w:val="nextPage"/>
      <w:pgSz w:h="16838" w:orient="portrait" w:w="11906"/>
      <w:pgMar w:top="845" w:right="1009" w:bottom="142" w:left="1151" w:header="431" w:footer="385" w:gutter="0"/>
      <w:cols w:num="1" w:sep="0" w:space="708"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14:paraId="033B9DBE" w14:textId="77777777">
      <w:pPr>
        <w:pBdr/>
        <w:spacing/>
        <w:ind/>
        <w:rPr/>
      </w:pPr>
      <w:r>
        <w:separator/>
      </w:r>
      <w:r/>
    </w:p>
  </w:endnote>
  <w:endnote w:type="continuationSeparator" w:id="0">
    <w:p w14:paraId="456E2003" w14:textId="77777777">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dale Sans UI">
    <w:panose1 w:val="02020702060506020403"/>
  </w:font>
  <w:font w:name="Symbol">
    <w:panose1 w:val="05010000000000000000"/>
  </w:font>
  <w:font w:name="Wingdings">
    <w:panose1 w:val="05000000000000000000"/>
  </w:font>
  <w:font w:name="Courier New">
    <w:panose1 w:val="02070309020205020404"/>
  </w:font>
  <w:font w:name="Calibri">
    <w:panose1 w:val="020F0502020204030204"/>
  </w:font>
  <w:font w:name="MS Mincho">
    <w:panose1 w:val="02020603050405090304"/>
  </w:font>
  <w:font w:name="Tahoma">
    <w:panose1 w:val="020B0604030504040204"/>
  </w:font>
  <w:font w:name="SimSun">
    <w:panose1 w:val="02020603020101020101"/>
  </w:font>
  <w:font w:name="Helvetica">
    <w:panose1 w:val="020B0604020202020204"/>
  </w:font>
  <w:font w:name="Arial Unicode MS">
    <w:panose1 w:val="020B0604020202020204"/>
  </w:font>
  <w:font w:name="Arial">
    <w:panose1 w:val="020B0604020202020204"/>
  </w:font>
  <w:font w:name="Times New Roman">
    <w:panose1 w:val="02020603050405020304"/>
  </w:font>
  <w:font w:name="Garamond">
    <w:panose1 w:val="02020603050405020304"/>
  </w:font>
  <w:font w:name="Times">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279648002"/>
      <w:docPartObj>
        <w:docPartGallery w:val="Page Numbers (Top of Page)"/>
        <w:docPartUnique w:val="true"/>
      </w:docPartObj>
      <w:rPr>
        <w:rFonts w:asciiTheme="minorHAnsi" w:hAnsiTheme="minorHAnsi"/>
        <w:sz w:val="22"/>
        <w:szCs w:val="22"/>
        <w:u w:val="single"/>
      </w:rPr>
    </w:sdtPr>
    <w:sdtContent>
      <w:p w14:paraId="66D65004" w14:textId="77777777">
        <w:pPr>
          <w:pStyle w:val="1090"/>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14:paraId="1C8A4731" w14:textId="7462CC94">
        <w:pPr>
          <w:pStyle w:val="1090"/>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p>
    </w:sdtContent>
  </w:sdt>
  <w:p w14:paraId="5D96BA3D" w14:textId="77777777">
    <w:pPr>
      <w:pStyle w:val="1090"/>
      <w:pBdr/>
      <w:tabs>
        <w:tab w:val="clear" w:leader="none" w:pos="4536"/>
        <w:tab w:val="clear" w:leader="none" w:pos="9072"/>
        <w:tab w:val="right" w:leader="none" w:pos="9746"/>
      </w:tabs>
      <w:spacing/>
      <w:ind/>
      <w:jc w:val="right"/>
      <w:rPr>
        <w:rFonts w:asciiTheme="minorHAnsi" w:hAnsiTheme="minorHAnsi"/>
        <w:sz w:val="22"/>
        <w:szCs w:val="22"/>
        <w:lang w:val="en-GB"/>
      </w:rPr>
    </w:pPr>
    <w:r>
      <w:rPr>
        <w:rFonts w:asciiTheme="minorHAnsi" w:hAnsiTheme="minorHAnsi"/>
        <w:sz w:val="22"/>
        <w:szCs w:val="22"/>
        <w:lang w:val="en-GB"/>
      </w:rPr>
    </w:r>
    <w:r>
      <w:rPr>
        <w:rFonts w:asciiTheme="minorHAnsi" w:hAnsiTheme="minorHAnsi"/>
        <w:sz w:val="22"/>
        <w:szCs w:val="22"/>
        <w:lang w:val="en-GB"/>
      </w:rP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74E35BAD" w14:textId="77777777">
    <w:pPr>
      <w:pStyle w:val="1090"/>
      <w:framePr w:hAnchor="margin" w:vAnchor="text" w:wrap="around" w:xAlign="right" w:y="1"/>
      <w:pBdr/>
      <w:spacing/>
      <w:ind/>
      <w:rPr>
        <w:rStyle w:val="1100"/>
      </w:rPr>
    </w:pPr>
    <w:r>
      <w:rPr>
        <w:rStyle w:val="1100"/>
        <w:lang w:val="en"/>
      </w:rPr>
      <w:fldChar w:fldCharType="begin"/>
    </w:r>
    <w:r>
      <w:rPr>
        <w:rStyle w:val="1100"/>
        <w:lang w:val="en"/>
      </w:rPr>
      <w:instrText xml:space="preserve">PAGE  </w:instrText>
    </w:r>
    <w:r>
      <w:rPr>
        <w:rStyle w:val="1100"/>
        <w:lang w:val="en"/>
      </w:rPr>
      <w:fldChar w:fldCharType="separate"/>
    </w:r>
    <w:r>
      <w:rPr>
        <w:rStyle w:val="1100"/>
        <w:lang w:val="en"/>
      </w:rPr>
      <w:t xml:space="preserve">6</w:t>
    </w:r>
    <w:r>
      <w:rPr>
        <w:rStyle w:val="1100"/>
        <w:lang w:val="en"/>
      </w:rPr>
      <w:fldChar w:fldCharType="end"/>
    </w:r>
    <w:r>
      <w:rPr>
        <w:rStyle w:val="1100"/>
      </w:rPr>
    </w:r>
  </w:p>
  <w:p w14:paraId="5140F023" w14:textId="77777777">
    <w:pPr>
      <w:pStyle w:val="1090"/>
      <w:pBdr/>
      <w:spacing/>
      <w:ind w:right="360"/>
      <w:rPr/>
    </w:pPr>
    <w:r/>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568570764"/>
      <w:docPartObj>
        <w:docPartGallery w:val="Page Numbers (Bottom of Page)"/>
        <w:docPartUnique w:val="true"/>
      </w:docPartObj>
      <w:rPr>
        <w:rFonts w:asciiTheme="minorHAnsi" w:hAnsiTheme="minorHAnsi" w:cstheme="minorHAnsi"/>
        <w:sz w:val="22"/>
        <w:szCs w:val="22"/>
      </w:rPr>
    </w:sdtPr>
    <w:sdtContent>
      <w:sdt>
        <w:sdtPr>
          <w15:appearance w15:val="boundingBox"/>
          <w:id w:val="21838982"/>
          <w:docPartObj>
            <w:docPartGallery w:val="Page Numbers (Top of Page)"/>
            <w:docPartUnique w:val="true"/>
          </w:docPartObj>
          <w:rPr>
            <w:rFonts w:asciiTheme="minorHAnsi" w:hAnsiTheme="minorHAnsi" w:cstheme="minorHAnsi"/>
            <w:sz w:val="22"/>
            <w:szCs w:val="22"/>
          </w:rPr>
        </w:sdtPr>
        <w:sdtContent>
          <w:sdt>
            <w:sdtPr>
              <w15:appearance w15:val="boundingBox"/>
              <w:id w:val="-2098236126"/>
              <w:docPartObj>
                <w:docPartGallery w:val="Page Numbers (Bottom of Page)"/>
                <w:docPartUnique w:val="true"/>
              </w:docPartObj>
              <w:rPr>
                <w:rFonts w:asciiTheme="minorHAnsi" w:hAnsiTheme="minorHAnsi" w:cstheme="minorHAnsi"/>
                <w:sz w:val="22"/>
                <w:szCs w:val="22"/>
              </w:rPr>
            </w:sdtPr>
            <w:sdtContent>
              <w:sdt>
                <w:sdtPr>
                  <w15:appearance w15:val="boundingBox"/>
                  <w:id w:val="30927149"/>
                  <w:docPartObj>
                    <w:docPartGallery w:val="Page Numbers (Top of Page)"/>
                    <w:docPartUnique w:val="true"/>
                  </w:docPartObj>
                  <w:rPr>
                    <w:rFonts w:asciiTheme="minorHAnsi" w:hAnsiTheme="minorHAnsi" w:cstheme="minorHAnsi"/>
                    <w:sz w:val="22"/>
                    <w:szCs w:val="22"/>
                  </w:rPr>
                </w:sdtPr>
                <w:sdtContent>
                  <w:p w14:paraId="64F6BAB6" w14:textId="77777777">
                    <w:pPr>
                      <w:pStyle w:val="1090"/>
                      <w:pBdr/>
                      <w:tabs>
                        <w:tab w:val="clear" w:leader="none" w:pos="4536"/>
                        <w:tab w:val="clear" w:leader="none" w:pos="9072"/>
                        <w:tab w:val="right" w:leader="none" w:pos="9746"/>
                      </w:tabs>
                      <w:spacing/>
                      <w:ind/>
                      <w:jc w:val="both"/>
                      <w:rPr>
                        <w:rFonts w:asciiTheme="minorHAnsi" w:hAnsiTheme="minorHAnsi" w:cstheme="minorHAnsi"/>
                        <w:u w:val="single"/>
                      </w:rPr>
                    </w:pPr>
                    <w:r>
                      <w:rPr>
                        <w:rFonts w:asciiTheme="minorHAnsi" w:hAnsiTheme="minorHAnsi" w:cstheme="minorHAnsi"/>
                        <w:u w:val="single"/>
                      </w:rPr>
                      <w:tab/>
                    </w:r>
                    <w:r>
                      <w:rPr>
                        <w:rFonts w:asciiTheme="minorHAnsi" w:hAnsiTheme="minorHAnsi" w:cstheme="minorHAnsi"/>
                        <w:u w:val="single"/>
                      </w:rPr>
                    </w:r>
                  </w:p>
                  <w:p w14:paraId="6865B626" w14:textId="6FE08119">
                    <w:pPr>
                      <w:pStyle w:val="1090"/>
                      <w:pBdr/>
                      <w:tabs>
                        <w:tab w:val="clear" w:leader="none" w:pos="4536"/>
                        <w:tab w:val="clear" w:leader="none" w:pos="9072"/>
                        <w:tab w:val="right" w:leader="none" w:pos="9746"/>
                      </w:tabs>
                      <w:spacing/>
                      <w:ind/>
                      <w:jc w:val="right"/>
                      <w:rPr>
                        <w:rFonts w:asciiTheme="minorHAnsi" w:hAnsiTheme="minorHAnsi" w:cstheme="minorHAnsi"/>
                        <w:sz w:val="22"/>
                        <w:szCs w:val="22"/>
                      </w:rPr>
                    </w:pPr>
                    <w:r/>
                    <w:sdt>
                      <w:sdtPr>
                        <w15:appearance w15:val="boundingBox"/>
                        <w:id w:val="540024111"/>
                        <w:docPartObj>
                          <w:docPartGallery w:val="Page Numbers (Top of Page)"/>
                          <w:docPartUnique w:val="true"/>
                        </w:docPartObj>
                        <w:rPr>
                          <w:rFonts w:asciiTheme="minorHAnsi" w:hAnsiTheme="minorHAnsi" w:cstheme="minorHAnsi"/>
                          <w:sz w:val="22"/>
                          <w:szCs w:val="22"/>
                        </w:rPr>
                      </w:sdtPr>
                      <w:sdtContent>
                        <w:r>
                          <w:rPr>
                            <w:rFonts w:asciiTheme="minorHAnsi" w:hAnsiTheme="minorHAnsi" w:cstheme="minorHAnsi"/>
                            <w:sz w:val="22"/>
                            <w:szCs w:val="22"/>
                          </w:rPr>
                          <w:t xml:space="preserve">DAJ_M009ENG_v07</w:t>
                        </w:r>
                        <w:r>
                          <w:rPr>
                            <w:rFonts w:asciiTheme="minorHAnsi" w:hAnsiTheme="minorHAnsi" w:cstheme="minorHAnsi"/>
                            <w:sz w:val="22"/>
                            <w:szCs w:val="22"/>
                          </w:rPr>
                          <w:tab/>
                        </w:r>
                      </w:sdtContent>
                    </w:sdt>
                    <w:r/>
                    <w:r>
                      <w:rPr>
                        <w:rFonts w:asciiTheme="minorHAnsi" w:hAnsiTheme="minorHAnsi" w:cstheme="minorHAnsi"/>
                        <w:sz w:val="22"/>
                        <w:szCs w:val="22"/>
                      </w:rPr>
                    </w:r>
                  </w:p>
                  <w:p w14:paraId="2109CE70" w14:textId="62554DB2">
                    <w:pPr>
                      <w:pStyle w:val="1090"/>
                      <w:pBdr/>
                      <w:spacing w:line="240" w:lineRule="exact"/>
                      <w:ind/>
                      <w:rPr>
                        <w:rFonts w:asciiTheme="minorHAnsi" w:hAnsiTheme="minorHAnsi" w:cstheme="minorHAnsi"/>
                        <w:b/>
                        <w:sz w:val="22"/>
                        <w:szCs w:val="22"/>
                      </w:rPr>
                    </w:pPr>
                    <w:r>
                      <w:rPr>
                        <w:rFonts w:asciiTheme="minorHAnsi" w:hAnsiTheme="minorHAnsi" w:cstheme="minorHAnsi"/>
                        <w:b/>
                        <w:sz w:val="22"/>
                        <w:szCs w:val="22"/>
                      </w:rPr>
                      <w:t xml:space="preserve">November 2024</w:t>
                    </w:r>
                    <w:r>
                      <w:rPr>
                        <w:rFonts w:asciiTheme="minorHAnsi" w:hAnsiTheme="minorHAnsi" w:cstheme="minorHAnsi"/>
                        <w:b/>
                        <w:sz w:val="22"/>
                        <w:szCs w:val="22"/>
                      </w:rPr>
                    </w:r>
                  </w:p>
                  <w:p w14:paraId="1041511E" w14:textId="77777777">
                    <w:pPr>
                      <w:pStyle w:val="1090"/>
                      <w:pBdr/>
                      <w:spacing w:line="240" w:lineRule="exact"/>
                      <w:ind/>
                      <w:rPr>
                        <w:rFonts w:asciiTheme="minorHAnsi" w:hAnsiTheme="minorHAnsi" w:cstheme="minorHAnsi"/>
                        <w:b/>
                        <w:sz w:val="22"/>
                        <w:szCs w:val="22"/>
                      </w:rPr>
                    </w:pPr>
                    <w:r>
                      <w:rPr>
                        <w:rFonts w:asciiTheme="minorHAnsi" w:hAnsiTheme="minorHAnsi" w:cstheme="minorHAnsi"/>
                        <w:b/>
                        <w:sz w:val="22"/>
                        <w:szCs w:val="22"/>
                      </w:rPr>
                    </w:r>
                    <w:r>
                      <w:rPr>
                        <w:rFonts w:asciiTheme="minorHAnsi" w:hAnsiTheme="minorHAnsi" w:cstheme="minorHAnsi"/>
                        <w:b/>
                        <w:sz w:val="22"/>
                        <w:szCs w:val="22"/>
                      </w:rPr>
                    </w:r>
                  </w:p>
                  <w:p w14:paraId="7660B93D" w14:textId="150B62C8">
                    <w:pPr>
                      <w:pStyle w:val="1090"/>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 xml:space="preserve">SIRET : 808 734 792 00035</w:t>
                    </w:r>
                    <w:r>
                      <w:rPr>
                        <w:rFonts w:asciiTheme="minorHAnsi" w:hAnsiTheme="minorHAnsi" w:cstheme="minorHAnsi"/>
                        <w:sz w:val="22"/>
                        <w:szCs w:val="22"/>
                      </w:rPr>
                    </w:r>
                  </w:p>
                </w:sdtContent>
              </w:sdt>
            </w:sdtContent>
          </w:sdt>
        </w:sdtContent>
      </w:sdt>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14134587"/>
      <w:docPartObj>
        <w:docPartGallery w:val="Page Numbers (Top of Page)"/>
        <w:docPartUnique w:val="true"/>
      </w:docPartObj>
      <w:rPr>
        <w:rFonts w:asciiTheme="minorHAnsi" w:hAnsiTheme="minorHAnsi"/>
        <w:sz w:val="22"/>
        <w:szCs w:val="22"/>
        <w:u w:val="single"/>
      </w:rPr>
    </w:sdtPr>
    <w:sdtContent>
      <w:p w14:paraId="7AE79F9C" w14:textId="77777777">
        <w:pPr>
          <w:pStyle w:val="1090"/>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14:paraId="22E31950" w14:textId="0AD35C57">
        <w:pPr>
          <w:pStyle w:val="1090"/>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7853AE50" w14:textId="77777777">
    <w:pPr>
      <w:pStyle w:val="1090"/>
      <w:pBdr/>
      <w:spacing/>
      <w:ind w:right="360"/>
      <w:rPr/>
    </w:pPr>
    <w:r/>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548231886"/>
      <w:docPartObj>
        <w:docPartGallery w:val="Page Numbers (Bottom of Page)"/>
        <w:docPartUnique w:val="true"/>
      </w:docPartObj>
      <w:rPr>
        <w:rFonts w:asciiTheme="minorHAnsi" w:hAnsiTheme="minorHAnsi" w:cstheme="minorHAnsi"/>
        <w:sz w:val="22"/>
        <w:szCs w:val="22"/>
      </w:rPr>
    </w:sdtPr>
    <w:sdtContent>
      <w:sdt>
        <w:sdtPr>
          <w15:appearance w15:val="boundingBox"/>
          <w:id w:val="-596406306"/>
          <w:docPartObj>
            <w:docPartGallery w:val="Page Numbers (Top of Page)"/>
            <w:docPartUnique w:val="true"/>
          </w:docPartObj>
          <w:rPr>
            <w:rFonts w:asciiTheme="minorHAnsi" w:hAnsiTheme="minorHAnsi" w:cstheme="minorHAnsi"/>
            <w:sz w:val="22"/>
            <w:szCs w:val="22"/>
          </w:rPr>
        </w:sdtPr>
        <w:sdtContent>
          <w:sdt>
            <w:sdtPr>
              <w15:appearance w15:val="boundingBox"/>
              <w:id w:val="-1912601536"/>
              <w:docPartObj>
                <w:docPartGallery w:val="Page Numbers (Top of Page)"/>
                <w:docPartUnique w:val="true"/>
              </w:docPartObj>
              <w:rPr>
                <w:rFonts w:asciiTheme="minorHAnsi" w:hAnsiTheme="minorHAnsi"/>
                <w:sz w:val="22"/>
                <w:szCs w:val="22"/>
                <w:u w:val="single"/>
              </w:rPr>
            </w:sdtPr>
            <w:sdtContent>
              <w:p w14:paraId="3198BF90" w14:textId="77777777">
                <w:pPr>
                  <w:pStyle w:val="1090"/>
                  <w:pBdr/>
                  <w:tabs>
                    <w:tab w:val="clear" w:leader="none" w:pos="4536"/>
                    <w:tab w:val="clear" w:leader="none" w:pos="9072"/>
                    <w:tab w:val="right" w:leader="none" w:pos="9746"/>
                  </w:tabs>
                  <w:spacing/>
                  <w:ind/>
                  <w:jc w:val="right"/>
                  <w:rPr>
                    <w:rFonts w:asciiTheme="minorHAnsi" w:hAnsiTheme="minorHAnsi"/>
                    <w:sz w:val="22"/>
                    <w:szCs w:val="22"/>
                    <w:u w:val="single"/>
                    <w:lang w:val="en"/>
                  </w:rPr>
                </w:pPr>
                <w:r>
                  <w:rPr>
                    <w:rFonts w:asciiTheme="minorHAnsi" w:hAnsiTheme="minorHAnsi"/>
                    <w:sz w:val="22"/>
                    <w:szCs w:val="22"/>
                    <w:u w:val="single"/>
                    <w:lang w:val="en"/>
                  </w:rPr>
                  <w:tab/>
                </w:r>
                <w:r>
                  <w:rPr>
                    <w:rFonts w:asciiTheme="minorHAnsi" w:hAnsiTheme="minorHAnsi"/>
                    <w:sz w:val="22"/>
                    <w:szCs w:val="22"/>
                    <w:u w:val="single"/>
                    <w:lang w:val="en"/>
                  </w:rPr>
                </w:r>
              </w:p>
              <w:p w14:paraId="4BF9C923" w14:textId="3B98F719">
                <w:pPr>
                  <w:pStyle w:val="1090"/>
                  <w:pBdr/>
                  <w:tabs>
                    <w:tab w:val="clear" w:leader="none" w:pos="4536"/>
                    <w:tab w:val="clear" w:leader="none" w:pos="9072"/>
                    <w:tab w:val="right" w:leader="none" w:pos="9746"/>
                  </w:tabs>
                  <w:spacing/>
                  <w:ind/>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 xml:space="preserve">PAGE</w:instrText>
                </w:r>
                <w:r>
                  <w:rPr>
                    <w:rFonts w:asciiTheme="minorHAnsi" w:hAnsiTheme="minorHAnsi"/>
                    <w:sz w:val="22"/>
                    <w:szCs w:val="22"/>
                    <w:lang w:val="en"/>
                  </w:rPr>
                  <w:fldChar w:fldCharType="separate"/>
                </w:r>
                <w:r>
                  <w:rPr>
                    <w:rFonts w:asciiTheme="minorHAnsi" w:hAnsiTheme="minorHAnsi"/>
                    <w:sz w:val="22"/>
                    <w:szCs w:val="22"/>
                    <w:lang w:val="en"/>
                  </w:rPr>
                  <w:t xml:space="preserve">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 xml:space="preserve">NUMPAGES</w:instrText>
                </w:r>
                <w:r>
                  <w:rPr>
                    <w:rFonts w:asciiTheme="minorHAnsi" w:hAnsiTheme="minorHAnsi"/>
                    <w:sz w:val="22"/>
                    <w:szCs w:val="22"/>
                    <w:lang w:val="en"/>
                  </w:rPr>
                  <w:fldChar w:fldCharType="separate"/>
                </w:r>
                <w:r>
                  <w:rPr>
                    <w:rFonts w:asciiTheme="minorHAnsi" w:hAnsiTheme="minorHAnsi"/>
                    <w:sz w:val="22"/>
                    <w:szCs w:val="22"/>
                    <w:lang w:val="en"/>
                  </w:rPr>
                  <w:t xml:space="preserve">12</w:t>
                </w:r>
                <w:r>
                  <w:rPr>
                    <w:rFonts w:asciiTheme="minorHAnsi" w:hAnsiTheme="minorHAnsi"/>
                    <w:sz w:val="22"/>
                    <w:szCs w:val="22"/>
                    <w:lang w:val="en"/>
                  </w:rPr>
                  <w:fldChar w:fldCharType="end"/>
                </w:r>
                <w:r>
                  <w:rPr>
                    <w:rFonts w:asciiTheme="minorHAnsi" w:hAnsiTheme="minorHAnsi"/>
                    <w:sz w:val="22"/>
                    <w:szCs w:val="22"/>
                  </w:rPr>
                </w:r>
              </w:p>
            </w:sdtContent>
          </w:sdt>
          <w:p w14:paraId="48A61BAE" w14:textId="77777777">
            <w:pPr>
              <w:pStyle w:val="1090"/>
              <w:pBdr/>
              <w:tabs>
                <w:tab w:val="clear" w:leader="none" w:pos="4536"/>
                <w:tab w:val="clear" w:leader="none" w:pos="9072"/>
                <w:tab w:val="right" w:leader="none" w:pos="9746"/>
              </w:tabs>
              <w:spacing w:line="240" w:lineRule="auto"/>
              <w:ind/>
              <w:rPr>
                <w:rFonts w:asciiTheme="minorHAnsi" w:hAnsiTheme="minorHAnsi" w:cstheme="minorHAnsi"/>
                <w:sz w:val="22"/>
                <w:szCs w:val="22"/>
              </w:rPr>
            </w:pPr>
            <w:r>
              <w:rPr>
                <w:rFonts w:asciiTheme="minorHAnsi" w:hAnsiTheme="minorHAnsi" w:cstheme="minorHAnsi"/>
                <w:sz w:val="22"/>
                <w:szCs w:val="22"/>
              </w:rPr>
            </w:r>
            <w:r>
              <w:rPr>
                <w:rFonts w:asciiTheme="minorHAnsi" w:hAnsiTheme="minorHAnsi" w:cstheme="minorHAnsi"/>
                <w:sz w:val="22"/>
                <w:szCs w:val="22"/>
              </w:rPr>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14:paraId="50DA6BCB" w14:textId="77777777">
      <w:pPr>
        <w:pBdr/>
        <w:spacing/>
        <w:ind/>
        <w:rPr/>
      </w:pPr>
      <w:r>
        <w:separator/>
      </w:r>
      <w:r/>
    </w:p>
  </w:footnote>
  <w:footnote w:type="continuationSeparator" w:id="0">
    <w:p w14:paraId="77516344" w14:textId="77777777">
      <w:pPr>
        <w:pBdr/>
        <w:spacing/>
        <w:ind/>
        <w:rPr/>
      </w:pPr>
      <w:r>
        <w:continuationSeparator/>
      </w:r>
      <w:r/>
    </w:p>
  </w:footnote>
  <w:footnote w:id="2">
    <w:p w14:paraId="047663AC" w14:textId="7BDA2A25">
      <w:pPr>
        <w:pStyle w:val="1119"/>
        <w:pBdr/>
        <w:spacing/>
        <w:ind/>
        <w:rPr>
          <w:rFonts w:asciiTheme="minorHAnsi" w:hAnsiTheme="minorHAnsi" w:cstheme="minorHAnsi"/>
          <w:lang w:val="en-GB"/>
        </w:rPr>
      </w:pPr>
      <w:r>
        <w:rPr>
          <w:rStyle w:val="1121"/>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r>
        <w:rPr>
          <w:rFonts w:asciiTheme="minorHAnsi" w:hAnsiTheme="minorHAnsi" w:cstheme="minorHAnsi"/>
          <w:lang w:val="en-GB"/>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45491BAC" w14:textId="70860A16">
    <w:pPr>
      <w:pStyle w:val="1089"/>
      <w:pBdr/>
      <w:tabs>
        <w:tab w:val="clear" w:leader="none" w:pos="9072"/>
        <w:tab w:val="right" w:leader="none" w:pos="9339"/>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p>
  <w:p w14:paraId="20B764FC" w14:textId="77777777">
    <w:pPr>
      <w:pStyle w:val="1089"/>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14:paraId="6D0C7D89" w14:textId="77777777">
    <w:pPr>
      <w:pStyle w:val="1089"/>
      <w:pBdr/>
      <w:tabs>
        <w:tab w:val="clear" w:leader="none" w:pos="4536"/>
        <w:tab w:val="clear" w:leader="none" w:pos="9072"/>
        <w:tab w:val="right" w:leader="none" w:pos="9781"/>
      </w:tabs>
      <w:spacing w:line="240" w:lineRule="auto"/>
      <w:ind/>
      <w:rPr>
        <w:rFonts w:cs="Arial" w:asciiTheme="minorHAnsi" w:hAnsiTheme="minorHAnsi"/>
        <w:sz w:val="24"/>
      </w:rPr>
    </w:pPr>
    <w:r>
      <w:rPr>
        <w:rFonts w:cs="Arial" w:asciiTheme="minorHAnsi" w:hAnsiTheme="minorHAnsi"/>
        <w:sz w:val="24"/>
      </w:rPr>
    </w:r>
    <w:r>
      <w:rPr>
        <w:rFonts w:cs="Arial" w:asciiTheme="minorHAnsi" w:hAnsiTheme="minorHAnsi"/>
        <w:sz w:val="24"/>
      </w:rP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54FDA3FB" w14:textId="45427653">
    <w:pPr>
      <w:pStyle w:val="1089"/>
      <w:pBdr/>
      <w:spacing/>
      <w:ind/>
      <w:rPr/>
    </w:pPr>
    <w:r/>
    <w:bookmarkStart w:id="0" w:name="_Hlk62125806"/>
    <w:r/>
    <w:bookmarkStart w:id="1" w:name="_Hlk62125807"/>
    <w:r>
      <mc:AlternateContent>
        <mc:Choice Requires="wpg">
          <w:drawing>
            <wp:inline xmlns:wp="http://schemas.openxmlformats.org/drawingml/2006/wordprocessingDrawing" distT="0" distB="0" distL="0" distR="0">
              <wp:extent cx="2124000" cy="1114574"/>
              <wp:effectExtent l="0" t="0" r="0" b="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r/>
                    </pic:nvPicPr>
                    <pic:blipFill rotWithShape="1">
                      <a:blip r:embed="rId1"/>
                      <a:stretch/>
                    </pic:blipFill>
                    <pic:spPr bwMode="auto">
                      <a:xfrm>
                        <a:off x="0" y="0"/>
                        <a:ext cx="2124000" cy="1114574"/>
                      </a:xfrm>
                      <a:prstGeom prst="rect">
                        <a:avLst/>
                      </a:prstGeom>
                      <a:ln>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1" o:title=""/>
              <o:lock v:ext="edit" rotation="t"/>
            </v:shape>
          </w:pict>
        </mc:Fallback>
      </mc:AlternateContent>
    </w:r>
    <w:bookmarkEnd w:id="0"/>
    <w:r/>
    <w:bookmarkEnd w:id="1"/>
    <w:r/>
    <w:r/>
  </w:p>
  <w:p w14:paraId="1DC44FE6" w14:textId="77777777">
    <w:pPr>
      <w:pStyle w:val="1089"/>
      <w:pBdr/>
      <w:spacing/>
      <w:ind/>
      <w:rPr/>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00FDD6A3" w14:textId="5B9F0FF1">
    <w:pPr>
      <w:pStyle w:val="1089"/>
      <w:pBdr/>
      <w:tabs>
        <w:tab w:val="right" w:leader="none" w:pos="9214"/>
      </w:tabs>
      <w:spacing/>
      <w:ind/>
      <w:rPr>
        <w:rFonts w:ascii="Calibri" w:hAnsi="Calibri"/>
        <w:bCs/>
        <w:sz w:val="22"/>
        <w:szCs w:val="28"/>
        <w:u w:val="single"/>
      </w:rPr>
    </w:pPr>
    <w:r>
      <w:rPr>
        <w:rFonts w:ascii="Calibri" w:hAnsi="Calibri"/>
        <w:bCs/>
        <w:sz w:val="22"/>
        <w:szCs w:val="28"/>
        <w:u w:val="single"/>
      </w:rPr>
    </w:r>
    <w:r>
      <w:rPr>
        <w:rFonts w:ascii="Calibri" w:hAnsi="Calibri"/>
        <w:bCs/>
        <w:sz w:val="22"/>
        <w:szCs w:val="28"/>
        <w:u w:val="single"/>
      </w:rPr>
    </w:r>
  </w:p>
  <w:p w14:paraId="17F39EBA" w14:textId="77777777">
    <w:pPr>
      <w:pStyle w:val="1089"/>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14:paraId="31C9FA26" w14:textId="77777777">
    <w:pPr>
      <w:pStyle w:val="1089"/>
      <w:pBdr/>
      <w:tabs>
        <w:tab w:val="clear" w:leader="none" w:pos="4536"/>
        <w:tab w:val="clear" w:leader="none" w:pos="9072"/>
        <w:tab w:val="right" w:leader="none" w:pos="9781"/>
      </w:tabs>
      <w:spacing w:line="240" w:lineRule="auto"/>
      <w:ind/>
      <w:rPr>
        <w:rFonts w:cs="Arial" w:asciiTheme="minorHAnsi" w:hAnsiTheme="minorHAnsi"/>
        <w:sz w:val="24"/>
        <w:lang w:val="en-GB"/>
      </w:rPr>
    </w:pPr>
    <w:r>
      <w:rPr>
        <w:rFonts w:cs="Arial" w:asciiTheme="minorHAnsi" w:hAnsiTheme="minorHAnsi"/>
        <w:sz w:val="24"/>
        <w:lang w:val="en-GB"/>
      </w:rPr>
    </w:r>
    <w:r>
      <w:rPr>
        <w:rFonts w:cs="Arial" w:asciiTheme="minorHAnsi" w:hAnsiTheme="minorHAnsi"/>
        <w:sz w:val="24"/>
        <w:lang w:val="en-GB"/>
      </w:rPr>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14:paraId="6E756CCE" w14:textId="191F7E1F">
    <w:pPr>
      <w:pStyle w:val="1089"/>
      <w:pBdr/>
      <w:spacing/>
      <w:ind/>
      <w:rPr/>
    </w:pPr>
    <w:r/>
    <w:r/>
  </w:p>
  <w:p w14:paraId="3FF9C650" w14:textId="77777777">
    <w:pPr>
      <w:pStyle w:val="1089"/>
      <w:pBdr>
        <w:bottom w:val="single" w:color="000000" w:sz="4" w:space="1"/>
      </w:pBdr>
      <w:tabs>
        <w:tab w:val="clear" w:leader="none" w:pos="4536"/>
        <w:tab w:val="clear" w:leader="none" w:pos="9072"/>
        <w:tab w:val="right" w:leader="none" w:pos="9639"/>
      </w:tabs>
      <w:spacing/>
      <w:ind/>
      <w:rPr>
        <w:rFonts w:ascii="Calibri" w:hAnsi="Calibri"/>
        <w:smallCaps/>
      </w:rPr>
    </w:pPr>
    <w:r>
      <w:rPr>
        <w:rFonts w:ascii="Calibri" w:hAnsi="Calibri"/>
        <w:smallCaps/>
        <w:sz w:val="22"/>
        <w:szCs w:val="28"/>
        <w:lang w:val="en"/>
      </w:rPr>
      <w:t xml:space="preserve">Tender Rules</w:t>
    </w:r>
    <w:r>
      <w:rPr>
        <w:rFonts w:ascii="Calibri" w:hAnsi="Calibri"/>
        <w:smallCaps/>
        <w:sz w:val="22"/>
        <w:szCs w:val="28"/>
        <w:lang w:val="en"/>
      </w:rPr>
      <w:tab/>
    </w:r>
    <w:r>
      <w:rPr>
        <w:rFonts w:ascii="Calibri" w:hAnsi="Calibri"/>
        <w:smallCaps/>
      </w:rPr>
    </w:r>
  </w:p>
  <w:p w14:paraId="29DBFA4C" w14:textId="77777777">
    <w:pPr>
      <w:pStyle w:val="1089"/>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lvl w:ilvl="0">
      <w:isLgl w:val="false"/>
      <w:lvlJc w:val="left"/>
      <w:lvlText w:val="•"/>
      <w:numFmt w:val="bullet"/>
      <w:pPr>
        <w:pBdr/>
        <w:tabs>
          <w:tab w:val="num" w:leader="none" w:pos="360"/>
        </w:tabs>
        <w:spacing/>
        <w:ind w:firstLine="0" w:left="0"/>
      </w:pPr>
      <w:pStyle w:val="1092"/>
      <w:rPr>
        <w:rFonts w:hint="default" w:ascii="Arial" w:hAnsi="Arial"/>
        <w:b w:val="0"/>
        <w:i w:val="0"/>
        <w:caps w:val="0"/>
        <w:strike w:val="0"/>
        <w:vanish w:val="0"/>
        <w:color w:val="000000"/>
        <w:spacing w:val="0"/>
        <w:position w:val="0"/>
        <w:sz w:val="20"/>
        <w:vertAlign w:val="baseline"/>
        <w14:textOutline w14:w="0" w14:cap="rnd" w14:cmpd="sng" w14:algn="ctr">
          <w14:noFill/>
          <w14:prstDash w14:val="solid"/>
          <w14:bevel/>
        </w14:textOutline>
      </w:rPr>
      <w:start w:val="1"/>
      <w:suff w:val="tab"/>
    </w:lvl>
    <w:lvl w:ilvl="1">
      <w:isLgl w:val="false"/>
      <w:lvlJc w:val="left"/>
      <w:lvlText w:val=""/>
      <w:numFmt w:val="bullet"/>
      <w:pPr>
        <w:pBdr/>
        <w:spacing/>
        <w:ind/>
      </w:pPr>
      <w:rPr/>
      <w:start w:val="0"/>
      <w:suff w:val="tab"/>
    </w:lvl>
    <w:lvl w:ilvl="2">
      <w:isLgl w:val="false"/>
      <w:lvlJc w:val="left"/>
      <w:lvlText w:val=""/>
      <w:numFmt w:val="bullet"/>
      <w:pPr>
        <w:pBdr/>
        <w:spacing/>
        <w:ind/>
      </w:pPr>
      <w:rPr/>
      <w:start w:val="0"/>
      <w:suff w:val="tab"/>
    </w:lvl>
    <w:lvl w:ilvl="3">
      <w:isLgl w:val="false"/>
      <w:lvlJc w:val="left"/>
      <w:lvlText w:val=""/>
      <w:numFmt w:val="bullet"/>
      <w:pPr>
        <w:pBdr/>
        <w:spacing/>
        <w:ind/>
      </w:pPr>
      <w:rPr/>
      <w:start w:val="0"/>
      <w:suff w:val="tab"/>
    </w:lvl>
    <w:lvl w:ilvl="4">
      <w:isLgl w:val="false"/>
      <w:lvlJc w:val="left"/>
      <w:lvlText w:val=""/>
      <w:numFmt w:val="bullet"/>
      <w:pPr>
        <w:pBdr/>
        <w:spacing/>
        <w:ind/>
      </w:pPr>
      <w:rPr/>
      <w:start w:val="0"/>
      <w:suff w:val="tab"/>
    </w:lvl>
    <w:lvl w:ilvl="5">
      <w:isLgl w:val="false"/>
      <w:lvlJc w:val="left"/>
      <w:lvlText w:val=""/>
      <w:numFmt w:val="bullet"/>
      <w:pPr>
        <w:pBdr/>
        <w:spacing/>
        <w:ind/>
      </w:pPr>
      <w:rPr/>
      <w:start w:val="0"/>
      <w:suff w:val="tab"/>
    </w:lvl>
    <w:lvl w:ilvl="6">
      <w:isLgl w:val="false"/>
      <w:lvlJc w:val="left"/>
      <w:lvlText w:val=""/>
      <w:numFmt w:val="bullet"/>
      <w:pPr>
        <w:pBdr/>
        <w:spacing/>
        <w:ind/>
      </w:pPr>
      <w:rPr/>
      <w:start w:val="0"/>
      <w:suff w:val="tab"/>
    </w:lvl>
    <w:lvl w:ilvl="7">
      <w:isLgl w:val="false"/>
      <w:lvlJc w:val="left"/>
      <w:lvlText w:val=""/>
      <w:numFmt w:val="bullet"/>
      <w:pPr>
        <w:pBdr/>
        <w:spacing/>
        <w:ind/>
      </w:pPr>
      <w:rPr/>
      <w:start w:val="0"/>
      <w:suff w:val="tab"/>
    </w:lvl>
    <w:lvl w:ilvl="8">
      <w:isLgl w:val="false"/>
      <w:lvlJc w:val="left"/>
      <w:lvlText w:val=""/>
      <w:numFmt w:val="bullet"/>
      <w:pPr>
        <w:pBdr/>
        <w:spacing/>
        <w:ind/>
      </w:pPr>
      <w:rPr/>
      <w:start w:val="0"/>
      <w:suff w:val="tab"/>
    </w:lvl>
  </w:abstractNum>
  <w:abstractNum w:abstractNumId="1">
    <w:nsid w:val="00000003"/>
    <w:lvl w:ilvl="0">
      <w:isLgl w:val="false"/>
      <w:lvlJc w:val="left"/>
      <w:lvlText w:val=""/>
      <w:numFmt w:val="none"/>
      <w:pPr>
        <w:pBdr/>
        <w:tabs>
          <w:tab w:val="num" w:leader="none" w:pos="432"/>
        </w:tabs>
        <w:spacing/>
        <w:ind w:hanging="432" w:left="432"/>
      </w:pPr>
      <w:rPr/>
      <w:start w:val="1"/>
      <w:suff w:val="nothing"/>
    </w:lvl>
    <w:lvl w:ilvl="1">
      <w:isLgl w:val="false"/>
      <w:lvlJc w:val="left"/>
      <w:lvlText w:val=""/>
      <w:numFmt w:val="none"/>
      <w:pPr>
        <w:pBdr/>
        <w:tabs>
          <w:tab w:val="num" w:leader="none" w:pos="576"/>
        </w:tabs>
        <w:spacing/>
        <w:ind w:hanging="576" w:left="576"/>
      </w:pPr>
      <w:rPr/>
      <w:start w:val="1"/>
      <w:suff w:val="nothing"/>
    </w:lvl>
    <w:lvl w:ilvl="2">
      <w:isLgl w:val="false"/>
      <w:lvlJc w:val="left"/>
      <w:lvlText w:val=""/>
      <w:numFmt w:val="none"/>
      <w:pPr>
        <w:pBdr/>
        <w:tabs>
          <w:tab w:val="num" w:leader="none" w:pos="720"/>
        </w:tabs>
        <w:spacing/>
        <w:ind w:hanging="720" w:left="720"/>
      </w:pPr>
      <w:rPr/>
      <w:start w:val="1"/>
      <w:suff w:val="nothing"/>
    </w:lvl>
    <w:lvl w:ilvl="3">
      <w:isLgl w:val="false"/>
      <w:lvlJc w:val="left"/>
      <w:lvlText w:val=""/>
      <w:numFmt w:val="none"/>
      <w:pPr>
        <w:pBdr/>
        <w:tabs>
          <w:tab w:val="num" w:leader="none" w:pos="864"/>
        </w:tabs>
        <w:spacing/>
        <w:ind w:hanging="864" w:left="864"/>
      </w:pPr>
      <w:rPr/>
      <w:start w:val="1"/>
      <w:suff w:val="nothing"/>
    </w:lvl>
    <w:lvl w:ilvl="4">
      <w:isLgl w:val="false"/>
      <w:lvlJc w:val="left"/>
      <w:lvlText w:val=""/>
      <w:numFmt w:val="none"/>
      <w:pPr>
        <w:pBdr/>
        <w:tabs>
          <w:tab w:val="num" w:leader="none" w:pos="1008"/>
        </w:tabs>
        <w:spacing/>
        <w:ind w:hanging="1008" w:left="1008"/>
      </w:pPr>
      <w:rPr/>
      <w:start w:val="1"/>
      <w:suff w:val="nothing"/>
    </w:lvl>
    <w:lvl w:ilvl="5">
      <w:isLgl w:val="false"/>
      <w:lvlJc w:val="left"/>
      <w:lvlText w:val=""/>
      <w:numFmt w:val="none"/>
      <w:pPr>
        <w:pBdr/>
        <w:tabs>
          <w:tab w:val="num" w:leader="none" w:pos="1152"/>
        </w:tabs>
        <w:spacing/>
        <w:ind w:hanging="1152" w:left="1152"/>
      </w:pPr>
      <w:rPr/>
      <w:start w:val="1"/>
      <w:suff w:val="nothing"/>
    </w:lvl>
    <w:lvl w:ilvl="6">
      <w:isLgl w:val="false"/>
      <w:lvlJc w:val="left"/>
      <w:lvlText w:val=""/>
      <w:numFmt w:val="none"/>
      <w:pPr>
        <w:pBdr/>
        <w:tabs>
          <w:tab w:val="num" w:leader="none" w:pos="1296"/>
        </w:tabs>
        <w:spacing/>
        <w:ind w:hanging="1296" w:left="1296"/>
      </w:pPr>
      <w:rPr/>
      <w:start w:val="1"/>
      <w:suff w:val="nothing"/>
    </w:lvl>
    <w:lvl w:ilvl="7">
      <w:isLgl w:val="false"/>
      <w:lvlJc w:val="left"/>
      <w:lvlText w:val=""/>
      <w:numFmt w:val="none"/>
      <w:pPr>
        <w:pBdr/>
        <w:tabs>
          <w:tab w:val="num" w:leader="none" w:pos="1440"/>
        </w:tabs>
        <w:spacing/>
        <w:ind w:hanging="1440" w:left="1440"/>
      </w:pPr>
      <w:rPr/>
      <w:start w:val="1"/>
      <w:suff w:val="nothing"/>
    </w:lvl>
    <w:lvl w:ilvl="8">
      <w:isLgl w:val="false"/>
      <w:lvlJc w:val="left"/>
      <w:lvlText w:val=""/>
      <w:numFmt w:val="none"/>
      <w:pPr>
        <w:pBdr/>
        <w:tabs>
          <w:tab w:val="num" w:leader="none" w:pos="1584"/>
        </w:tabs>
        <w:spacing/>
        <w:ind w:hanging="1584" w:left="1584"/>
      </w:pPr>
      <w:rPr/>
      <w:start w:val="1"/>
      <w:suff w:val="nothing"/>
    </w:lvl>
  </w:abstractNum>
  <w:abstractNum w:abstractNumId="2">
    <w:nsid w:val="00DC1D4F"/>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3">
    <w:nsid w:val="093571C0"/>
    <w:lvl w:ilvl="0">
      <w:isLgl w:val="false"/>
      <w:lvlJc w:val="left"/>
      <w:lvlText w:val="-"/>
      <w:numFmt w:val="bullet"/>
      <w:pPr>
        <w:pBdr/>
        <w:spacing/>
        <w:ind w:hanging="360" w:left="720"/>
      </w:pPr>
      <w:rPr>
        <w:rFonts w:hint="default" w:ascii="Calibri" w:hAnsi="Calibri" w:eastAsia="Times" w:cs="Times New Roman"/>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4">
    <w:nsid w:val="0C1A638A"/>
    <w:lvl w:ilvl="0">
      <w:isLgl w:val="false"/>
      <w:lvlJc w:val="left"/>
      <w:lvlText w:val=""/>
      <w:numFmt w:val="bullet"/>
      <w:pPr>
        <w:pBdr/>
        <w:tabs>
          <w:tab w:val="num" w:leader="none" w:pos="922"/>
        </w:tabs>
        <w:spacing/>
        <w:ind w:hanging="360" w:left="922"/>
      </w:pPr>
      <w:pStyle w:val="1103"/>
      <w:rPr>
        <w:rFonts w:hint="default" w:ascii="Symbol" w:hAnsi="Symbol"/>
        <w:b w:val="0"/>
        <w:i w:val="0"/>
        <w:caps w:val="0"/>
        <w:strike w:val="0"/>
        <w:vanish w:val="0"/>
        <w:color w:val="000000"/>
        <w:sz w:val="16"/>
        <w:vertAlign w:val="baseline"/>
        <w14:textOutline w14:w="0" w14:cap="rnd" w14:cmpd="sng" w14:algn="ctr">
          <w14:noFill/>
          <w14:prstDash w14:val="solid"/>
          <w14:bevel/>
        </w14:textOutline>
      </w:rPr>
      <w:start w:val="1"/>
      <w:suff w:val="tab"/>
    </w:lvl>
    <w:lvl w:ilvl="1">
      <w:isLgl w:val="false"/>
      <w:lvlJc w:val="left"/>
      <w:lvlText w:val="o"/>
      <w:numFmt w:val="bullet"/>
      <w:pPr>
        <w:pBdr/>
        <w:tabs>
          <w:tab w:val="num" w:leader="none" w:pos="2002"/>
        </w:tabs>
        <w:spacing/>
        <w:ind w:hanging="360" w:left="2002"/>
      </w:pPr>
      <w:rPr>
        <w:rFonts w:hint="default" w:ascii="Courier New" w:hAnsi="Courier New"/>
      </w:rPr>
      <w:start w:val="1"/>
      <w:suff w:val="tab"/>
    </w:lvl>
    <w:lvl w:ilvl="2">
      <w:isLgl w:val="false"/>
      <w:lvlJc w:val="left"/>
      <w:lvlText w:val=""/>
      <w:numFmt w:val="bullet"/>
      <w:pPr>
        <w:pBdr/>
        <w:tabs>
          <w:tab w:val="num" w:leader="none" w:pos="2722"/>
        </w:tabs>
        <w:spacing/>
        <w:ind w:hanging="360" w:left="2722"/>
      </w:pPr>
      <w:rPr>
        <w:rFonts w:hint="default" w:ascii="Wingdings" w:hAnsi="Wingdings"/>
      </w:rPr>
      <w:start w:val="1"/>
      <w:suff w:val="tab"/>
    </w:lvl>
    <w:lvl w:ilvl="3">
      <w:isLgl w:val="false"/>
      <w:lvlJc w:val="left"/>
      <w:lvlText w:val=""/>
      <w:numFmt w:val="bullet"/>
      <w:pPr>
        <w:pBdr/>
        <w:tabs>
          <w:tab w:val="num" w:leader="none" w:pos="3442"/>
        </w:tabs>
        <w:spacing/>
        <w:ind w:hanging="360" w:left="3442"/>
      </w:pPr>
      <w:rPr>
        <w:rFonts w:hint="default" w:ascii="Symbol" w:hAnsi="Symbol"/>
      </w:rPr>
      <w:start w:val="1"/>
      <w:suff w:val="tab"/>
    </w:lvl>
    <w:lvl w:ilvl="4">
      <w:isLgl w:val="false"/>
      <w:lvlJc w:val="left"/>
      <w:lvlText w:val="o"/>
      <w:numFmt w:val="bullet"/>
      <w:pPr>
        <w:pBdr/>
        <w:tabs>
          <w:tab w:val="num" w:leader="none" w:pos="4162"/>
        </w:tabs>
        <w:spacing/>
        <w:ind w:hanging="360" w:left="4162"/>
      </w:pPr>
      <w:rPr>
        <w:rFonts w:hint="default" w:ascii="Courier New" w:hAnsi="Courier New"/>
      </w:rPr>
      <w:start w:val="1"/>
      <w:suff w:val="tab"/>
    </w:lvl>
    <w:lvl w:ilvl="5">
      <w:isLgl w:val="false"/>
      <w:lvlJc w:val="left"/>
      <w:lvlText w:val=""/>
      <w:numFmt w:val="bullet"/>
      <w:pPr>
        <w:pBdr/>
        <w:tabs>
          <w:tab w:val="num" w:leader="none" w:pos="4882"/>
        </w:tabs>
        <w:spacing/>
        <w:ind w:hanging="360" w:left="4882"/>
      </w:pPr>
      <w:rPr>
        <w:rFonts w:hint="default" w:ascii="Wingdings" w:hAnsi="Wingdings"/>
      </w:rPr>
      <w:start w:val="1"/>
      <w:suff w:val="tab"/>
    </w:lvl>
    <w:lvl w:ilvl="6">
      <w:isLgl w:val="false"/>
      <w:lvlJc w:val="left"/>
      <w:lvlText w:val=""/>
      <w:numFmt w:val="bullet"/>
      <w:pPr>
        <w:pBdr/>
        <w:tabs>
          <w:tab w:val="num" w:leader="none" w:pos="5602"/>
        </w:tabs>
        <w:spacing/>
        <w:ind w:hanging="360" w:left="5602"/>
      </w:pPr>
      <w:rPr>
        <w:rFonts w:hint="default" w:ascii="Symbol" w:hAnsi="Symbol"/>
      </w:rPr>
      <w:start w:val="1"/>
      <w:suff w:val="tab"/>
    </w:lvl>
    <w:lvl w:ilvl="7">
      <w:isLgl w:val="false"/>
      <w:lvlJc w:val="left"/>
      <w:lvlText w:val="o"/>
      <w:numFmt w:val="bullet"/>
      <w:pPr>
        <w:pBdr/>
        <w:tabs>
          <w:tab w:val="num" w:leader="none" w:pos="6322"/>
        </w:tabs>
        <w:spacing/>
        <w:ind w:hanging="360" w:left="6322"/>
      </w:pPr>
      <w:rPr>
        <w:rFonts w:hint="default" w:ascii="Courier New" w:hAnsi="Courier New"/>
      </w:rPr>
      <w:start w:val="1"/>
      <w:suff w:val="tab"/>
    </w:lvl>
    <w:lvl w:ilvl="8">
      <w:isLgl w:val="false"/>
      <w:lvlJc w:val="left"/>
      <w:lvlText w:val=""/>
      <w:numFmt w:val="bullet"/>
      <w:pPr>
        <w:pBdr/>
        <w:tabs>
          <w:tab w:val="num" w:leader="none" w:pos="7042"/>
        </w:tabs>
        <w:spacing/>
        <w:ind w:hanging="360" w:left="7042"/>
      </w:pPr>
      <w:rPr>
        <w:rFonts w:hint="default" w:ascii="Wingdings" w:hAnsi="Wingdings"/>
      </w:rPr>
      <w:start w:val="1"/>
      <w:suff w:val="tab"/>
    </w:lvl>
  </w:abstractNum>
  <w:abstractNum w:abstractNumId="5">
    <w:nsid w:val="0D872CB2"/>
    <w:lvl w:ilvl="0">
      <w:isLgl w:val="false"/>
      <w:lvlJc w:val="left"/>
      <w:lvlText w:val="%1."/>
      <w:numFmt w:val="lowerLetter"/>
      <w:pPr>
        <w:pBdr/>
        <w:spacing/>
        <w:ind w:hanging="360" w:left="1440"/>
      </w:pPr>
      <w:rPr>
        <w:rFonts w:ascii="Calibri" w:hAnsi="Calibri" w:eastAsia="Times" w:cs="Calibri"/>
      </w:rPr>
      <w:start w:val="1"/>
      <w:suff w:val="tab"/>
    </w:lvl>
    <w:lvl w:ilvl="1">
      <w:isLgl w:val="false"/>
      <w:lvlJc w:val="left"/>
      <w:lvlText w:val="%2."/>
      <w:numFmt w:val="lowerRoman"/>
      <w:pPr>
        <w:pBdr/>
        <w:spacing/>
        <w:ind w:hanging="360" w:left="2160"/>
      </w:pPr>
      <w:rPr>
        <w:rFonts w:ascii="Calibri" w:hAnsi="Calibri" w:eastAsia="Times" w:cs="Calibri"/>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6">
    <w:nsid w:val="12FA3D26"/>
    <w:lvl w:ilvl="0">
      <w:isLgl w:val="false"/>
      <w:lvlJc w:val="left"/>
      <w:lvlText w:val="%1."/>
      <w:numFmt w:val="decimal"/>
      <w:pPr>
        <w:pBdr/>
        <w:spacing/>
        <w:ind w:hanging="360" w:left="720"/>
      </w:pPr>
      <w:rPr>
        <w:rFonts w:hint="default"/>
      </w:rPr>
      <w:start w:val="1"/>
      <w:suff w:val="tab"/>
    </w:lvl>
    <w:lvl w:ilvl="1">
      <w:isLgl w:val="false"/>
      <w:lvlJc w:val="left"/>
      <w:lvlText w:val="%2."/>
      <w:numFmt w:val="lowerLetter"/>
      <w:pPr>
        <w:pBdr/>
        <w:spacing/>
        <w:ind w:hanging="360" w:left="1440"/>
      </w:pPr>
      <w:rPr>
        <w:sz w:val="20"/>
        <w:szCs w:val="20"/>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7">
    <w:nsid w:val="15465BFF"/>
    <w:lvl w:ilvl="0">
      <w:isLgl w:val="false"/>
      <w:lvlJc w:val="left"/>
      <w:lvlText w:val=""/>
      <w:numFmt w:val="bullet"/>
      <w:pPr>
        <w:pBdr/>
        <w:tabs>
          <w:tab w:val="num" w:leader="none" w:pos="994"/>
        </w:tabs>
        <w:spacing/>
        <w:ind w:hanging="432" w:left="994"/>
      </w:pPr>
      <w:pStyle w:val="1098"/>
      <w:rPr>
        <w:rFonts w:hint="default" w:ascii="Symbol" w:hAnsi="Symbol"/>
        <w:sz w:val="22"/>
      </w:rPr>
      <w:start w:val="1"/>
      <w:suff w:val="tab"/>
    </w:lvl>
    <w:lvl w:ilvl="1">
      <w:isLgl w:val="false"/>
      <w:lvlJc w:val="left"/>
      <w:lvlText w:val="-"/>
      <w:numFmt w:val="bullet"/>
      <w:pPr>
        <w:pBdr/>
        <w:tabs>
          <w:tab w:val="num" w:leader="none" w:pos="1440"/>
        </w:tabs>
        <w:spacing/>
        <w:ind w:hanging="360" w:left="1440"/>
      </w:pPr>
      <w:rPr>
        <w:rFonts w:hint="default" w:ascii="Times New Roman" w:hAnsi="Times New Roman" w:eastAsia="Times New Roman" w:cs="Times New Roman"/>
      </w:rPr>
      <w:start w:val="3"/>
      <w:suff w:val="tab"/>
    </w:lvl>
    <w:lvl w:ilvl="2">
      <w:isLgl w:val="false"/>
      <w:lvlJc w:val="left"/>
      <w:lvlText w:val=""/>
      <w:numFmt w:val="bullet"/>
      <w:pPr>
        <w:pBdr/>
        <w:tabs>
          <w:tab w:val="num" w:leader="none" w:pos="2505"/>
        </w:tabs>
        <w:spacing/>
        <w:ind w:hanging="705" w:left="2505"/>
      </w:pPr>
      <w:rPr>
        <w:rFonts w:hint="default" w:ascii="Wingdings" w:hAnsi="Wingdings" w:eastAsia="Times New Roman" w:cs="Times New Roman"/>
      </w:rPr>
      <w:start w:val="3"/>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8">
    <w:nsid w:val="164043BE"/>
    <w:lvl w:ilvl="0">
      <w:isLgl w:val="false"/>
      <w:lvlJc w:val="left"/>
      <w:lvlText w:val=""/>
      <w:numFmt w:val="bullet"/>
      <w:pPr>
        <w:pBdr/>
        <w:spacing/>
        <w:ind w:hanging="360" w:left="1066"/>
      </w:pPr>
      <w:rPr>
        <w:rFonts w:ascii="Symbol" w:hAnsi="Symbol"/>
      </w:rPr>
      <w:start w:val="0"/>
      <w:suff w:val="tab"/>
    </w:lvl>
    <w:lvl w:ilvl="1">
      <w:isLgl w:val="false"/>
      <w:lvlJc w:val="left"/>
      <w:lvlText w:val="o"/>
      <w:numFmt w:val="bullet"/>
      <w:pPr>
        <w:pBdr/>
        <w:spacing/>
        <w:ind w:hanging="360" w:left="1786"/>
      </w:pPr>
      <w:rPr>
        <w:rFonts w:ascii="Courier New" w:hAnsi="Courier New" w:cs="Courier New"/>
      </w:rPr>
      <w:start w:val="0"/>
      <w:suff w:val="tab"/>
    </w:lvl>
    <w:lvl w:ilvl="2">
      <w:isLgl w:val="false"/>
      <w:lvlJc w:val="left"/>
      <w:lvlText w:val=""/>
      <w:numFmt w:val="bullet"/>
      <w:pPr>
        <w:pBdr/>
        <w:spacing/>
        <w:ind w:hanging="360" w:left="2506"/>
      </w:pPr>
      <w:rPr>
        <w:rFonts w:ascii="Wingdings" w:hAnsi="Wingdings"/>
      </w:rPr>
      <w:start w:val="0"/>
      <w:suff w:val="tab"/>
    </w:lvl>
    <w:lvl w:ilvl="3">
      <w:isLgl w:val="false"/>
      <w:lvlJc w:val="left"/>
      <w:lvlText w:val=""/>
      <w:numFmt w:val="bullet"/>
      <w:pPr>
        <w:pBdr/>
        <w:spacing/>
        <w:ind w:hanging="360" w:left="3226"/>
      </w:pPr>
      <w:rPr>
        <w:rFonts w:ascii="Symbol" w:hAnsi="Symbol"/>
      </w:rPr>
      <w:start w:val="0"/>
      <w:suff w:val="tab"/>
    </w:lvl>
    <w:lvl w:ilvl="4">
      <w:isLgl w:val="false"/>
      <w:lvlJc w:val="left"/>
      <w:lvlText w:val="o"/>
      <w:numFmt w:val="bullet"/>
      <w:pPr>
        <w:pBdr/>
        <w:spacing/>
        <w:ind w:hanging="360" w:left="3946"/>
      </w:pPr>
      <w:rPr>
        <w:rFonts w:ascii="Courier New" w:hAnsi="Courier New" w:cs="Courier New"/>
      </w:rPr>
      <w:start w:val="0"/>
      <w:suff w:val="tab"/>
    </w:lvl>
    <w:lvl w:ilvl="5">
      <w:isLgl w:val="false"/>
      <w:lvlJc w:val="left"/>
      <w:lvlText w:val=""/>
      <w:numFmt w:val="bullet"/>
      <w:pPr>
        <w:pBdr/>
        <w:spacing/>
        <w:ind w:hanging="360" w:left="4666"/>
      </w:pPr>
      <w:rPr>
        <w:rFonts w:ascii="Wingdings" w:hAnsi="Wingdings"/>
      </w:rPr>
      <w:start w:val="0"/>
      <w:suff w:val="tab"/>
    </w:lvl>
    <w:lvl w:ilvl="6">
      <w:isLgl w:val="false"/>
      <w:lvlJc w:val="left"/>
      <w:lvlText w:val=""/>
      <w:numFmt w:val="bullet"/>
      <w:pPr>
        <w:pBdr/>
        <w:spacing/>
        <w:ind w:hanging="360" w:left="5386"/>
      </w:pPr>
      <w:rPr>
        <w:rFonts w:ascii="Symbol" w:hAnsi="Symbol"/>
      </w:rPr>
      <w:start w:val="0"/>
      <w:suff w:val="tab"/>
    </w:lvl>
    <w:lvl w:ilvl="7">
      <w:isLgl w:val="false"/>
      <w:lvlJc w:val="left"/>
      <w:lvlText w:val="o"/>
      <w:numFmt w:val="bullet"/>
      <w:pPr>
        <w:pBdr/>
        <w:spacing/>
        <w:ind w:hanging="360" w:left="6106"/>
      </w:pPr>
      <w:rPr>
        <w:rFonts w:ascii="Courier New" w:hAnsi="Courier New" w:cs="Courier New"/>
      </w:rPr>
      <w:start w:val="0"/>
      <w:suff w:val="tab"/>
    </w:lvl>
    <w:lvl w:ilvl="8">
      <w:isLgl w:val="false"/>
      <w:lvlJc w:val="left"/>
      <w:lvlText w:val=""/>
      <w:numFmt w:val="bullet"/>
      <w:pPr>
        <w:pBdr/>
        <w:spacing/>
        <w:ind w:hanging="360" w:left="6826"/>
      </w:pPr>
      <w:rPr>
        <w:rFonts w:ascii="Wingdings" w:hAnsi="Wingdings"/>
      </w:rPr>
      <w:start w:val="0"/>
      <w:suff w:val="tab"/>
    </w:lvl>
  </w:abstractNum>
  <w:abstractNum w:abstractNumId="9">
    <w:nsid w:val="1A6C511B"/>
    <w:lvl w:ilvl="0">
      <w:isLgl w:val="false"/>
      <w:lvlJc w:val="left"/>
      <w:lvlText w:val="ARTICLE %1:"/>
      <w:numFmt w:val="decimal"/>
      <w:pPr>
        <w:pBdr/>
        <w:spacing/>
        <w:ind w:hanging="360" w:left="360"/>
      </w:pPr>
      <w:rPr>
        <w:rFonts w:hint="default"/>
      </w:rPr>
      <w:start w:val="1"/>
      <w:suff w:val="tab"/>
    </w:lvl>
    <w:lvl w:ilvl="1">
      <w:isLgl w:val="false"/>
      <w:lvlJc w:val="left"/>
      <w:lvlText w:val="%2"/>
      <w:numFmt w:val="decimal"/>
      <w:pPr>
        <w:pBdr/>
        <w:spacing/>
        <w:ind w:hanging="360" w:left="720"/>
      </w:pPr>
      <w:rPr>
        <w:rFonts w:hint="default"/>
      </w:rPr>
      <w:start w:val="1"/>
      <w:suff w:val="tab"/>
    </w:lvl>
    <w:lvl w:ilvl="2">
      <w:isLgl w:val="false"/>
      <w:lvlJc w:val="left"/>
      <w:lvlText w:val="%2.%3"/>
      <w:numFmt w:val="decimal"/>
      <w:pPr>
        <w:pBdr/>
        <w:spacing/>
        <w:ind w:hanging="360" w:left="1080"/>
      </w:pPr>
      <w:rPr>
        <w:rFonts w:hint="default"/>
      </w:rPr>
      <w:start w:val="1"/>
      <w:suff w:val="tab"/>
    </w:lvl>
    <w:lvl w:ilvl="3">
      <w:isLgl w:val="false"/>
      <w:lvlJc w:val="left"/>
      <w:lvlText w:val="%4)"/>
      <w:numFmt w:val="lowerLetter"/>
      <w:pPr>
        <w:pBdr/>
        <w:spacing/>
        <w:ind w:hanging="360" w:left="1440"/>
      </w:pPr>
      <w:rPr>
        <w:rFonts w:hint="default"/>
      </w:rPr>
      <w:start w:val="1"/>
      <w:suff w:val="tab"/>
    </w:lvl>
    <w:lvl w:ilvl="4">
      <w:isLgl w:val="false"/>
      <w:lvlJc w:val="left"/>
      <w:lvlText w:val="(%5)"/>
      <w:numFmt w:val="lowerRoman"/>
      <w:pPr>
        <w:pBdr/>
        <w:spacing/>
        <w:ind w:hanging="360" w:left="1800"/>
      </w:pPr>
      <w:rPr>
        <w:rFonts w:hint="default"/>
      </w:rPr>
      <w:start w:val="1"/>
      <w:suff w:val="tab"/>
    </w:lvl>
    <w:lvl w:ilvl="5">
      <w:isLgl w:val="false"/>
      <w:lvlJc w:val="left"/>
      <w:lvlText w:val="(%6)"/>
      <w:numFmt w:val="none"/>
      <w:pPr>
        <w:pBdr/>
        <w:spacing/>
        <w:ind w:hanging="360" w:left="2160"/>
      </w:pPr>
      <w:rPr>
        <w:rFonts w:hint="default"/>
      </w:rPr>
      <w:start w:val="1"/>
      <w:suff w:val="tab"/>
    </w:lvl>
    <w:lvl w:ilvl="6">
      <w:isLgl w:val="false"/>
      <w:lvlJc w:val="left"/>
      <w:lvlText w:val="%7."/>
      <w:numFmt w:val="none"/>
      <w:pPr>
        <w:pBdr/>
        <w:spacing/>
        <w:ind w:hanging="360" w:left="2520"/>
      </w:pPr>
      <w:rPr>
        <w:rFonts w:hint="default"/>
      </w:rPr>
      <w:start w:val="1"/>
      <w:suff w:val="tab"/>
    </w:lvl>
    <w:lvl w:ilvl="7">
      <w:isLgl w:val="false"/>
      <w:lvlJc w:val="left"/>
      <w:lvlText w:val="%8."/>
      <w:numFmt w:val="none"/>
      <w:pPr>
        <w:pBdr/>
        <w:spacing/>
        <w:ind w:hanging="360" w:left="2880"/>
      </w:pPr>
      <w:rPr>
        <w:rFonts w:hint="default"/>
      </w:rPr>
      <w:start w:val="1"/>
      <w:suff w:val="tab"/>
    </w:lvl>
    <w:lvl w:ilvl="8">
      <w:isLgl w:val="false"/>
      <w:lvlJc w:val="left"/>
      <w:lvlText w:val="%9."/>
      <w:numFmt w:val="none"/>
      <w:pPr>
        <w:pBdr/>
        <w:spacing/>
        <w:ind w:hanging="360" w:left="3240"/>
      </w:pPr>
      <w:rPr>
        <w:rFonts w:hint="default"/>
      </w:rPr>
      <w:start w:val="1"/>
      <w:suff w:val="tab"/>
    </w:lvl>
  </w:abstractNum>
  <w:abstractNum w:abstractNumId="10">
    <w:nsid w:val="24742497"/>
    <w:lvl w:ilvl="0">
      <w:isLgl w:val="false"/>
      <w:lvlJc w:val="left"/>
      <w:lvlText w:val="-"/>
      <w:numFmt w:val="bullet"/>
      <w:pPr>
        <w:pBdr/>
        <w:spacing/>
        <w:ind w:hanging="360" w:left="720"/>
      </w:pPr>
      <w:rPr>
        <w:rFonts w:hint="default" w:ascii="Calibri" w:hAnsi="Calibri" w:cs="Calibri" w:eastAsiaTheme="minorHAns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1">
    <w:nsid w:val="273E22A2"/>
    <w:lvl w:ilvl="0">
      <w:isLgl w:val="false"/>
      <w:lvlJc w:val="left"/>
      <w:lvlText w:val="o"/>
      <w:numFmt w:val="bullet"/>
      <w:pPr>
        <w:pBdr/>
        <w:spacing/>
        <w:ind w:hanging="360" w:left="1068"/>
      </w:pPr>
      <w:rPr>
        <w:rFonts w:hint="default" w:ascii="Courier New" w:hAnsi="Courier New" w:cs="Courier New"/>
      </w:rPr>
      <w:start w:val="1"/>
      <w:suff w:val="tab"/>
    </w:lvl>
    <w:lvl w:ilvl="1">
      <w:isLgl w:val="false"/>
      <w:lvlJc w:val="left"/>
      <w:lvlText w:val="%2."/>
      <w:numFmt w:val="decimal"/>
      <w:pPr>
        <w:pBdr/>
        <w:spacing/>
        <w:ind w:hanging="360" w:left="1788"/>
      </w:pPr>
      <w:rPr>
        <w:rFonts w:eastAsia="Times" w:cs="Times New Roman" w:asciiTheme="minorHAnsi" w:hAnsiTheme="minorHAnsi"/>
      </w:rPr>
      <w:start w:val="1"/>
      <w:suff w:val="tab"/>
    </w:lvl>
    <w:lvl w:ilvl="2">
      <w:isLgl w:val="false"/>
      <w:lvlJc w:val="left"/>
      <w:lvlText w:val=""/>
      <w:numFmt w:val="bullet"/>
      <w:pPr>
        <w:pBdr/>
        <w:spacing/>
        <w:ind w:hanging="360" w:left="2508"/>
      </w:pPr>
      <w:rPr>
        <w:rFonts w:hint="default" w:ascii="Wingdings" w:hAnsi="Wingdings"/>
      </w:rPr>
      <w:start w:val="1"/>
      <w:suff w:val="tab"/>
    </w:lvl>
    <w:lvl w:ilvl="3">
      <w:isLgl w:val="false"/>
      <w:lvlJc w:val="left"/>
      <w:lvlText w:val=""/>
      <w:numFmt w:val="bullet"/>
      <w:pPr>
        <w:pBdr/>
        <w:spacing/>
        <w:ind w:hanging="360" w:left="3228"/>
      </w:pPr>
      <w:rPr>
        <w:rFonts w:hint="default" w:ascii="Symbol" w:hAnsi="Symbol"/>
      </w:rPr>
      <w:start w:val="1"/>
      <w:suff w:val="tab"/>
    </w:lvl>
    <w:lvl w:ilvl="4">
      <w:isLgl w:val="false"/>
      <w:lvlJc w:val="left"/>
      <w:lvlText w:val="o"/>
      <w:numFmt w:val="bullet"/>
      <w:pPr>
        <w:pBdr/>
        <w:spacing/>
        <w:ind w:hanging="360" w:left="3948"/>
      </w:pPr>
      <w:rPr>
        <w:rFonts w:hint="default" w:ascii="Courier New" w:hAnsi="Courier New" w:cs="Courier New"/>
      </w:rPr>
      <w:start w:val="1"/>
      <w:suff w:val="tab"/>
    </w:lvl>
    <w:lvl w:ilvl="5">
      <w:isLgl w:val="false"/>
      <w:lvlJc w:val="left"/>
      <w:lvlText w:val=""/>
      <w:numFmt w:val="bullet"/>
      <w:pPr>
        <w:pBdr/>
        <w:spacing/>
        <w:ind w:hanging="360" w:left="4668"/>
      </w:pPr>
      <w:rPr>
        <w:rFonts w:hint="default" w:ascii="Wingdings" w:hAnsi="Wingdings"/>
      </w:rPr>
      <w:start w:val="1"/>
      <w:suff w:val="tab"/>
    </w:lvl>
    <w:lvl w:ilvl="6">
      <w:isLgl w:val="false"/>
      <w:lvlJc w:val="left"/>
      <w:lvlText w:val=""/>
      <w:numFmt w:val="bullet"/>
      <w:pPr>
        <w:pBdr/>
        <w:spacing/>
        <w:ind w:hanging="360" w:left="5388"/>
      </w:pPr>
      <w:rPr>
        <w:rFonts w:hint="default" w:ascii="Symbol" w:hAnsi="Symbol"/>
      </w:rPr>
      <w:start w:val="1"/>
      <w:suff w:val="tab"/>
    </w:lvl>
    <w:lvl w:ilvl="7">
      <w:isLgl w:val="false"/>
      <w:lvlJc w:val="left"/>
      <w:lvlText w:val="o"/>
      <w:numFmt w:val="bullet"/>
      <w:pPr>
        <w:pBdr/>
        <w:spacing/>
        <w:ind w:hanging="360" w:left="6108"/>
      </w:pPr>
      <w:rPr>
        <w:rFonts w:hint="default" w:ascii="Courier New" w:hAnsi="Courier New" w:cs="Courier New"/>
      </w:rPr>
      <w:start w:val="1"/>
      <w:suff w:val="tab"/>
    </w:lvl>
    <w:lvl w:ilvl="8">
      <w:isLgl w:val="false"/>
      <w:lvlJc w:val="left"/>
      <w:lvlText w:val=""/>
      <w:numFmt w:val="bullet"/>
      <w:pPr>
        <w:pBdr/>
        <w:spacing/>
        <w:ind w:hanging="360" w:left="6828"/>
      </w:pPr>
      <w:rPr>
        <w:rFonts w:hint="default" w:ascii="Wingdings" w:hAnsi="Wingdings"/>
      </w:rPr>
      <w:start w:val="1"/>
      <w:suff w:val="tab"/>
    </w:lvl>
  </w:abstractNum>
  <w:abstractNum w:abstractNumId="12">
    <w:nsid w:val="278556B3"/>
    <w:lvl w:ilvl="0">
      <w:isLgl w:val="false"/>
      <w:lvlJc w:val="left"/>
      <w:lvlText w:val="o"/>
      <w:numFmt w:val="bullet"/>
      <w:pPr>
        <w:pBdr/>
        <w:spacing/>
        <w:ind w:hanging="360" w:left="1080"/>
      </w:pPr>
      <w:rPr>
        <w:rFonts w:hint="default" w:ascii="Courier New" w:hAnsi="Courier New" w:cs="Courier New"/>
      </w:rPr>
      <w:start w:val="1"/>
      <w:suff w:val="tab"/>
    </w:lvl>
    <w:lvl w:ilvl="1">
      <w:isLgl w:val="false"/>
      <w:lvlJc w:val="left"/>
      <w:lvlText w:val="o"/>
      <w:numFmt w:val="bullet"/>
      <w:pPr>
        <w:pBdr/>
        <w:spacing/>
        <w:ind w:hanging="360" w:left="1800"/>
      </w:pPr>
      <w:rPr>
        <w:rFonts w:hint="default" w:ascii="Courier New" w:hAnsi="Courier New" w:cs="Courier New"/>
      </w:rPr>
      <w:start w:val="1"/>
      <w:suff w:val="tab"/>
    </w:lvl>
    <w:lvl w:ilvl="2">
      <w:isLgl w:val="false"/>
      <w:lvlJc w:val="left"/>
      <w:lvlText w:val=""/>
      <w:numFmt w:val="bullet"/>
      <w:pPr>
        <w:pBdr/>
        <w:spacing/>
        <w:ind w:hanging="360" w:left="2520"/>
      </w:pPr>
      <w:rPr>
        <w:rFonts w:hint="default" w:ascii="Wingdings" w:hAnsi="Wingdings"/>
      </w:rPr>
      <w:start w:val="1"/>
      <w:suff w:val="tab"/>
    </w:lvl>
    <w:lvl w:ilvl="3">
      <w:isLgl w:val="false"/>
      <w:lvlJc w:val="left"/>
      <w:lvlText w:val=""/>
      <w:numFmt w:val="bullet"/>
      <w:pPr>
        <w:pBdr/>
        <w:spacing/>
        <w:ind w:hanging="360" w:left="3240"/>
      </w:pPr>
      <w:rPr>
        <w:rFonts w:hint="default" w:ascii="Symbol" w:hAnsi="Symbol"/>
      </w:rPr>
      <w:start w:val="1"/>
      <w:suff w:val="tab"/>
    </w:lvl>
    <w:lvl w:ilvl="4">
      <w:isLgl w:val="false"/>
      <w:lvlJc w:val="left"/>
      <w:lvlText w:val="o"/>
      <w:numFmt w:val="bullet"/>
      <w:pPr>
        <w:pBdr/>
        <w:spacing/>
        <w:ind w:hanging="360" w:left="3960"/>
      </w:pPr>
      <w:rPr>
        <w:rFonts w:hint="default" w:ascii="Courier New" w:hAnsi="Courier New" w:cs="Courier New"/>
      </w:rPr>
      <w:start w:val="1"/>
      <w:suff w:val="tab"/>
    </w:lvl>
    <w:lvl w:ilvl="5">
      <w:isLgl w:val="false"/>
      <w:lvlJc w:val="left"/>
      <w:lvlText w:val=""/>
      <w:numFmt w:val="bullet"/>
      <w:pPr>
        <w:pBdr/>
        <w:spacing/>
        <w:ind w:hanging="360" w:left="4680"/>
      </w:pPr>
      <w:rPr>
        <w:rFonts w:hint="default" w:ascii="Wingdings" w:hAnsi="Wingdings"/>
      </w:rPr>
      <w:start w:val="1"/>
      <w:suff w:val="tab"/>
    </w:lvl>
    <w:lvl w:ilvl="6">
      <w:isLgl w:val="false"/>
      <w:lvlJc w:val="left"/>
      <w:lvlText w:val=""/>
      <w:numFmt w:val="bullet"/>
      <w:pPr>
        <w:pBdr/>
        <w:spacing/>
        <w:ind w:hanging="360" w:left="5400"/>
      </w:pPr>
      <w:rPr>
        <w:rFonts w:hint="default" w:ascii="Symbol" w:hAnsi="Symbol"/>
      </w:rPr>
      <w:start w:val="1"/>
      <w:suff w:val="tab"/>
    </w:lvl>
    <w:lvl w:ilvl="7">
      <w:isLgl w:val="false"/>
      <w:lvlJc w:val="left"/>
      <w:lvlText w:val="o"/>
      <w:numFmt w:val="bullet"/>
      <w:pPr>
        <w:pBdr/>
        <w:spacing/>
        <w:ind w:hanging="360" w:left="6120"/>
      </w:pPr>
      <w:rPr>
        <w:rFonts w:hint="default" w:ascii="Courier New" w:hAnsi="Courier New" w:cs="Courier New"/>
      </w:rPr>
      <w:start w:val="1"/>
      <w:suff w:val="tab"/>
    </w:lvl>
    <w:lvl w:ilvl="8">
      <w:isLgl w:val="false"/>
      <w:lvlJc w:val="left"/>
      <w:lvlText w:val=""/>
      <w:numFmt w:val="bullet"/>
      <w:pPr>
        <w:pBdr/>
        <w:spacing/>
        <w:ind w:hanging="360" w:left="6840"/>
      </w:pPr>
      <w:rPr>
        <w:rFonts w:hint="default" w:ascii="Wingdings" w:hAnsi="Wingdings"/>
      </w:rPr>
      <w:start w:val="1"/>
      <w:suff w:val="tab"/>
    </w:lvl>
  </w:abstractNum>
  <w:abstractNum w:abstractNumId="13">
    <w:nsid w:val="284C16EB"/>
    <w:lvl w:ilvl="0">
      <w:isLgl w:val="false"/>
      <w:lvlJc w:val="left"/>
      <w:lvlText w:val="-"/>
      <w:numFmt w:val="bullet"/>
      <w:pPr>
        <w:pBdr/>
        <w:spacing/>
        <w:ind w:hanging="360" w:left="1146"/>
      </w:pPr>
      <w:rPr>
        <w:rFonts w:hint="default" w:ascii="Calibri" w:hAnsi="Calibri" w:eastAsia="Times" w:cs="Times New Roman"/>
      </w:rPr>
      <w:start w:val="0"/>
      <w:suff w:val="tab"/>
    </w:lvl>
    <w:lvl w:ilvl="1">
      <w:isLgl w:val="false"/>
      <w:lvlJc w:val="left"/>
      <w:lvlText w:val="o"/>
      <w:numFmt w:val="bullet"/>
      <w:pPr>
        <w:pBdr/>
        <w:spacing/>
        <w:ind w:hanging="360" w:left="1866"/>
      </w:pPr>
      <w:rPr>
        <w:rFonts w:hint="default" w:ascii="Courier New" w:hAnsi="Courier New" w:cs="Courier New"/>
      </w:rPr>
      <w:start w:val="1"/>
      <w:suff w:val="tab"/>
    </w:lvl>
    <w:lvl w:ilvl="2">
      <w:isLgl w:val="false"/>
      <w:lvlJc w:val="left"/>
      <w:lvlText w:val=""/>
      <w:numFmt w:val="bullet"/>
      <w:pPr>
        <w:pBdr/>
        <w:spacing/>
        <w:ind w:hanging="360" w:left="2586"/>
      </w:pPr>
      <w:rPr>
        <w:rFonts w:hint="default" w:ascii="Wingdings" w:hAnsi="Wingdings"/>
      </w:rPr>
      <w:start w:val="1"/>
      <w:suff w:val="tab"/>
    </w:lvl>
    <w:lvl w:ilvl="3">
      <w:isLgl w:val="false"/>
      <w:lvlJc w:val="left"/>
      <w:lvlText w:val=""/>
      <w:numFmt w:val="bullet"/>
      <w:pPr>
        <w:pBdr/>
        <w:spacing/>
        <w:ind w:hanging="360" w:left="3306"/>
      </w:pPr>
      <w:rPr>
        <w:rFonts w:hint="default" w:ascii="Symbol" w:hAnsi="Symbol"/>
      </w:rPr>
      <w:start w:val="1"/>
      <w:suff w:val="tab"/>
    </w:lvl>
    <w:lvl w:ilvl="4">
      <w:isLgl w:val="false"/>
      <w:lvlJc w:val="left"/>
      <w:lvlText w:val="o"/>
      <w:numFmt w:val="bullet"/>
      <w:pPr>
        <w:pBdr/>
        <w:spacing/>
        <w:ind w:hanging="360" w:left="4026"/>
      </w:pPr>
      <w:rPr>
        <w:rFonts w:hint="default" w:ascii="Courier New" w:hAnsi="Courier New" w:cs="Courier New"/>
      </w:rPr>
      <w:start w:val="1"/>
      <w:suff w:val="tab"/>
    </w:lvl>
    <w:lvl w:ilvl="5">
      <w:isLgl w:val="false"/>
      <w:lvlJc w:val="left"/>
      <w:lvlText w:val=""/>
      <w:numFmt w:val="bullet"/>
      <w:pPr>
        <w:pBdr/>
        <w:spacing/>
        <w:ind w:hanging="360" w:left="4746"/>
      </w:pPr>
      <w:rPr>
        <w:rFonts w:hint="default" w:ascii="Wingdings" w:hAnsi="Wingdings"/>
      </w:rPr>
      <w:start w:val="1"/>
      <w:suff w:val="tab"/>
    </w:lvl>
    <w:lvl w:ilvl="6">
      <w:isLgl w:val="false"/>
      <w:lvlJc w:val="left"/>
      <w:lvlText w:val=""/>
      <w:numFmt w:val="bullet"/>
      <w:pPr>
        <w:pBdr/>
        <w:spacing/>
        <w:ind w:hanging="360" w:left="5466"/>
      </w:pPr>
      <w:rPr>
        <w:rFonts w:hint="default" w:ascii="Symbol" w:hAnsi="Symbol"/>
      </w:rPr>
      <w:start w:val="1"/>
      <w:suff w:val="tab"/>
    </w:lvl>
    <w:lvl w:ilvl="7">
      <w:isLgl w:val="false"/>
      <w:lvlJc w:val="left"/>
      <w:lvlText w:val="o"/>
      <w:numFmt w:val="bullet"/>
      <w:pPr>
        <w:pBdr/>
        <w:spacing/>
        <w:ind w:hanging="360" w:left="6186"/>
      </w:pPr>
      <w:rPr>
        <w:rFonts w:hint="default" w:ascii="Courier New" w:hAnsi="Courier New" w:cs="Courier New"/>
      </w:rPr>
      <w:start w:val="1"/>
      <w:suff w:val="tab"/>
    </w:lvl>
    <w:lvl w:ilvl="8">
      <w:isLgl w:val="false"/>
      <w:lvlJc w:val="left"/>
      <w:lvlText w:val=""/>
      <w:numFmt w:val="bullet"/>
      <w:pPr>
        <w:pBdr/>
        <w:spacing/>
        <w:ind w:hanging="360" w:left="6906"/>
      </w:pPr>
      <w:rPr>
        <w:rFonts w:hint="default" w:ascii="Wingdings" w:hAnsi="Wingdings"/>
      </w:rPr>
      <w:start w:val="1"/>
      <w:suff w:val="tab"/>
    </w:lvl>
  </w:abstractNum>
  <w:abstractNum w:abstractNumId="14">
    <w:nsid w:val="291B3500"/>
    <w:lvl w:ilvl="0">
      <w:isLgl w:val="false"/>
      <w:lvlJc w:val="left"/>
      <w:lvlText w:val="%1-"/>
      <w:numFmt w:val="decimal"/>
      <w:pPr>
        <w:pBdr/>
        <w:spacing/>
        <w:ind w:hanging="360" w:left="1440"/>
      </w:pPr>
      <w:rPr/>
      <w:start w:val="1"/>
      <w:suff w:val="tab"/>
    </w:lvl>
    <w:lvl w:ilvl="1">
      <w:isLgl w:val="false"/>
      <w:lvlJc w:val="left"/>
      <w:lvlText w:val="%2."/>
      <w:numFmt w:val="lowerLetter"/>
      <w:pPr>
        <w:pBdr/>
        <w:spacing/>
        <w:ind w:hanging="360" w:left="2160"/>
      </w:pPr>
      <w:rPr/>
      <w:start w:val="1"/>
      <w:suff w:val="tab"/>
    </w:lvl>
    <w:lvl w:ilvl="2">
      <w:isLgl w:val="false"/>
      <w:lvlJc w:val="right"/>
      <w:lvlText w:val="%3."/>
      <w:numFmt w:val="lowerRoman"/>
      <w:pPr>
        <w:pBdr/>
        <w:spacing/>
        <w:ind w:hanging="180" w:left="2880"/>
      </w:pPr>
      <w:rPr/>
      <w:start w:val="1"/>
      <w:suff w:val="tab"/>
    </w:lvl>
    <w:lvl w:ilvl="3">
      <w:isLgl w:val="false"/>
      <w:lvlJc w:val="left"/>
      <w:lvlText w:val="%4."/>
      <w:numFmt w:val="decimal"/>
      <w:pPr>
        <w:pBdr/>
        <w:spacing/>
        <w:ind w:hanging="360" w:left="3600"/>
      </w:pPr>
      <w:rPr/>
      <w:start w:val="1"/>
      <w:suff w:val="tab"/>
    </w:lvl>
    <w:lvl w:ilvl="4">
      <w:isLgl w:val="false"/>
      <w:lvlJc w:val="left"/>
      <w:lvlText w:val="%5."/>
      <w:numFmt w:val="lowerLetter"/>
      <w:pPr>
        <w:pBdr/>
        <w:spacing/>
        <w:ind w:hanging="360" w:left="4320"/>
      </w:pPr>
      <w:rPr/>
      <w:start w:val="1"/>
      <w:suff w:val="tab"/>
    </w:lvl>
    <w:lvl w:ilvl="5">
      <w:isLgl w:val="false"/>
      <w:lvlJc w:val="right"/>
      <w:lvlText w:val="%6."/>
      <w:numFmt w:val="lowerRoman"/>
      <w:pPr>
        <w:pBdr/>
        <w:spacing/>
        <w:ind w:hanging="180" w:left="5040"/>
      </w:pPr>
      <w:rPr/>
      <w:start w:val="1"/>
      <w:suff w:val="tab"/>
    </w:lvl>
    <w:lvl w:ilvl="6">
      <w:isLgl w:val="false"/>
      <w:lvlJc w:val="left"/>
      <w:lvlText w:val="%7."/>
      <w:numFmt w:val="decimal"/>
      <w:pPr>
        <w:pBdr/>
        <w:spacing/>
        <w:ind w:hanging="360" w:left="5760"/>
      </w:pPr>
      <w:rPr/>
      <w:start w:val="1"/>
      <w:suff w:val="tab"/>
    </w:lvl>
    <w:lvl w:ilvl="7">
      <w:isLgl w:val="false"/>
      <w:lvlJc w:val="left"/>
      <w:lvlText w:val="%8."/>
      <w:numFmt w:val="lowerLetter"/>
      <w:pPr>
        <w:pBdr/>
        <w:spacing/>
        <w:ind w:hanging="360" w:left="6480"/>
      </w:pPr>
      <w:rPr/>
      <w:start w:val="1"/>
      <w:suff w:val="tab"/>
    </w:lvl>
    <w:lvl w:ilvl="8">
      <w:isLgl w:val="false"/>
      <w:lvlJc w:val="right"/>
      <w:lvlText w:val="%9."/>
      <w:numFmt w:val="lowerRoman"/>
      <w:pPr>
        <w:pBdr/>
        <w:spacing/>
        <w:ind w:hanging="180" w:left="7200"/>
      </w:pPr>
      <w:rPr/>
      <w:start w:val="1"/>
      <w:suff w:val="tab"/>
    </w:lvl>
  </w:abstractNum>
  <w:abstractNum w:abstractNumId="15">
    <w:nsid w:val="2CF440C6"/>
    <w:lvl w:ilvl="0">
      <w:isLgl w:val="false"/>
      <w:lvlJc w:val="left"/>
      <w:lvlText w:val="%1)"/>
      <w:numFmt w:val="lowerLetter"/>
      <w:pPr>
        <w:pBdr/>
        <w:tabs>
          <w:tab w:val="num" w:leader="none" w:pos="360"/>
        </w:tabs>
        <w:spacing/>
        <w:ind w:hanging="360" w:left="360"/>
      </w:pPr>
      <w:rPr>
        <w:rFonts w:cs="Times New Roman"/>
      </w:rPr>
      <w:start w:val="1"/>
      <w:suff w:val="tab"/>
    </w:lvl>
    <w:lvl w:ilvl="1">
      <w:isLgl w:val="false"/>
      <w:lvlJc w:val="left"/>
      <w:lvlText w:val=""/>
      <w:numFmt w:val="decimal"/>
      <w:pPr>
        <w:pBdr/>
        <w:spacing/>
        <w:ind/>
      </w:pPr>
      <w:rPr>
        <w:rFonts w:cs="Times New Roman"/>
      </w:rPr>
      <w:start w:val="0"/>
      <w:suff w:val="tab"/>
    </w:lvl>
    <w:lvl w:ilvl="2">
      <w:isLgl w:val="false"/>
      <w:lvlJc w:val="left"/>
      <w:lvlText w:val=""/>
      <w:numFmt w:val="decimal"/>
      <w:pPr>
        <w:pBdr/>
        <w:spacing/>
        <w:ind/>
      </w:pPr>
      <w:rPr>
        <w:rFonts w:cs="Times New Roman"/>
      </w:rPr>
      <w:start w:val="0"/>
      <w:suff w:val="tab"/>
    </w:lvl>
    <w:lvl w:ilvl="3">
      <w:isLgl w:val="false"/>
      <w:lvlJc w:val="left"/>
      <w:lvlText w:val=""/>
      <w:numFmt w:val="decimal"/>
      <w:pPr>
        <w:pBdr/>
        <w:spacing/>
        <w:ind/>
      </w:pPr>
      <w:rPr>
        <w:rFonts w:cs="Times New Roman"/>
      </w:rPr>
      <w:start w:val="0"/>
      <w:suff w:val="tab"/>
    </w:lvl>
    <w:lvl w:ilvl="4">
      <w:isLgl w:val="false"/>
      <w:lvlJc w:val="left"/>
      <w:lvlText w:val=""/>
      <w:numFmt w:val="decimal"/>
      <w:pPr>
        <w:pBdr/>
        <w:spacing/>
        <w:ind/>
      </w:pPr>
      <w:rPr>
        <w:rFonts w:cs="Times New Roman"/>
      </w:rPr>
      <w:start w:val="0"/>
      <w:suff w:val="tab"/>
    </w:lvl>
    <w:lvl w:ilvl="5">
      <w:isLgl w:val="false"/>
      <w:lvlJc w:val="left"/>
      <w:lvlText w:val=""/>
      <w:numFmt w:val="decimal"/>
      <w:pPr>
        <w:pBdr/>
        <w:spacing/>
        <w:ind/>
      </w:pPr>
      <w:rPr>
        <w:rFonts w:cs="Times New Roman"/>
      </w:rPr>
      <w:start w:val="0"/>
      <w:suff w:val="tab"/>
    </w:lvl>
    <w:lvl w:ilvl="6">
      <w:isLgl w:val="false"/>
      <w:lvlJc w:val="left"/>
      <w:lvlText w:val=""/>
      <w:numFmt w:val="decimal"/>
      <w:pPr>
        <w:pBdr/>
        <w:spacing/>
        <w:ind/>
      </w:pPr>
      <w:rPr>
        <w:rFonts w:cs="Times New Roman"/>
      </w:rPr>
      <w:start w:val="0"/>
      <w:suff w:val="tab"/>
    </w:lvl>
    <w:lvl w:ilvl="7">
      <w:isLgl w:val="false"/>
      <w:lvlJc w:val="left"/>
      <w:lvlText w:val=""/>
      <w:numFmt w:val="decimal"/>
      <w:pPr>
        <w:pBdr/>
        <w:spacing/>
        <w:ind/>
      </w:pPr>
      <w:rPr>
        <w:rFonts w:cs="Times New Roman"/>
      </w:rPr>
      <w:start w:val="0"/>
      <w:suff w:val="tab"/>
    </w:lvl>
    <w:lvl w:ilvl="8">
      <w:isLgl w:val="false"/>
      <w:lvlJc w:val="left"/>
      <w:lvlText w:val=""/>
      <w:numFmt w:val="decimal"/>
      <w:pPr>
        <w:pBdr/>
        <w:spacing/>
        <w:ind/>
      </w:pPr>
      <w:rPr>
        <w:rFonts w:cs="Times New Roman"/>
      </w:rPr>
      <w:start w:val="0"/>
      <w:suff w:val="tab"/>
    </w:lvl>
  </w:abstractNum>
  <w:abstractNum w:abstractNumId="16">
    <w:nsid w:val="2E5C38F8"/>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7">
    <w:nsid w:val="2EDE4118"/>
    <w:lvl w:ilvl="0">
      <w:isLgl w:val="false"/>
      <w:lvlJc w:val="left"/>
      <w:lvlText w:val="-"/>
      <w:numFmt w:val="bullet"/>
      <w:pPr>
        <w:pBdr/>
        <w:spacing/>
        <w:ind w:hanging="360" w:left="720"/>
      </w:pPr>
      <w:rPr>
        <w:rFonts w:ascii="Arial" w:hAnsi="Arial" w:eastAsia="Andale Sans UI" w:cs="Arial"/>
      </w:rPr>
      <w:start w:val="0"/>
      <w:suff w:val="tab"/>
    </w:lvl>
    <w:lvl w:ilvl="1">
      <w:isLgl w:val="false"/>
      <w:lvlJc w:val="left"/>
      <w:lvlText w:val="o"/>
      <w:numFmt w:val="bullet"/>
      <w:pPr>
        <w:pBdr/>
        <w:spacing/>
        <w:ind w:hanging="360" w:left="1440"/>
      </w:pPr>
      <w:rPr>
        <w:rFonts w:ascii="Courier New" w:hAnsi="Courier New" w:cs="Courier New"/>
      </w:rPr>
      <w:start w:val="0"/>
      <w:suff w:val="tab"/>
    </w:lvl>
    <w:lvl w:ilvl="2">
      <w:isLgl w:val="false"/>
      <w:lvlJc w:val="left"/>
      <w:lvlText w:val=""/>
      <w:numFmt w:val="bullet"/>
      <w:pPr>
        <w:pBdr/>
        <w:spacing/>
        <w:ind w:hanging="360" w:left="2160"/>
      </w:pPr>
      <w:rPr>
        <w:rFonts w:ascii="Wingdings" w:hAnsi="Wingdings"/>
      </w:rPr>
      <w:start w:val="0"/>
      <w:suff w:val="tab"/>
    </w:lvl>
    <w:lvl w:ilvl="3">
      <w:isLgl w:val="false"/>
      <w:lvlJc w:val="left"/>
      <w:lvlText w:val=""/>
      <w:numFmt w:val="bullet"/>
      <w:pPr>
        <w:pBdr/>
        <w:spacing/>
        <w:ind w:hanging="360" w:left="2880"/>
      </w:pPr>
      <w:rPr>
        <w:rFonts w:ascii="Symbol" w:hAnsi="Symbol"/>
      </w:rPr>
      <w:start w:val="0"/>
      <w:suff w:val="tab"/>
    </w:lvl>
    <w:lvl w:ilvl="4">
      <w:isLgl w:val="false"/>
      <w:lvlJc w:val="left"/>
      <w:lvlText w:val="o"/>
      <w:numFmt w:val="bullet"/>
      <w:pPr>
        <w:pBdr/>
        <w:spacing/>
        <w:ind w:hanging="360" w:left="3600"/>
      </w:pPr>
      <w:rPr>
        <w:rFonts w:ascii="Courier New" w:hAnsi="Courier New" w:cs="Courier New"/>
      </w:rPr>
      <w:start w:val="0"/>
      <w:suff w:val="tab"/>
    </w:lvl>
    <w:lvl w:ilvl="5">
      <w:isLgl w:val="false"/>
      <w:lvlJc w:val="left"/>
      <w:lvlText w:val=""/>
      <w:numFmt w:val="bullet"/>
      <w:pPr>
        <w:pBdr/>
        <w:spacing/>
        <w:ind w:hanging="360" w:left="4320"/>
      </w:pPr>
      <w:rPr>
        <w:rFonts w:ascii="Wingdings" w:hAnsi="Wingdings"/>
      </w:rPr>
      <w:start w:val="0"/>
      <w:suff w:val="tab"/>
    </w:lvl>
    <w:lvl w:ilvl="6">
      <w:isLgl w:val="false"/>
      <w:lvlJc w:val="left"/>
      <w:lvlText w:val=""/>
      <w:numFmt w:val="bullet"/>
      <w:pPr>
        <w:pBdr/>
        <w:spacing/>
        <w:ind w:hanging="360" w:left="5040"/>
      </w:pPr>
      <w:rPr>
        <w:rFonts w:ascii="Symbol" w:hAnsi="Symbol"/>
      </w:rPr>
      <w:start w:val="0"/>
      <w:suff w:val="tab"/>
    </w:lvl>
    <w:lvl w:ilvl="7">
      <w:isLgl w:val="false"/>
      <w:lvlJc w:val="left"/>
      <w:lvlText w:val="o"/>
      <w:numFmt w:val="bullet"/>
      <w:pPr>
        <w:pBdr/>
        <w:spacing/>
        <w:ind w:hanging="360" w:left="5760"/>
      </w:pPr>
      <w:rPr>
        <w:rFonts w:ascii="Courier New" w:hAnsi="Courier New" w:cs="Courier New"/>
      </w:rPr>
      <w:start w:val="0"/>
      <w:suff w:val="tab"/>
    </w:lvl>
    <w:lvl w:ilvl="8">
      <w:isLgl w:val="false"/>
      <w:lvlJc w:val="left"/>
      <w:lvlText w:val=""/>
      <w:numFmt w:val="bullet"/>
      <w:pPr>
        <w:pBdr/>
        <w:spacing/>
        <w:ind w:hanging="360" w:left="6480"/>
      </w:pPr>
      <w:rPr>
        <w:rFonts w:ascii="Wingdings" w:hAnsi="Wingdings"/>
      </w:rPr>
      <w:start w:val="0"/>
      <w:suff w:val="tab"/>
    </w:lvl>
  </w:abstractNum>
  <w:abstractNum w:abstractNumId="18">
    <w:nsid w:val="301C6D91"/>
    <w:lvl w:ilvl="0">
      <w:isLgl w:val="false"/>
      <w:lvlJc w:val="left"/>
      <w:lvlText w:val="-"/>
      <w:numFmt w:val="bullet"/>
      <w:pPr>
        <w:pBdr/>
        <w:spacing/>
        <w:ind w:hanging="360" w:left="720"/>
      </w:pPr>
      <w:rPr>
        <w:rFonts w:hint="default" w:ascii="Calibri" w:hAnsi="Calibri" w:eastAsia="Times" w:cs="Times New Roman"/>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19">
    <w:nsid w:val="388D3A2A"/>
    <w:lvl w:ilvl="0">
      <w:isLgl w:val="false"/>
      <w:lvlJc w:val="left"/>
      <w:lvlText w:val="-"/>
      <w:numFmt w:val="bullet"/>
      <w:pPr>
        <w:pBdr/>
        <w:spacing/>
        <w:ind w:hanging="360" w:left="720"/>
      </w:pPr>
      <w:rPr>
        <w:rFonts w:hint="default" w:ascii="Calibri" w:hAnsi="Calibri" w:eastAsia="Times New Roman" w:cs="Arial"/>
      </w:rPr>
      <w:start w:val="15"/>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0">
    <w:nsid w:val="3A2D06B7"/>
    <w:lvl w:ilvl="0">
      <w:isLgl w:val="false"/>
      <w:lvlJc w:val="left"/>
      <w:lvlText w:val=""/>
      <w:numFmt w:val="bullet"/>
      <w:pPr>
        <w:pBdr/>
        <w:tabs>
          <w:tab w:val="num" w:leader="none" w:pos="360"/>
        </w:tabs>
        <w:spacing/>
        <w:ind w:firstLine="0" w:left="0"/>
      </w:pPr>
      <w:pStyle w:val="1112"/>
      <w:rPr>
        <w:rFonts w:hint="default" w:ascii="Wingdings" w:hAnsi="Wingdings"/>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1">
    <w:nsid w:val="461F6808"/>
    <w:lvl w:ilvl="0">
      <w:isLgl w:val="false"/>
      <w:lvlJc w:val="left"/>
      <w:lvlText w:val="%1."/>
      <w:numFmt w:val="decimal"/>
      <w:pPr>
        <w:pBdr/>
        <w:spacing/>
        <w:ind w:hanging="360" w:left="1776"/>
      </w:pPr>
      <w:rPr>
        <w:rFonts w:hint="default" w:ascii="Calibri" w:hAnsi="Calibri" w:cs="Calibri"/>
        <w:color w:val="auto"/>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2">
    <w:nsid w:val="4A5D08B4"/>
    <w:lvl w:ilvl="0">
      <w:isLgl w:val="false"/>
      <w:lvlJc w:val="left"/>
      <w:lvlText w:val="%1."/>
      <w:numFmt w:val="decimal"/>
      <w:pPr>
        <w:pBdr/>
        <w:spacing/>
        <w:ind w:hanging="360" w:left="1800"/>
      </w:pPr>
      <w:rPr>
        <w:rFonts w:hint="default"/>
      </w:rPr>
      <w:start w:val="1"/>
      <w:suff w:val="tab"/>
    </w:lvl>
    <w:lvl w:ilvl="1">
      <w:isLgl w:val="false"/>
      <w:lvlJc w:val="left"/>
      <w:lvlText w:val="%2."/>
      <w:numFmt w:val="lowerLetter"/>
      <w:pPr>
        <w:pBdr/>
        <w:spacing/>
        <w:ind w:hanging="360" w:left="2520"/>
      </w:pPr>
      <w:rPr/>
      <w:start w:val="1"/>
      <w:suff w:val="tab"/>
    </w:lvl>
    <w:lvl w:ilvl="2">
      <w:isLgl w:val="false"/>
      <w:lvlJc w:val="right"/>
      <w:lvlText w:val="%3."/>
      <w:numFmt w:val="lowerRoman"/>
      <w:pPr>
        <w:pBdr/>
        <w:spacing/>
        <w:ind w:hanging="180" w:left="3240"/>
      </w:pPr>
      <w:rPr/>
      <w:start w:val="1"/>
      <w:suff w:val="tab"/>
    </w:lvl>
    <w:lvl w:ilvl="3">
      <w:isLgl w:val="false"/>
      <w:lvlJc w:val="left"/>
      <w:lvlText w:val="%4."/>
      <w:numFmt w:val="decimal"/>
      <w:pPr>
        <w:pBdr/>
        <w:spacing/>
        <w:ind w:hanging="360" w:left="3960"/>
      </w:pPr>
      <w:rPr/>
      <w:start w:val="1"/>
      <w:suff w:val="tab"/>
    </w:lvl>
    <w:lvl w:ilvl="4">
      <w:isLgl w:val="false"/>
      <w:lvlJc w:val="left"/>
      <w:lvlText w:val="%5."/>
      <w:numFmt w:val="lowerLetter"/>
      <w:pPr>
        <w:pBdr/>
        <w:spacing/>
        <w:ind w:hanging="360" w:left="4680"/>
      </w:pPr>
      <w:rPr/>
      <w:start w:val="1"/>
      <w:suff w:val="tab"/>
    </w:lvl>
    <w:lvl w:ilvl="5">
      <w:isLgl w:val="false"/>
      <w:lvlJc w:val="right"/>
      <w:lvlText w:val="%6."/>
      <w:numFmt w:val="lowerRoman"/>
      <w:pPr>
        <w:pBdr/>
        <w:spacing/>
        <w:ind w:hanging="180" w:left="5400"/>
      </w:pPr>
      <w:rPr/>
      <w:start w:val="1"/>
      <w:suff w:val="tab"/>
    </w:lvl>
    <w:lvl w:ilvl="6">
      <w:isLgl w:val="false"/>
      <w:lvlJc w:val="left"/>
      <w:lvlText w:val="%7."/>
      <w:numFmt w:val="decimal"/>
      <w:pPr>
        <w:pBdr/>
        <w:spacing/>
        <w:ind w:hanging="360" w:left="6120"/>
      </w:pPr>
      <w:rPr/>
      <w:start w:val="1"/>
      <w:suff w:val="tab"/>
    </w:lvl>
    <w:lvl w:ilvl="7">
      <w:isLgl w:val="false"/>
      <w:lvlJc w:val="left"/>
      <w:lvlText w:val="%8."/>
      <w:numFmt w:val="lowerLetter"/>
      <w:pPr>
        <w:pBdr/>
        <w:spacing/>
        <w:ind w:hanging="360" w:left="6840"/>
      </w:pPr>
      <w:rPr/>
      <w:start w:val="1"/>
      <w:suff w:val="tab"/>
    </w:lvl>
    <w:lvl w:ilvl="8">
      <w:isLgl w:val="false"/>
      <w:lvlJc w:val="right"/>
      <w:lvlText w:val="%9."/>
      <w:numFmt w:val="lowerRoman"/>
      <w:pPr>
        <w:pBdr/>
        <w:spacing/>
        <w:ind w:hanging="180" w:left="7560"/>
      </w:pPr>
      <w:rPr/>
      <w:start w:val="1"/>
      <w:suff w:val="tab"/>
    </w:lvl>
  </w:abstractNum>
  <w:abstractNum w:abstractNumId="23">
    <w:nsid w:val="4B9C6193"/>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4">
    <w:nsid w:val="4BF0709A"/>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25">
    <w:nsid w:val="4CE35B64"/>
    <w:lvl w:ilvl="0">
      <w:isLgl w:val="false"/>
      <w:lvlJc w:val="left"/>
      <w:lvlText w:val=""/>
      <w:numFmt w:val="bullet"/>
      <w:pPr>
        <w:pBdr/>
        <w:tabs>
          <w:tab w:val="num" w:leader="none" w:pos="770"/>
        </w:tabs>
        <w:spacing/>
        <w:ind w:hanging="360" w:left="770"/>
      </w:pPr>
      <w:rPr>
        <w:rFonts w:hint="default" w:ascii="Symbol" w:hAnsi="Symbol"/>
      </w:rPr>
      <w:start w:val="1"/>
      <w:suff w:val="tab"/>
    </w:lvl>
    <w:lvl w:ilvl="1">
      <w:isLgl w:val="false"/>
      <w:lvlJc w:val="left"/>
      <w:lvlText w:val="o"/>
      <w:numFmt w:val="bullet"/>
      <w:pPr>
        <w:pBdr/>
        <w:tabs>
          <w:tab w:val="num" w:leader="none" w:pos="1490"/>
        </w:tabs>
        <w:spacing/>
        <w:ind w:hanging="360" w:left="1490"/>
      </w:pPr>
      <w:rPr>
        <w:rFonts w:hint="default" w:ascii="Courier New" w:hAnsi="Courier New"/>
      </w:rPr>
      <w:start w:val="1"/>
      <w:suff w:val="tab"/>
    </w:lvl>
    <w:lvl w:ilvl="2">
      <w:isLgl w:val="false"/>
      <w:lvlJc w:val="left"/>
      <w:lvlText w:val=""/>
      <w:numFmt w:val="bullet"/>
      <w:pPr>
        <w:pBdr/>
        <w:tabs>
          <w:tab w:val="num" w:leader="none" w:pos="2210"/>
        </w:tabs>
        <w:spacing/>
        <w:ind w:hanging="360" w:left="2210"/>
      </w:pPr>
      <w:rPr>
        <w:rFonts w:hint="default" w:ascii="Wingdings" w:hAnsi="Wingdings"/>
      </w:rPr>
      <w:start w:val="1"/>
      <w:suff w:val="tab"/>
    </w:lvl>
    <w:lvl w:ilvl="3">
      <w:isLgl w:val="false"/>
      <w:lvlJc w:val="left"/>
      <w:lvlText w:val=""/>
      <w:numFmt w:val="bullet"/>
      <w:pPr>
        <w:pBdr/>
        <w:tabs>
          <w:tab w:val="num" w:leader="none" w:pos="2930"/>
        </w:tabs>
        <w:spacing/>
        <w:ind w:hanging="360" w:left="2930"/>
      </w:pPr>
      <w:rPr>
        <w:rFonts w:hint="default" w:ascii="Symbol" w:hAnsi="Symbol"/>
      </w:rPr>
      <w:start w:val="1"/>
      <w:suff w:val="tab"/>
    </w:lvl>
    <w:lvl w:ilvl="4">
      <w:isLgl w:val="false"/>
      <w:lvlJc w:val="left"/>
      <w:lvlText w:val="o"/>
      <w:numFmt w:val="bullet"/>
      <w:pPr>
        <w:pBdr/>
        <w:tabs>
          <w:tab w:val="num" w:leader="none" w:pos="3650"/>
        </w:tabs>
        <w:spacing/>
        <w:ind w:hanging="360" w:left="3650"/>
      </w:pPr>
      <w:rPr>
        <w:rFonts w:hint="default" w:ascii="Courier New" w:hAnsi="Courier New"/>
      </w:rPr>
      <w:start w:val="1"/>
      <w:suff w:val="tab"/>
    </w:lvl>
    <w:lvl w:ilvl="5">
      <w:isLgl w:val="false"/>
      <w:lvlJc w:val="left"/>
      <w:lvlText w:val=""/>
      <w:numFmt w:val="bullet"/>
      <w:pPr>
        <w:pBdr/>
        <w:tabs>
          <w:tab w:val="num" w:leader="none" w:pos="4370"/>
        </w:tabs>
        <w:spacing/>
        <w:ind w:hanging="360" w:left="4370"/>
      </w:pPr>
      <w:rPr>
        <w:rFonts w:hint="default" w:ascii="Wingdings" w:hAnsi="Wingdings"/>
      </w:rPr>
      <w:start w:val="1"/>
      <w:suff w:val="tab"/>
    </w:lvl>
    <w:lvl w:ilvl="6">
      <w:isLgl w:val="false"/>
      <w:lvlJc w:val="left"/>
      <w:lvlText w:val=""/>
      <w:numFmt w:val="bullet"/>
      <w:pPr>
        <w:pBdr/>
        <w:tabs>
          <w:tab w:val="num" w:leader="none" w:pos="5090"/>
        </w:tabs>
        <w:spacing/>
        <w:ind w:hanging="360" w:left="5090"/>
      </w:pPr>
      <w:rPr>
        <w:rFonts w:hint="default" w:ascii="Symbol" w:hAnsi="Symbol"/>
      </w:rPr>
      <w:start w:val="1"/>
      <w:suff w:val="tab"/>
    </w:lvl>
    <w:lvl w:ilvl="7">
      <w:isLgl w:val="false"/>
      <w:lvlJc w:val="left"/>
      <w:lvlText w:val="o"/>
      <w:numFmt w:val="bullet"/>
      <w:pPr>
        <w:pBdr/>
        <w:tabs>
          <w:tab w:val="num" w:leader="none" w:pos="5810"/>
        </w:tabs>
        <w:spacing/>
        <w:ind w:hanging="360" w:left="5810"/>
      </w:pPr>
      <w:rPr>
        <w:rFonts w:hint="default" w:ascii="Courier New" w:hAnsi="Courier New"/>
      </w:rPr>
      <w:start w:val="1"/>
      <w:suff w:val="tab"/>
    </w:lvl>
    <w:lvl w:ilvl="8">
      <w:isLgl w:val="false"/>
      <w:lvlJc w:val="left"/>
      <w:lvlText w:val=""/>
      <w:numFmt w:val="bullet"/>
      <w:pPr>
        <w:pBdr/>
        <w:tabs>
          <w:tab w:val="num" w:leader="none" w:pos="6530"/>
        </w:tabs>
        <w:spacing/>
        <w:ind w:hanging="360" w:left="6530"/>
      </w:pPr>
      <w:rPr>
        <w:rFonts w:hint="default" w:ascii="Wingdings" w:hAnsi="Wingdings"/>
      </w:rPr>
      <w:start w:val="1"/>
      <w:suff w:val="tab"/>
    </w:lvl>
  </w:abstractNum>
  <w:abstractNum w:abstractNumId="26">
    <w:nsid w:val="4E734CA1"/>
    <w:lvl w:ilvl="0">
      <w:isLgl w:val="false"/>
      <w:lvlJc w:val="left"/>
      <w:lvlText w:val=""/>
      <w:numFmt w:val="bullet"/>
      <w:pPr>
        <w:pBdr/>
        <w:tabs>
          <w:tab w:val="num" w:leader="none" w:pos="360"/>
        </w:tabs>
        <w:spacing/>
        <w:ind w:hanging="360" w:left="360"/>
      </w:pPr>
      <w:pStyle w:val="1101"/>
      <w:rPr>
        <w:rFonts w:hint="default" w:ascii="Symbol" w:hAnsi="Symbol"/>
      </w:rPr>
      <w:start w:val="1"/>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27">
    <w:nsid w:val="4EB66E9E"/>
    <w:lvl w:ilvl="0">
      <w:isLgl w:val="false"/>
      <w:lvlJc w:val="left"/>
      <w:lvlText w:val="%1."/>
      <w:numFmt w:val="decimal"/>
      <w:pPr>
        <w:pBdr/>
        <w:spacing/>
        <w:ind w:hanging="360" w:left="720"/>
      </w:pPr>
      <w:rPr>
        <w:rFonts w:hint="default" w:cs="Times New Roman" w:asciiTheme="minorHAnsi" w:hAnsiTheme="minorHAnsi"/>
        <w:color w:val="000000"/>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28">
    <w:nsid w:val="5CCA69F2"/>
    <w:lvl w:ilvl="0">
      <w:isLgl w:val="false"/>
      <w:lvlJc w:val="left"/>
      <w:lvlText w:val="%1."/>
      <w:numFmt w:val="decimal"/>
      <w:pPr>
        <w:pBdr/>
        <w:spacing/>
        <w:ind w:hanging="360" w:left="1776"/>
      </w:pPr>
      <w:rPr>
        <w:rFonts w:hint="default"/>
      </w:rPr>
      <w:start w:val="1"/>
      <w:suff w:val="tab"/>
    </w:lvl>
    <w:lvl w:ilvl="1">
      <w:isLgl w:val="false"/>
      <w:lvlJc w:val="left"/>
      <w:lvlText w:val="%2."/>
      <w:numFmt w:val="lowerLetter"/>
      <w:pPr>
        <w:pBdr/>
        <w:spacing/>
        <w:ind w:hanging="360" w:left="2496"/>
      </w:pPr>
      <w:rPr/>
      <w:start w:val="1"/>
      <w:suff w:val="tab"/>
    </w:lvl>
    <w:lvl w:ilvl="2">
      <w:isLgl w:val="false"/>
      <w:lvlJc w:val="right"/>
      <w:lvlText w:val="%3."/>
      <w:numFmt w:val="lowerRoman"/>
      <w:pPr>
        <w:pBdr/>
        <w:spacing/>
        <w:ind w:hanging="180" w:left="3216"/>
      </w:pPr>
      <w:rPr/>
      <w:start w:val="1"/>
      <w:suff w:val="tab"/>
    </w:lvl>
    <w:lvl w:ilvl="3">
      <w:isLgl w:val="false"/>
      <w:lvlJc w:val="left"/>
      <w:lvlText w:val="%4."/>
      <w:numFmt w:val="decimal"/>
      <w:pPr>
        <w:pBdr/>
        <w:spacing/>
        <w:ind w:hanging="360" w:left="3936"/>
      </w:pPr>
      <w:rPr/>
      <w:start w:val="1"/>
      <w:suff w:val="tab"/>
    </w:lvl>
    <w:lvl w:ilvl="4">
      <w:isLgl w:val="false"/>
      <w:lvlJc w:val="left"/>
      <w:lvlText w:val="%5."/>
      <w:numFmt w:val="lowerLetter"/>
      <w:pPr>
        <w:pBdr/>
        <w:spacing/>
        <w:ind w:hanging="360" w:left="4656"/>
      </w:pPr>
      <w:rPr/>
      <w:start w:val="1"/>
      <w:suff w:val="tab"/>
    </w:lvl>
    <w:lvl w:ilvl="5">
      <w:isLgl w:val="false"/>
      <w:lvlJc w:val="right"/>
      <w:lvlText w:val="%6."/>
      <w:numFmt w:val="lowerRoman"/>
      <w:pPr>
        <w:pBdr/>
        <w:spacing/>
        <w:ind w:hanging="180" w:left="5376"/>
      </w:pPr>
      <w:rPr/>
      <w:start w:val="1"/>
      <w:suff w:val="tab"/>
    </w:lvl>
    <w:lvl w:ilvl="6">
      <w:isLgl w:val="false"/>
      <w:lvlJc w:val="left"/>
      <w:lvlText w:val="%7."/>
      <w:numFmt w:val="decimal"/>
      <w:pPr>
        <w:pBdr/>
        <w:spacing/>
        <w:ind w:hanging="360" w:left="6096"/>
      </w:pPr>
      <w:rPr/>
      <w:start w:val="1"/>
      <w:suff w:val="tab"/>
    </w:lvl>
    <w:lvl w:ilvl="7">
      <w:isLgl w:val="false"/>
      <w:lvlJc w:val="left"/>
      <w:lvlText w:val="%8."/>
      <w:numFmt w:val="lowerLetter"/>
      <w:pPr>
        <w:pBdr/>
        <w:spacing/>
        <w:ind w:hanging="360" w:left="6816"/>
      </w:pPr>
      <w:rPr/>
      <w:start w:val="1"/>
      <w:suff w:val="tab"/>
    </w:lvl>
    <w:lvl w:ilvl="8">
      <w:isLgl w:val="false"/>
      <w:lvlJc w:val="right"/>
      <w:lvlText w:val="%9."/>
      <w:numFmt w:val="lowerRoman"/>
      <w:pPr>
        <w:pBdr/>
        <w:spacing/>
        <w:ind w:hanging="180" w:left="7536"/>
      </w:pPr>
      <w:rPr/>
      <w:start w:val="1"/>
      <w:suff w:val="tab"/>
    </w:lvl>
  </w:abstractNum>
  <w:abstractNum w:abstractNumId="29">
    <w:nsid w:val="5FE17550"/>
    <w:lvl w:ilvl="0">
      <w:isLgl w:val="false"/>
      <w:lvlJc w:val="left"/>
      <w:lvlText w:val="-"/>
      <w:numFmt w:val="bullet"/>
      <w:pPr>
        <w:pBdr/>
        <w:spacing/>
        <w:ind w:hanging="360" w:left="720"/>
      </w:pPr>
      <w:rPr>
        <w:rFonts w:hint="default" w:ascii="Calibri" w:hAnsi="Calibri" w:eastAsiaTheme="minorHAnsi" w:cstheme="minorBidi"/>
      </w:rPr>
      <w:start w:val="0"/>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0">
    <w:nsid w:val="632B3DD6"/>
    <w:lvl w:ilvl="0">
      <w:isLgl w:val="false"/>
      <w:lvlJc w:val="left"/>
      <w:lvlText w:val=""/>
      <w:numFmt w:val="bullet"/>
      <w:pPr>
        <w:pBdr/>
        <w:spacing/>
        <w:ind w:hanging="360" w:left="731"/>
      </w:pPr>
      <w:rPr>
        <w:rFonts w:hint="default" w:ascii="Wingdings" w:hAnsi="Wingdings"/>
      </w:rPr>
      <w:start w:val="1"/>
      <w:suff w:val="tab"/>
    </w:lvl>
    <w:lvl w:ilvl="1">
      <w:isLgl w:val="false"/>
      <w:lvlJc w:val="left"/>
      <w:lvlText w:val="o"/>
      <w:numFmt w:val="bullet"/>
      <w:pPr>
        <w:pBdr/>
        <w:spacing/>
        <w:ind w:hanging="360" w:left="1451"/>
      </w:pPr>
      <w:rPr>
        <w:rFonts w:hint="default" w:ascii="Courier New" w:hAnsi="Courier New"/>
      </w:rPr>
      <w:start w:val="1"/>
      <w:suff w:val="tab"/>
    </w:lvl>
    <w:lvl w:ilvl="2">
      <w:isLgl w:val="false"/>
      <w:lvlJc w:val="left"/>
      <w:lvlText w:val=""/>
      <w:numFmt w:val="bullet"/>
      <w:pPr>
        <w:pBdr/>
        <w:spacing/>
        <w:ind w:hanging="360" w:left="2171"/>
      </w:pPr>
      <w:rPr>
        <w:rFonts w:hint="default" w:ascii="Wingdings" w:hAnsi="Wingdings"/>
      </w:rPr>
      <w:start w:val="1"/>
      <w:suff w:val="tab"/>
    </w:lvl>
    <w:lvl w:ilvl="3">
      <w:isLgl w:val="false"/>
      <w:lvlJc w:val="left"/>
      <w:lvlText w:val=""/>
      <w:numFmt w:val="bullet"/>
      <w:pPr>
        <w:pBdr/>
        <w:spacing/>
        <w:ind w:hanging="360" w:left="2891"/>
      </w:pPr>
      <w:rPr>
        <w:rFonts w:hint="default" w:ascii="Symbol" w:hAnsi="Symbol"/>
      </w:rPr>
      <w:start w:val="1"/>
      <w:suff w:val="tab"/>
    </w:lvl>
    <w:lvl w:ilvl="4">
      <w:isLgl w:val="false"/>
      <w:lvlJc w:val="left"/>
      <w:lvlText w:val="o"/>
      <w:numFmt w:val="bullet"/>
      <w:pPr>
        <w:pBdr/>
        <w:spacing/>
        <w:ind w:hanging="360" w:left="3611"/>
      </w:pPr>
      <w:rPr>
        <w:rFonts w:hint="default" w:ascii="Courier New" w:hAnsi="Courier New"/>
      </w:rPr>
      <w:start w:val="1"/>
      <w:suff w:val="tab"/>
    </w:lvl>
    <w:lvl w:ilvl="5">
      <w:isLgl w:val="false"/>
      <w:lvlJc w:val="left"/>
      <w:lvlText w:val=""/>
      <w:numFmt w:val="bullet"/>
      <w:pPr>
        <w:pBdr/>
        <w:spacing/>
        <w:ind w:hanging="360" w:left="4331"/>
      </w:pPr>
      <w:rPr>
        <w:rFonts w:hint="default" w:ascii="Wingdings" w:hAnsi="Wingdings"/>
      </w:rPr>
      <w:start w:val="1"/>
      <w:suff w:val="tab"/>
    </w:lvl>
    <w:lvl w:ilvl="6">
      <w:isLgl w:val="false"/>
      <w:lvlJc w:val="left"/>
      <w:lvlText w:val=""/>
      <w:numFmt w:val="bullet"/>
      <w:pPr>
        <w:pBdr/>
        <w:spacing/>
        <w:ind w:hanging="360" w:left="5051"/>
      </w:pPr>
      <w:rPr>
        <w:rFonts w:hint="default" w:ascii="Symbol" w:hAnsi="Symbol"/>
      </w:rPr>
      <w:start w:val="1"/>
      <w:suff w:val="tab"/>
    </w:lvl>
    <w:lvl w:ilvl="7">
      <w:isLgl w:val="false"/>
      <w:lvlJc w:val="left"/>
      <w:lvlText w:val="o"/>
      <w:numFmt w:val="bullet"/>
      <w:pPr>
        <w:pBdr/>
        <w:spacing/>
        <w:ind w:hanging="360" w:left="5771"/>
      </w:pPr>
      <w:rPr>
        <w:rFonts w:hint="default" w:ascii="Courier New" w:hAnsi="Courier New"/>
      </w:rPr>
      <w:start w:val="1"/>
      <w:suff w:val="tab"/>
    </w:lvl>
    <w:lvl w:ilvl="8">
      <w:isLgl w:val="false"/>
      <w:lvlJc w:val="left"/>
      <w:lvlText w:val=""/>
      <w:numFmt w:val="bullet"/>
      <w:pPr>
        <w:pBdr/>
        <w:spacing/>
        <w:ind w:hanging="360" w:left="6491"/>
      </w:pPr>
      <w:rPr>
        <w:rFonts w:hint="default" w:ascii="Wingdings" w:hAnsi="Wingdings"/>
      </w:rPr>
      <w:start w:val="1"/>
      <w:suff w:val="tab"/>
    </w:lvl>
  </w:abstractNum>
  <w:abstractNum w:abstractNumId="31">
    <w:nsid w:val="6BEE629A"/>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2">
    <w:nsid w:val="6D1F0D74"/>
    <w:lvl w:ilvl="0">
      <w:isLgl w:val="false"/>
      <w:lvlJc w:val="left"/>
      <w:lvlText w:val="o"/>
      <w:numFmt w:val="bullet"/>
      <w:pPr>
        <w:pBdr/>
        <w:tabs>
          <w:tab w:val="num" w:leader="none" w:pos="1080"/>
        </w:tabs>
        <w:spacing/>
        <w:ind w:hanging="360" w:left="1080"/>
      </w:pPr>
      <w:rPr>
        <w:rFonts w:hint="default" w:ascii="Courier New" w:hAnsi="Courier New" w:cs="Courier New"/>
      </w:rPr>
      <w:start w:val="1"/>
      <w:suff w:val="tab"/>
    </w:lvl>
    <w:lvl w:ilvl="1">
      <w:isLgl w:val="false"/>
      <w:lvlJc w:val="left"/>
      <w:lvlText w:val="o"/>
      <w:numFmt w:val="bullet"/>
      <w:pPr>
        <w:pBdr/>
        <w:tabs>
          <w:tab w:val="num" w:leader="none" w:pos="1800"/>
        </w:tabs>
        <w:spacing/>
        <w:ind w:hanging="360" w:left="1800"/>
      </w:pPr>
      <w:rPr>
        <w:rFonts w:hint="default" w:ascii="Courier New" w:hAnsi="Courier New" w:cs="Courier New"/>
      </w:rPr>
      <w:start w:val="1"/>
      <w:suff w:val="tab"/>
    </w:lvl>
    <w:lvl w:ilvl="2">
      <w:isLgl w:val="false"/>
      <w:lvlJc w:val="left"/>
      <w:lvlText w:val=""/>
      <w:numFmt w:val="bullet"/>
      <w:pPr>
        <w:pBdr/>
        <w:tabs>
          <w:tab w:val="num" w:leader="none" w:pos="2520"/>
        </w:tabs>
        <w:spacing/>
        <w:ind w:hanging="360" w:left="2520"/>
      </w:pPr>
      <w:rPr>
        <w:rFonts w:hint="default" w:ascii="Wingdings" w:hAnsi="Wingdings" w:cs="Wingdings"/>
      </w:rPr>
      <w:start w:val="1"/>
      <w:suff w:val="tab"/>
    </w:lvl>
    <w:lvl w:ilvl="3">
      <w:isLgl w:val="false"/>
      <w:lvlJc w:val="left"/>
      <w:lvlText w:val=""/>
      <w:numFmt w:val="bullet"/>
      <w:pPr>
        <w:pBdr/>
        <w:tabs>
          <w:tab w:val="num" w:leader="none" w:pos="3240"/>
        </w:tabs>
        <w:spacing/>
        <w:ind w:hanging="360" w:left="3240"/>
      </w:pPr>
      <w:rPr>
        <w:rFonts w:hint="default" w:ascii="Symbol" w:hAnsi="Symbol" w:cs="Symbol"/>
      </w:rPr>
      <w:start w:val="1"/>
      <w:suff w:val="tab"/>
    </w:lvl>
    <w:lvl w:ilvl="4">
      <w:isLgl w:val="false"/>
      <w:lvlJc w:val="left"/>
      <w:lvlText w:val="o"/>
      <w:numFmt w:val="bullet"/>
      <w:pPr>
        <w:pBdr/>
        <w:tabs>
          <w:tab w:val="num" w:leader="none" w:pos="3960"/>
        </w:tabs>
        <w:spacing/>
        <w:ind w:hanging="360" w:left="3960"/>
      </w:pPr>
      <w:rPr>
        <w:rFonts w:hint="default" w:ascii="Courier New" w:hAnsi="Courier New" w:cs="Courier New"/>
      </w:rPr>
      <w:start w:val="1"/>
      <w:suff w:val="tab"/>
    </w:lvl>
    <w:lvl w:ilvl="5">
      <w:isLgl w:val="false"/>
      <w:lvlJc w:val="left"/>
      <w:lvlText w:val=""/>
      <w:numFmt w:val="bullet"/>
      <w:pPr>
        <w:pBdr/>
        <w:tabs>
          <w:tab w:val="num" w:leader="none" w:pos="4680"/>
        </w:tabs>
        <w:spacing/>
        <w:ind w:hanging="360" w:left="4680"/>
      </w:pPr>
      <w:rPr>
        <w:rFonts w:hint="default" w:ascii="Wingdings" w:hAnsi="Wingdings" w:cs="Wingdings"/>
      </w:rPr>
      <w:start w:val="1"/>
      <w:suff w:val="tab"/>
    </w:lvl>
    <w:lvl w:ilvl="6">
      <w:isLgl w:val="false"/>
      <w:lvlJc w:val="left"/>
      <w:lvlText w:val=""/>
      <w:numFmt w:val="bullet"/>
      <w:pPr>
        <w:pBdr/>
        <w:tabs>
          <w:tab w:val="num" w:leader="none" w:pos="5400"/>
        </w:tabs>
        <w:spacing/>
        <w:ind w:hanging="360" w:left="5400"/>
      </w:pPr>
      <w:rPr>
        <w:rFonts w:hint="default" w:ascii="Symbol" w:hAnsi="Symbol" w:cs="Symbol"/>
      </w:rPr>
      <w:start w:val="1"/>
      <w:suff w:val="tab"/>
    </w:lvl>
    <w:lvl w:ilvl="7">
      <w:isLgl w:val="false"/>
      <w:lvlJc w:val="left"/>
      <w:lvlText w:val="o"/>
      <w:numFmt w:val="bullet"/>
      <w:pPr>
        <w:pBdr/>
        <w:tabs>
          <w:tab w:val="num" w:leader="none" w:pos="6120"/>
        </w:tabs>
        <w:spacing/>
        <w:ind w:hanging="360" w:left="6120"/>
      </w:pPr>
      <w:rPr>
        <w:rFonts w:hint="default" w:ascii="Courier New" w:hAnsi="Courier New" w:cs="Courier New"/>
      </w:rPr>
      <w:start w:val="1"/>
      <w:suff w:val="tab"/>
    </w:lvl>
    <w:lvl w:ilvl="8">
      <w:isLgl w:val="false"/>
      <w:lvlJc w:val="left"/>
      <w:lvlText w:val=""/>
      <w:numFmt w:val="bullet"/>
      <w:pPr>
        <w:pBdr/>
        <w:tabs>
          <w:tab w:val="num" w:leader="none" w:pos="6840"/>
        </w:tabs>
        <w:spacing/>
        <w:ind w:hanging="360" w:left="6840"/>
      </w:pPr>
      <w:rPr>
        <w:rFonts w:hint="default" w:ascii="Wingdings" w:hAnsi="Wingdings" w:cs="Wingdings"/>
      </w:rPr>
      <w:start w:val="1"/>
      <w:suff w:val="tab"/>
    </w:lvl>
  </w:abstractNum>
  <w:abstractNum w:abstractNumId="33">
    <w:nsid w:val="6FDC236F"/>
    <w:lvl w:ilvl="0">
      <w:isLgl w:val="false"/>
      <w:lvlJc w:val="left"/>
      <w:lvlText w:val=""/>
      <w:numFmt w:val="bullet"/>
      <w:pPr>
        <w:pBdr/>
        <w:tabs>
          <w:tab w:val="num" w:leader="none" w:pos="360"/>
        </w:tabs>
        <w:spacing/>
        <w:ind w:hanging="360" w:left="360"/>
      </w:pPr>
      <w:rPr>
        <w:rFonts w:hint="default" w:ascii="Wingdings" w:hAnsi="Wingdings"/>
        <w:sz w:val="28"/>
      </w:rPr>
      <w:start w:val="1"/>
      <w:suff w:val="tab"/>
    </w:lvl>
    <w:lvl w:ilvl="1">
      <w:isLgl w:val="false"/>
      <w:lvlJc w:val="left"/>
      <w:lvlText w:val=""/>
      <w:numFmt w:val="bullet"/>
      <w:pPr>
        <w:pBdr/>
        <w:spacing/>
        <w:ind/>
      </w:pPr>
      <w:rPr/>
      <w:start w:val="0"/>
      <w:suff w:val="tab"/>
    </w:lvl>
    <w:lvl w:ilvl="2">
      <w:isLgl w:val="false"/>
      <w:lvlJc w:val="left"/>
      <w:lvlText w:val=""/>
      <w:numFmt w:val="bullet"/>
      <w:pPr>
        <w:pBdr/>
        <w:spacing/>
        <w:ind/>
      </w:pPr>
      <w:rPr/>
      <w:start w:val="0"/>
      <w:suff w:val="tab"/>
    </w:lvl>
    <w:lvl w:ilvl="3">
      <w:isLgl w:val="false"/>
      <w:lvlJc w:val="left"/>
      <w:lvlText w:val=""/>
      <w:numFmt w:val="bullet"/>
      <w:pPr>
        <w:pBdr/>
        <w:spacing/>
        <w:ind/>
      </w:pPr>
      <w:rPr/>
      <w:start w:val="0"/>
      <w:suff w:val="tab"/>
    </w:lvl>
    <w:lvl w:ilvl="4">
      <w:isLgl w:val="false"/>
      <w:lvlJc w:val="left"/>
      <w:lvlText w:val=""/>
      <w:numFmt w:val="bullet"/>
      <w:pPr>
        <w:pBdr/>
        <w:spacing/>
        <w:ind/>
      </w:pPr>
      <w:rPr/>
      <w:start w:val="0"/>
      <w:suff w:val="tab"/>
    </w:lvl>
    <w:lvl w:ilvl="5">
      <w:isLgl w:val="false"/>
      <w:lvlJc w:val="left"/>
      <w:lvlText w:val=""/>
      <w:numFmt w:val="bullet"/>
      <w:pPr>
        <w:pBdr/>
        <w:spacing/>
        <w:ind/>
      </w:pPr>
      <w:rPr/>
      <w:start w:val="0"/>
      <w:suff w:val="tab"/>
    </w:lvl>
    <w:lvl w:ilvl="6">
      <w:isLgl w:val="false"/>
      <w:lvlJc w:val="left"/>
      <w:lvlText w:val=""/>
      <w:numFmt w:val="bullet"/>
      <w:pPr>
        <w:pBdr/>
        <w:spacing/>
        <w:ind/>
      </w:pPr>
      <w:rPr/>
      <w:start w:val="0"/>
      <w:suff w:val="tab"/>
    </w:lvl>
    <w:lvl w:ilvl="7">
      <w:isLgl w:val="false"/>
      <w:lvlJc w:val="left"/>
      <w:lvlText w:val=""/>
      <w:numFmt w:val="bullet"/>
      <w:pPr>
        <w:pBdr/>
        <w:spacing/>
        <w:ind/>
      </w:pPr>
      <w:rPr/>
      <w:start w:val="0"/>
      <w:suff w:val="tab"/>
    </w:lvl>
    <w:lvl w:ilvl="8">
      <w:isLgl w:val="false"/>
      <w:lvlJc w:val="left"/>
      <w:lvlText w:val=""/>
      <w:numFmt w:val="bullet"/>
      <w:pPr>
        <w:pBdr/>
        <w:spacing/>
        <w:ind/>
      </w:pPr>
      <w:rPr/>
      <w:start w:val="0"/>
      <w:suff w:val="tab"/>
    </w:lvl>
  </w:abstractNum>
  <w:abstractNum w:abstractNumId="34">
    <w:nsid w:val="75EC390B"/>
    <w:lvl w:ilvl="0">
      <w:isLgl w:val="false"/>
      <w:lvlJc w:val="left"/>
      <w:lvlText w:val=""/>
      <w:numFmt w:val="bullet"/>
      <w:pPr>
        <w:pBdr/>
        <w:spacing/>
        <w:ind w:hanging="360" w:left="720"/>
      </w:pPr>
      <w:rPr>
        <w:rFonts w:hint="default" w:ascii="Wingdings" w:hAnsi="Wingdings"/>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5">
    <w:nsid w:val="76863F6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6">
    <w:nsid w:val="773166CB"/>
    <w:lvl w:ilvl="0">
      <w:isLgl w:val="false"/>
      <w:lvlJc w:val="left"/>
      <w:lvlText w:val="-"/>
      <w:numFmt w:val="bullet"/>
      <w:pPr>
        <w:pBdr/>
        <w:tabs>
          <w:tab w:val="num" w:leader="none" w:pos="720"/>
        </w:tabs>
        <w:spacing/>
        <w:ind w:hanging="360" w:left="720"/>
      </w:pPr>
      <w:rPr>
        <w:rFonts w:hint="default" w:ascii="Arial" w:hAnsi="Arial" w:eastAsia="Times New Roman"/>
      </w:rPr>
      <w:start w:val="0"/>
      <w:suff w:val="tab"/>
    </w:lvl>
    <w:lvl w:ilvl="1">
      <w:isLgl w:val="false"/>
      <w:lvlJc w:val="left"/>
      <w:lvlText w:val="o"/>
      <w:numFmt w:val="bullet"/>
      <w:pPr>
        <w:pBdr/>
        <w:tabs>
          <w:tab w:val="num" w:leader="none" w:pos="1440"/>
        </w:tabs>
        <w:spacing/>
        <w:ind w:hanging="360" w:left="1440"/>
      </w:pPr>
      <w:rPr>
        <w:rFonts w:hint="default" w:ascii="Courier New" w:hAnsi="Courier New"/>
      </w:rPr>
      <w:start w:val="1"/>
      <w:suff w:val="tab"/>
    </w:lvl>
    <w:lvl w:ilvl="2">
      <w:isLgl w:val="false"/>
      <w:lvlJc w:val="left"/>
      <w:lvlText w:val=""/>
      <w:numFmt w:val="bullet"/>
      <w:pPr>
        <w:pBdr/>
        <w:tabs>
          <w:tab w:val="num" w:leader="none" w:pos="2160"/>
        </w:tabs>
        <w:spacing/>
        <w:ind w:hanging="360" w:left="2160"/>
      </w:pPr>
      <w:rPr>
        <w:rFonts w:hint="default" w:ascii="Wingdings" w:hAnsi="Wingdings"/>
      </w:rPr>
      <w:start w:val="1"/>
      <w:suff w:val="tab"/>
    </w:lvl>
    <w:lvl w:ilvl="3">
      <w:isLgl w:val="false"/>
      <w:lvlJc w:val="left"/>
      <w:lvlText w:val=""/>
      <w:numFmt w:val="bullet"/>
      <w:pPr>
        <w:pBdr/>
        <w:tabs>
          <w:tab w:val="num" w:leader="none" w:pos="2880"/>
        </w:tabs>
        <w:spacing/>
        <w:ind w:hanging="360" w:left="2880"/>
      </w:pPr>
      <w:rPr>
        <w:rFonts w:hint="default" w:ascii="Symbol" w:hAnsi="Symbol"/>
      </w:rPr>
      <w:start w:val="1"/>
      <w:suff w:val="tab"/>
    </w:lvl>
    <w:lvl w:ilvl="4">
      <w:isLgl w:val="false"/>
      <w:lvlJc w:val="left"/>
      <w:lvlText w:val="o"/>
      <w:numFmt w:val="bullet"/>
      <w:pPr>
        <w:pBdr/>
        <w:tabs>
          <w:tab w:val="num" w:leader="none" w:pos="3600"/>
        </w:tabs>
        <w:spacing/>
        <w:ind w:hanging="360" w:left="3600"/>
      </w:pPr>
      <w:rPr>
        <w:rFonts w:hint="default" w:ascii="Courier New" w:hAnsi="Courier New"/>
      </w:rPr>
      <w:start w:val="1"/>
      <w:suff w:val="tab"/>
    </w:lvl>
    <w:lvl w:ilvl="5">
      <w:isLgl w:val="false"/>
      <w:lvlJc w:val="left"/>
      <w:lvlText w:val=""/>
      <w:numFmt w:val="bullet"/>
      <w:pPr>
        <w:pBdr/>
        <w:tabs>
          <w:tab w:val="num" w:leader="none" w:pos="4320"/>
        </w:tabs>
        <w:spacing/>
        <w:ind w:hanging="360" w:left="4320"/>
      </w:pPr>
      <w:rPr>
        <w:rFonts w:hint="default" w:ascii="Wingdings" w:hAnsi="Wingdings"/>
      </w:rPr>
      <w:start w:val="1"/>
      <w:suff w:val="tab"/>
    </w:lvl>
    <w:lvl w:ilvl="6">
      <w:isLgl w:val="false"/>
      <w:lvlJc w:val="left"/>
      <w:lvlText w:val=""/>
      <w:numFmt w:val="bullet"/>
      <w:pPr>
        <w:pBdr/>
        <w:tabs>
          <w:tab w:val="num" w:leader="none" w:pos="5040"/>
        </w:tabs>
        <w:spacing/>
        <w:ind w:hanging="360" w:left="5040"/>
      </w:pPr>
      <w:rPr>
        <w:rFonts w:hint="default" w:ascii="Symbol" w:hAnsi="Symbol"/>
      </w:rPr>
      <w:start w:val="1"/>
      <w:suff w:val="tab"/>
    </w:lvl>
    <w:lvl w:ilvl="7">
      <w:isLgl w:val="false"/>
      <w:lvlJc w:val="left"/>
      <w:lvlText w:val="o"/>
      <w:numFmt w:val="bullet"/>
      <w:pPr>
        <w:pBdr/>
        <w:tabs>
          <w:tab w:val="num" w:leader="none" w:pos="5760"/>
        </w:tabs>
        <w:spacing/>
        <w:ind w:hanging="360" w:left="5760"/>
      </w:pPr>
      <w:rPr>
        <w:rFonts w:hint="default" w:ascii="Courier New" w:hAnsi="Courier New"/>
      </w:rPr>
      <w:start w:val="1"/>
      <w:suff w:val="tab"/>
    </w:lvl>
    <w:lvl w:ilvl="8">
      <w:isLgl w:val="false"/>
      <w:lvlJc w:val="left"/>
      <w:lvlText w:val=""/>
      <w:numFmt w:val="bullet"/>
      <w:pPr>
        <w:pBdr/>
        <w:tabs>
          <w:tab w:val="num" w:leader="none" w:pos="6480"/>
        </w:tabs>
        <w:spacing/>
        <w:ind w:hanging="360" w:left="6480"/>
      </w:pPr>
      <w:rPr>
        <w:rFonts w:hint="default" w:ascii="Wingdings" w:hAnsi="Wingdings"/>
      </w:rPr>
      <w:start w:val="1"/>
      <w:suff w:val="tab"/>
    </w:lvl>
  </w:abstractNum>
  <w:abstractNum w:abstractNumId="37">
    <w:nsid w:val="77C5033C"/>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8">
    <w:nsid w:val="79A038C6"/>
    <w:lvl w:ilvl="0">
      <w:isLgl w:val="false"/>
      <w:lvlJc w:val="left"/>
      <w:lvlText w:val=""/>
      <w:numFmt w:val="bullet"/>
      <w:pPr>
        <w:pBdr/>
        <w:spacing/>
        <w:ind w:hanging="360" w:left="720"/>
      </w:pPr>
      <w:rPr>
        <w:rFonts w:hint="default" w:ascii="Wingdings" w:hAnsi="Wingdings"/>
        <w:u w:val="none"/>
      </w:rPr>
      <w:start w:val="1"/>
      <w:suff w:val="tab"/>
    </w:lvl>
    <w:lvl w:ilvl="1">
      <w:isLgl w:val="false"/>
      <w:lvlJc w:val="left"/>
      <w:lvlText w:val="o"/>
      <w:numFmt w:val="bullet"/>
      <w:pPr>
        <w:pBdr/>
        <w:spacing/>
        <w:ind w:hanging="360" w:left="1440"/>
      </w:pPr>
      <w:rPr>
        <w:rFonts w:hint="default" w:ascii="Courier New" w:hAnsi="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abstractNum w:abstractNumId="39">
    <w:nsid w:val="7FA937C9"/>
    <w:lvl w:ilvl="0">
      <w:isLgl w:val="false"/>
      <w:lvlJc w:val="left"/>
      <w:lvlText w:val=""/>
      <w:numFmt w:val="bullet"/>
      <w:pPr>
        <w:pBdr/>
        <w:spacing/>
        <w:ind w:hanging="360" w:left="720"/>
      </w:pPr>
      <w:rPr>
        <w:rFonts w:hint="default" w:ascii="Symbol" w:hAnsi="Symbol"/>
      </w:rPr>
      <w:start w:val="1"/>
      <w:suff w:val="tab"/>
    </w:lvl>
    <w:lvl w:ilvl="1">
      <w:isLgl w:val="false"/>
      <w:lvlJc w:val="left"/>
      <w:lvlText w:val="o"/>
      <w:numFmt w:val="bullet"/>
      <w:pPr>
        <w:pBdr/>
        <w:spacing/>
        <w:ind w:hanging="360" w:left="1440"/>
      </w:pPr>
      <w:rPr>
        <w:rFonts w:hint="default" w:ascii="Courier New" w:hAnsi="Courier New" w:cs="Courier New"/>
      </w:rPr>
      <w:start w:val="1"/>
      <w:suff w:val="tab"/>
    </w:lvl>
    <w:lvl w:ilvl="2">
      <w:isLgl w:val="false"/>
      <w:lvlJc w:val="left"/>
      <w:lvlText w:val=""/>
      <w:numFmt w:val="bullet"/>
      <w:pPr>
        <w:pBdr/>
        <w:spacing/>
        <w:ind w:hanging="360" w:left="2160"/>
      </w:pPr>
      <w:rPr>
        <w:rFonts w:hint="default" w:ascii="Wingdings" w:hAnsi="Wingdings"/>
      </w:rPr>
      <w:start w:val="1"/>
      <w:suff w:val="tab"/>
    </w:lvl>
    <w:lvl w:ilvl="3">
      <w:isLgl w:val="false"/>
      <w:lvlJc w:val="left"/>
      <w:lvlText w:val=""/>
      <w:numFmt w:val="bullet"/>
      <w:pPr>
        <w:pBdr/>
        <w:spacing/>
        <w:ind w:hanging="360" w:left="2880"/>
      </w:pPr>
      <w:rPr>
        <w:rFonts w:hint="default" w:ascii="Symbol" w:hAnsi="Symbol"/>
      </w:rPr>
      <w:start w:val="1"/>
      <w:suff w:val="tab"/>
    </w:lvl>
    <w:lvl w:ilvl="4">
      <w:isLgl w:val="false"/>
      <w:lvlJc w:val="left"/>
      <w:lvlText w:val="o"/>
      <w:numFmt w:val="bullet"/>
      <w:pPr>
        <w:pBdr/>
        <w:spacing/>
        <w:ind w:hanging="360" w:left="3600"/>
      </w:pPr>
      <w:rPr>
        <w:rFonts w:hint="default" w:ascii="Courier New" w:hAnsi="Courier New" w:cs="Courier New"/>
      </w:rPr>
      <w:start w:val="1"/>
      <w:suff w:val="tab"/>
    </w:lvl>
    <w:lvl w:ilvl="5">
      <w:isLgl w:val="false"/>
      <w:lvlJc w:val="left"/>
      <w:lvlText w:val=""/>
      <w:numFmt w:val="bullet"/>
      <w:pPr>
        <w:pBdr/>
        <w:spacing/>
        <w:ind w:hanging="360" w:left="4320"/>
      </w:pPr>
      <w:rPr>
        <w:rFonts w:hint="default" w:ascii="Wingdings" w:hAnsi="Wingdings"/>
      </w:rPr>
      <w:start w:val="1"/>
      <w:suff w:val="tab"/>
    </w:lvl>
    <w:lvl w:ilvl="6">
      <w:isLgl w:val="false"/>
      <w:lvlJc w:val="left"/>
      <w:lvlText w:val=""/>
      <w:numFmt w:val="bullet"/>
      <w:pPr>
        <w:pBdr/>
        <w:spacing/>
        <w:ind w:hanging="360" w:left="5040"/>
      </w:pPr>
      <w:rPr>
        <w:rFonts w:hint="default" w:ascii="Symbol" w:hAnsi="Symbol"/>
      </w:rPr>
      <w:start w:val="1"/>
      <w:suff w:val="tab"/>
    </w:lvl>
    <w:lvl w:ilvl="7">
      <w:isLgl w:val="false"/>
      <w:lvlJc w:val="left"/>
      <w:lvlText w:val="o"/>
      <w:numFmt w:val="bullet"/>
      <w:pPr>
        <w:pBdr/>
        <w:spacing/>
        <w:ind w:hanging="360" w:left="5760"/>
      </w:pPr>
      <w:rPr>
        <w:rFonts w:hint="default" w:ascii="Courier New" w:hAnsi="Courier New" w:cs="Courier New"/>
      </w:rPr>
      <w:start w:val="1"/>
      <w:suff w:val="tab"/>
    </w:lvl>
    <w:lvl w:ilvl="8">
      <w:isLgl w:val="false"/>
      <w:lvlJc w:val="left"/>
      <w:lvlText w:val=""/>
      <w:numFmt w:val="bullet"/>
      <w:pPr>
        <w:pBdr/>
        <w:spacing/>
        <w:ind w:hanging="360" w:left="6480"/>
      </w:pPr>
      <w:rPr>
        <w:rFonts w:hint="default" w:ascii="Wingdings" w:hAnsi="Wingdings"/>
      </w:rPr>
      <w:start w:val="1"/>
      <w:suff w:val="tab"/>
    </w:lvl>
  </w:abstractNum>
  <w:num w:numId="1">
    <w:abstractNumId w:val="0"/>
  </w:num>
  <w:num w:numId="2">
    <w:abstractNumId w:val="7"/>
  </w:num>
  <w:num w:numId="3">
    <w:abstractNumId w:val="26"/>
  </w:num>
  <w:num w:numId="4">
    <w:abstractNumId w:val="4"/>
  </w:num>
  <w:num w:numId="5">
    <w:abstractNumId w:val="20"/>
  </w:num>
  <w:num w:numId="6">
    <w:abstractNumId w:val="9"/>
  </w:num>
  <w:num w:numId="7">
    <w:abstractNumId w:val="18"/>
  </w:num>
  <w:num w:numId="8">
    <w:abstractNumId w:val="27"/>
  </w:num>
  <w:num w:numId="9">
    <w:abstractNumId w:val="12"/>
  </w:num>
  <w:num w:numId="10">
    <w:abstractNumId w:val="29"/>
  </w:num>
  <w:num w:numId="11">
    <w:abstractNumId w:val="2"/>
  </w:num>
  <w:num w:numId="12">
    <w:abstractNumId w:val="11"/>
  </w:num>
  <w:num w:numId="13">
    <w:abstractNumId w:val="28"/>
  </w:num>
  <w:num w:numId="14">
    <w:abstractNumId w:val="22"/>
  </w:num>
  <w:num w:numId="15">
    <w:abstractNumId w:val="32"/>
  </w:num>
  <w:num w:numId="16">
    <w:abstractNumId w:val="3"/>
  </w:num>
  <w:num w:numId="17">
    <w:abstractNumId w:val="21"/>
  </w:num>
  <w:num w:numId="18">
    <w:abstractNumId w:val="19"/>
  </w:num>
  <w:num w:numId="19">
    <w:abstractNumId w:val="14"/>
  </w:num>
  <w:num w:numId="20">
    <w:abstractNumId w:val="6"/>
  </w:num>
  <w:num w:numId="21">
    <w:abstractNumId w:val="5"/>
  </w:num>
  <w:num w:numId="22">
    <w:abstractNumId w:val="37"/>
  </w:num>
  <w:num w:numId="23">
    <w:abstractNumId w:val="1"/>
  </w:num>
  <w:num w:numId="24">
    <w:abstractNumId w:val="15"/>
  </w:num>
  <w:num w:numId="25">
    <w:abstractNumId w:val="33"/>
  </w:num>
  <w:num w:numId="26">
    <w:abstractNumId w:val="16"/>
  </w:num>
  <w:num w:numId="27">
    <w:abstractNumId w:val="38"/>
  </w:num>
  <w:num w:numId="28">
    <w:abstractNumId w:val="30"/>
  </w:num>
  <w:num w:numId="29">
    <w:abstractNumId w:val="34"/>
  </w:num>
  <w:num w:numId="30">
    <w:abstractNumId w:val="25"/>
  </w:num>
  <w:num w:numId="31">
    <w:abstractNumId w:val="31"/>
  </w:num>
  <w:num w:numId="32">
    <w:abstractNumId w:val="35"/>
  </w:num>
  <w:num w:numId="33">
    <w:abstractNumId w:val="10"/>
  </w:num>
  <w:num w:numId="34">
    <w:abstractNumId w:val="17"/>
  </w:num>
  <w:num w:numId="35">
    <w:abstractNumId w:val="8"/>
  </w:num>
  <w:num w:numId="36">
    <w:abstractNumId w:val="24"/>
  </w:num>
  <w:num w:numId="37">
    <w:abstractNumId w:val="23"/>
  </w:num>
  <w:num w:numId="38">
    <w:abstractNumId w:val="36"/>
  </w:num>
  <w:num w:numId="39">
    <w:abstractNumId w:val="39"/>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hyphenationZone w:val="425"/>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w:hAnsi="Times" w:eastAsia="Times" w:cs="Times New Roman"/>
        <w:lang w:val="fr-FR" w:eastAsia="fr-FR" w:bidi="ar-SA"/>
      </w:rPr>
    </w:rPrDefault>
    <w:pPrDefault>
      <w:pPr>
        <w:pBdr/>
        <w:spacing/>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3">
    <w:name w:val="Table Grid Light"/>
    <w:basedOn w:val="1087"/>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1"/>
    <w:basedOn w:val="1087"/>
    <w:uiPriority w:val="59"/>
    <w:pPr>
      <w:pBdr/>
      <w:spacing w:after="0" w:line="240" w:lineRule="auto"/>
      <w:ind/>
    </w:pPr>
    <w:tblPr>
      <w:tblInd w:w="0" w:type="dxa"/>
      <w:tblCellMar>
        <w:left w:w="108" w:type="dxa"/>
        <w:top w:w="0" w:type="dxa"/>
        <w:right w:w="108" w:type="dxa"/>
        <w:bottom w:w="0" w:type="dxa"/>
      </w:tblCellMa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2"/>
    <w:basedOn w:val="1087"/>
    <w:uiPriority w:val="59"/>
    <w:pPr>
      <w:pBdr/>
      <w:spacing w:after="0" w:line="240" w:lineRule="auto"/>
      <w:ind/>
    </w:pPr>
    <w:tblPr>
      <w:tblInd w:w="0" w:type="dxa"/>
      <w:tblCellMar>
        <w:left w:w="108" w:type="dxa"/>
        <w:top w:w="0" w:type="dxa"/>
        <w:right w:w="108" w:type="dxa"/>
        <w:bottom w:w="0" w:type="dxa"/>
      </w:tblCellMar>
      <w:tblBorders>
        <w:top w:val="single" w:color="000000" w:themeColor="text1" w:sz="4" w:space="0"/>
        <w:left w:val="none" w:color="000000" w:themeColor="text1" w:sz="4" w:space="0"/>
        <w:bottom w:val="single" w:color="000000" w:themeColor="text1" w:sz="4" w:space="0"/>
        <w:right w:val="none" w:color="000000" w:themeColor="text1" w:sz="4" w:space="0"/>
      </w:tblBorders>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3"/>
    <w:basedOn w:val="108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4"/>
    <w:basedOn w:val="108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Plain Table 5"/>
    <w:basedOn w:val="1087"/>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w:basedOn w:val="1087"/>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1"/>
    <w:basedOn w:val="108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2"/>
    <w:basedOn w:val="108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3"/>
    <w:basedOn w:val="108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4"/>
    <w:basedOn w:val="108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5"/>
    <w:basedOn w:val="108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1 Light - Accent 6"/>
    <w:basedOn w:val="108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w:basedOn w:val="108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1"/>
    <w:basedOn w:val="108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2"/>
    <w:basedOn w:val="108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3"/>
    <w:basedOn w:val="108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4"/>
    <w:basedOn w:val="108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5"/>
    <w:basedOn w:val="108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2 - Accent 6"/>
    <w:basedOn w:val="108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w:basedOn w:val="1087"/>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1"/>
    <w:basedOn w:val="1087"/>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2"/>
    <w:basedOn w:val="1087"/>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3"/>
    <w:basedOn w:val="1087"/>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4"/>
    <w:basedOn w:val="1087"/>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5"/>
    <w:basedOn w:val="1087"/>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3 - Accent 6"/>
    <w:basedOn w:val="1087"/>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w:basedOn w:val="1087"/>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1"/>
    <w:basedOn w:val="1087"/>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2"/>
    <w:basedOn w:val="1087"/>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3"/>
    <w:basedOn w:val="1087"/>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4"/>
    <w:basedOn w:val="1087"/>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5"/>
    <w:basedOn w:val="1087"/>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4 - Accent 6"/>
    <w:basedOn w:val="1087"/>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w:basedOn w:val="108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Accent 1"/>
    <w:basedOn w:val="108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2"/>
    <w:basedOn w:val="108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 Accent 3"/>
    <w:basedOn w:val="108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Accent 4"/>
    <w:basedOn w:val="108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5"/>
    <w:basedOn w:val="108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5 Dark - Accent 6"/>
    <w:basedOn w:val="1087"/>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4">
    <w:name w:val="Grid Table 6 Colorful"/>
    <w:basedOn w:val="1087"/>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5">
    <w:name w:val="Grid Table 6 Colorful - Accent 1"/>
    <w:basedOn w:val="1087"/>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6">
    <w:name w:val="Grid Table 6 Colorful - Accent 2"/>
    <w:basedOn w:val="108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b38" w:themeColor="accent2" w:themeTint="97" w:themeShade="95"/>
      </w:rPr>
      <w:pPr>
        <w:pBdr/>
        <w:spacing/>
        <w:ind/>
      </w:pPr>
      <w:tblPr>
        <w:tblBorders/>
      </w:tblPr>
      <w:tcPr>
        <w:tcBorders/>
      </w:tcPr>
    </w:tblStylePr>
    <w:tblStylePr w:type="firstRow">
      <w:rPr>
        <w:b/>
        <w:color w:val="9f3b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b38" w:themeColor="accent2" w:themeTint="97" w:themeShade="95"/>
      </w:rPr>
      <w:pPr>
        <w:pBdr/>
        <w:spacing/>
        <w:ind/>
      </w:pPr>
      <w:tblPr>
        <w:tblBorders/>
      </w:tblPr>
      <w:tcPr>
        <w:tcBorders/>
      </w:tcPr>
    </w:tblStylePr>
    <w:tblStylePr w:type="lastRow">
      <w:rPr>
        <w:b/>
        <w:color w:val="9f3b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7">
    <w:name w:val="Grid Table 6 Colorful - Accent 3"/>
    <w:basedOn w:val="1087"/>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d732f" w:themeColor="accent3" w:themeTint="FE" w:themeShade="95"/>
      </w:rPr>
      <w:pPr>
        <w:pBdr/>
        <w:spacing/>
        <w:ind/>
      </w:pPr>
      <w:tblPr>
        <w:tblBorders/>
      </w:tblPr>
      <w:tcPr>
        <w:tcBorders/>
      </w:tcPr>
    </w:tblStylePr>
    <w:tblStylePr w:type="firstRow">
      <w:rPr>
        <w:b/>
        <w:color w:val="5d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d732f" w:themeColor="accent3" w:themeTint="FE" w:themeShade="95"/>
      </w:rPr>
      <w:pPr>
        <w:pBdr/>
        <w:spacing/>
        <w:ind/>
      </w:pPr>
      <w:tblPr>
        <w:tblBorders/>
      </w:tblPr>
      <w:tcPr>
        <w:tcBorders/>
      </w:tcPr>
    </w:tblStylePr>
    <w:tblStylePr w:type="lastRow">
      <w:rPr>
        <w:b/>
        <w:color w:val="5d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8">
    <w:name w:val="Grid Table 6 Colorful - Accent 4"/>
    <w:basedOn w:val="108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74f84" w:themeColor="accent4" w:themeTint="9A" w:themeShade="95"/>
      </w:rPr>
      <w:pPr>
        <w:pBdr/>
        <w:spacing/>
        <w:ind/>
      </w:pPr>
      <w:tblPr>
        <w:tblBorders/>
      </w:tblPr>
      <w:tcPr>
        <w:tcBorders/>
      </w:tcPr>
    </w:tblStylePr>
    <w:tblStylePr w:type="firstRow">
      <w:rPr>
        <w:b/>
        <w:color w:val="67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74f84" w:themeColor="accent4" w:themeTint="9A" w:themeShade="95"/>
      </w:rPr>
      <w:pPr>
        <w:pBdr/>
        <w:spacing/>
        <w:ind/>
      </w:pPr>
      <w:tblPr>
        <w:tblBorders/>
      </w:tblPr>
      <w:tcPr>
        <w:tcBorders/>
      </w:tcPr>
    </w:tblStylePr>
    <w:tblStylePr w:type="lastRow">
      <w:rPr>
        <w:b/>
        <w:color w:val="67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9">
    <w:name w:val="Grid Table 6 Colorful - Accent 5"/>
    <w:basedOn w:val="1087"/>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6 Colorful - Accent 6"/>
    <w:basedOn w:val="1087"/>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1">
    <w:name w:val="Grid Table 7 Colorful"/>
    <w:basedOn w:val="1087"/>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1"/>
    <w:basedOn w:val="1087"/>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2"/>
    <w:basedOn w:val="1087"/>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b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b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b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b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b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b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3"/>
    <w:basedOn w:val="1087"/>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d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d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d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d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d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d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4"/>
    <w:basedOn w:val="1087"/>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7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7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7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7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7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7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5"/>
    <w:basedOn w:val="1087"/>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Grid Table 7 Colorful - Accent 6"/>
    <w:basedOn w:val="1087"/>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w:basedOn w:val="108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1"/>
    <w:basedOn w:val="108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2"/>
    <w:basedOn w:val="108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3"/>
    <w:basedOn w:val="108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4"/>
    <w:basedOn w:val="108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5"/>
    <w:basedOn w:val="108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1 Light - Accent 6"/>
    <w:basedOn w:val="1087"/>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w:basedOn w:val="1087"/>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1"/>
    <w:basedOn w:val="1087"/>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2"/>
    <w:basedOn w:val="1087"/>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3"/>
    <w:basedOn w:val="1087"/>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4"/>
    <w:basedOn w:val="1087"/>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5"/>
    <w:basedOn w:val="1087"/>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2 - Accent 6"/>
    <w:basedOn w:val="1087"/>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w:basedOn w:val="108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1"/>
    <w:basedOn w:val="1087"/>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2"/>
    <w:basedOn w:val="1087"/>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3"/>
    <w:basedOn w:val="1087"/>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4"/>
    <w:basedOn w:val="1087"/>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5"/>
    <w:basedOn w:val="1087"/>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3 - Accent 6"/>
    <w:basedOn w:val="1087"/>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w:basedOn w:val="1087"/>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1"/>
    <w:basedOn w:val="1087"/>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2"/>
    <w:basedOn w:val="1087"/>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3"/>
    <w:basedOn w:val="1087"/>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4"/>
    <w:basedOn w:val="1087"/>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5"/>
    <w:basedOn w:val="1087"/>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4 - Accent 6"/>
    <w:basedOn w:val="1087"/>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
    <w:name w:val="List Table 5 Dark"/>
    <w:basedOn w:val="1087"/>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1"/>
    <w:basedOn w:val="1087"/>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2"/>
    <w:basedOn w:val="1087"/>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3"/>
    <w:basedOn w:val="1087"/>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4"/>
    <w:basedOn w:val="1087"/>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5"/>
    <w:basedOn w:val="1087"/>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5 Dark - Accent 6"/>
    <w:basedOn w:val="1087"/>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3">
    <w:name w:val="List Table 6 Colorful"/>
    <w:basedOn w:val="1087"/>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1"/>
    <w:basedOn w:val="1087"/>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2"/>
    <w:basedOn w:val="1087"/>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b38" w:themeColor="accent2" w:themeTint="97" w:themeShade="95"/>
      </w:rPr>
      <w:pPr>
        <w:pBdr/>
        <w:spacing/>
        <w:ind/>
      </w:pPr>
      <w:tblPr>
        <w:tblBorders/>
      </w:tblPr>
      <w:tcPr>
        <w:tcBorders/>
      </w:tcPr>
    </w:tblStylePr>
    <w:tblStylePr w:type="firstRow">
      <w:rPr>
        <w:b/>
        <w:color w:val="9f3b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b38" w:themeColor="accent2" w:themeTint="97" w:themeShade="95"/>
      </w:rPr>
      <w:pPr>
        <w:pBdr/>
        <w:spacing/>
        <w:ind/>
      </w:pPr>
      <w:tblPr>
        <w:tblBorders/>
      </w:tblPr>
      <w:tcPr>
        <w:tcBorders/>
      </w:tcPr>
    </w:tblStylePr>
    <w:tblStylePr w:type="lastRow">
      <w:rPr>
        <w:b/>
        <w:color w:val="9f3b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3"/>
    <w:basedOn w:val="1087"/>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a3f" w:themeColor="accent3" w:themeTint="98" w:themeShade="95"/>
      </w:rPr>
      <w:pPr>
        <w:pBdr/>
        <w:spacing/>
        <w:ind/>
      </w:pPr>
      <w:tblPr>
        <w:tblBorders/>
      </w:tblPr>
      <w:tcPr>
        <w:tcBorders/>
      </w:tcPr>
    </w:tblStylePr>
    <w:tblStylePr w:type="firstRow">
      <w:rPr>
        <w:b/>
        <w:color w:val="7c9a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a3f" w:themeColor="accent3" w:themeTint="98" w:themeShade="95"/>
      </w:rPr>
      <w:pPr>
        <w:pBdr/>
        <w:spacing/>
        <w:ind/>
      </w:pPr>
      <w:tblPr>
        <w:tblBorders/>
      </w:tblPr>
      <w:tcPr>
        <w:tcBorders/>
      </w:tcPr>
    </w:tblStylePr>
    <w:tblStylePr w:type="lastRow">
      <w:rPr>
        <w:b/>
        <w:color w:val="7c9a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4"/>
    <w:basedOn w:val="1087"/>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74f84" w:themeColor="accent4" w:themeTint="9A" w:themeShade="95"/>
      </w:rPr>
      <w:pPr>
        <w:pBdr/>
        <w:spacing/>
        <w:ind/>
      </w:pPr>
      <w:tblPr>
        <w:tblBorders/>
      </w:tblPr>
      <w:tcPr>
        <w:tcBorders/>
      </w:tcPr>
    </w:tblStylePr>
    <w:tblStylePr w:type="firstRow">
      <w:rPr>
        <w:b/>
        <w:color w:val="67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74f84" w:themeColor="accent4" w:themeTint="9A" w:themeShade="95"/>
      </w:rPr>
      <w:pPr>
        <w:pBdr/>
        <w:spacing/>
        <w:ind/>
      </w:pPr>
      <w:tblPr>
        <w:tblBorders/>
      </w:tblPr>
      <w:tcPr>
        <w:tcBorders/>
      </w:tcPr>
    </w:tblStylePr>
    <w:tblStylePr w:type="lastRow">
      <w:rPr>
        <w:b/>
        <w:color w:val="67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5"/>
    <w:basedOn w:val="1087"/>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48ba3" w:themeColor="accent5" w:themeTint="9A" w:themeShade="95"/>
      </w:rPr>
      <w:pPr>
        <w:pBdr/>
        <w:spacing/>
        <w:ind/>
      </w:pPr>
      <w:tblPr>
        <w:tblBorders/>
      </w:tblPr>
      <w:tcPr>
        <w:tcBorders/>
      </w:tcPr>
    </w:tblStylePr>
    <w:tblStylePr w:type="firstRow">
      <w:rPr>
        <w:b/>
        <w:color w:val="34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48ba3" w:themeColor="accent5" w:themeTint="9A" w:themeShade="95"/>
      </w:rPr>
      <w:pPr>
        <w:pBdr/>
        <w:spacing/>
        <w:ind/>
      </w:pPr>
      <w:tblPr>
        <w:tblBorders/>
      </w:tblPr>
      <w:tcPr>
        <w:tcBorders/>
      </w:tcPr>
    </w:tblStylePr>
    <w:tblStylePr w:type="lastRow">
      <w:rPr>
        <w:b/>
        <w:color w:val="34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6 Colorful - Accent 6"/>
    <w:basedOn w:val="1087"/>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90a" w:themeColor="accent6" w:themeTint="98" w:themeShade="95"/>
      </w:rPr>
      <w:pPr>
        <w:pBdr/>
        <w:spacing/>
        <w:ind/>
      </w:pPr>
      <w:tblPr>
        <w:tblBorders/>
      </w:tblPr>
      <w:tcPr>
        <w:tcBorders/>
      </w:tcPr>
    </w:tblStylePr>
    <w:tblStylePr w:type="firstRow">
      <w:rPr>
        <w:b/>
        <w:color w:val="dd69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90a" w:themeColor="accent6" w:themeTint="98" w:themeShade="95"/>
      </w:rPr>
      <w:pPr>
        <w:pBdr/>
        <w:spacing/>
        <w:ind/>
      </w:pPr>
      <w:tblPr>
        <w:tblBorders/>
      </w:tblPr>
      <w:tcPr>
        <w:tcBorders/>
      </w:tcPr>
    </w:tblStylePr>
    <w:tblStylePr w:type="lastRow">
      <w:rPr>
        <w:b/>
        <w:color w:val="dd69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0">
    <w:name w:val="List Table 7 Colorful"/>
    <w:basedOn w:val="1087"/>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1">
    <w:name w:val="List Table 7 Colorful - Accent 1"/>
    <w:basedOn w:val="1087"/>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2">
    <w:name w:val="List Table 7 Colorful - Accent 2"/>
    <w:basedOn w:val="1087"/>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b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b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b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b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b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b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b38" w:themeColor="accent2" w:themeTint="97" w:themeShade="95"/>
        <w:sz w:val="22"/>
      </w:rPr>
      <w:pPr>
        <w:pBdr/>
        <w:spacing/>
        <w:ind/>
      </w:pPr>
      <w:tblPr>
        <w:tblBorders/>
      </w:tblPr>
      <w:tcPr>
        <w:tcBorders/>
      </w:tcPr>
    </w:tblStylePr>
  </w:style>
  <w:style w:type="table" w:styleId="113">
    <w:name w:val="List Table 7 Colorful - Accent 3"/>
    <w:basedOn w:val="1087"/>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a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a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a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a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a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a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a3f" w:themeColor="accent3" w:themeTint="98" w:themeShade="95"/>
        <w:sz w:val="22"/>
      </w:rPr>
      <w:pPr>
        <w:pBdr/>
        <w:spacing/>
        <w:ind/>
      </w:pPr>
      <w:tblPr>
        <w:tblBorders/>
      </w:tblPr>
      <w:tcPr>
        <w:tcBorders/>
      </w:tcPr>
    </w:tblStylePr>
  </w:style>
  <w:style w:type="table" w:styleId="114">
    <w:name w:val="List Table 7 Colorful - Accent 4"/>
    <w:basedOn w:val="1087"/>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7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7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7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7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7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7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74f84" w:themeColor="accent4" w:themeTint="9A" w:themeShade="95"/>
        <w:sz w:val="22"/>
      </w:rPr>
      <w:pPr>
        <w:pBdr/>
        <w:spacing/>
        <w:ind/>
      </w:pPr>
      <w:tblPr>
        <w:tblBorders/>
      </w:tblPr>
      <w:tcPr>
        <w:tcBorders/>
      </w:tcPr>
    </w:tblStylePr>
  </w:style>
  <w:style w:type="table" w:styleId="115">
    <w:name w:val="List Table 7 Colorful - Accent 5"/>
    <w:basedOn w:val="1087"/>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4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4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4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4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4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4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48ba3" w:themeColor="accent5" w:themeTint="9A" w:themeShade="95"/>
        <w:sz w:val="22"/>
      </w:rPr>
      <w:pPr>
        <w:pBdr/>
        <w:spacing/>
        <w:ind/>
      </w:pPr>
      <w:tblPr>
        <w:tblBorders/>
      </w:tblPr>
      <w:tcPr>
        <w:tcBorders/>
      </w:tcPr>
    </w:tblStylePr>
  </w:style>
  <w:style w:type="table" w:styleId="116">
    <w:name w:val="List Table 7 Colorful - Accent 6"/>
    <w:basedOn w:val="1087"/>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9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9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9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9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9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9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90a" w:themeColor="accent6" w:themeTint="98" w:themeShade="95"/>
        <w:sz w:val="22"/>
      </w:rPr>
      <w:pPr>
        <w:pBdr/>
        <w:spacing/>
        <w:ind/>
      </w:pPr>
      <w:tblPr>
        <w:tblBorders/>
      </w:tblPr>
      <w:tcPr>
        <w:tcBorders/>
      </w:tcPr>
    </w:tblStylePr>
  </w:style>
  <w:style w:type="table" w:styleId="117">
    <w:name w:val="Lined - Accent"/>
    <w:basedOn w:val="108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1"/>
    <w:basedOn w:val="108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2"/>
    <w:basedOn w:val="108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3"/>
    <w:basedOn w:val="108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4"/>
    <w:basedOn w:val="108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5"/>
    <w:basedOn w:val="108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Lined - Accent 6"/>
    <w:basedOn w:val="1087"/>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w:basedOn w:val="1087"/>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1"/>
    <w:basedOn w:val="1087"/>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2"/>
    <w:basedOn w:val="1087"/>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3"/>
    <w:basedOn w:val="1087"/>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4"/>
    <w:basedOn w:val="1087"/>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5"/>
    <w:basedOn w:val="1087"/>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amp; Lined - Accent 6"/>
    <w:basedOn w:val="1087"/>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w:basedOn w:val="1087"/>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1"/>
    <w:basedOn w:val="1087"/>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2"/>
    <w:basedOn w:val="1087"/>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3"/>
    <w:basedOn w:val="1087"/>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4"/>
    <w:basedOn w:val="1087"/>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5"/>
    <w:basedOn w:val="1087"/>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7">
    <w:name w:val="Bordered - Accent 6"/>
    <w:basedOn w:val="1087"/>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47">
    <w:name w:val="Heading 9"/>
    <w:basedOn w:val="1077"/>
    <w:next w:val="1077"/>
    <w:link w:val="158"/>
    <w:uiPriority w:val="9"/>
    <w:unhideWhenUsed/>
    <w:qFormat/>
    <w:pPr>
      <w:keepNext w:val="true"/>
      <w:keepLines w:val="true"/>
      <w:pBdr/>
      <w:spacing w:after="0"/>
      <w:ind/>
      <w:outlineLvl w:val="8"/>
    </w:pPr>
    <w:rPr>
      <w:rFonts w:ascii="Arial" w:hAnsi="Arial" w:eastAsia="Arial" w:cs="Arial"/>
      <w:i/>
      <w:iCs/>
      <w:color w:val="272727" w:themeColor="text1" w:themeTint="D8"/>
    </w:rPr>
  </w:style>
  <w:style w:type="character" w:styleId="150">
    <w:name w:val="Heading 1 Char"/>
    <w:basedOn w:val="1086"/>
    <w:link w:val="1078"/>
    <w:uiPriority w:val="9"/>
    <w:pPr>
      <w:pBdr/>
      <w:spacing/>
      <w:ind/>
    </w:pPr>
    <w:rPr>
      <w:rFonts w:ascii="Arial" w:hAnsi="Arial" w:eastAsia="Arial" w:cs="Arial"/>
      <w:color w:val="0f4761" w:themeColor="accent1" w:themeShade="BF"/>
      <w:sz w:val="40"/>
      <w:szCs w:val="40"/>
    </w:rPr>
  </w:style>
  <w:style w:type="character" w:styleId="151">
    <w:name w:val="Heading 2 Char"/>
    <w:basedOn w:val="1086"/>
    <w:link w:val="1079"/>
    <w:uiPriority w:val="9"/>
    <w:pPr>
      <w:pBdr/>
      <w:spacing/>
      <w:ind/>
    </w:pPr>
    <w:rPr>
      <w:rFonts w:ascii="Arial" w:hAnsi="Arial" w:eastAsia="Arial" w:cs="Arial"/>
      <w:color w:val="0f4761" w:themeColor="accent1" w:themeShade="BF"/>
      <w:sz w:val="32"/>
      <w:szCs w:val="32"/>
    </w:rPr>
  </w:style>
  <w:style w:type="character" w:styleId="152">
    <w:name w:val="Heading 3 Char"/>
    <w:basedOn w:val="1086"/>
    <w:link w:val="1080"/>
    <w:uiPriority w:val="9"/>
    <w:pPr>
      <w:pBdr/>
      <w:spacing/>
      <w:ind/>
    </w:pPr>
    <w:rPr>
      <w:rFonts w:ascii="Arial" w:hAnsi="Arial" w:eastAsia="Arial" w:cs="Arial"/>
      <w:color w:val="0f4761" w:themeColor="accent1" w:themeShade="BF"/>
      <w:sz w:val="28"/>
      <w:szCs w:val="28"/>
    </w:rPr>
  </w:style>
  <w:style w:type="character" w:styleId="153">
    <w:name w:val="Heading 4 Char"/>
    <w:basedOn w:val="1086"/>
    <w:link w:val="1081"/>
    <w:uiPriority w:val="9"/>
    <w:pPr>
      <w:pBdr/>
      <w:spacing/>
      <w:ind/>
    </w:pPr>
    <w:rPr>
      <w:rFonts w:ascii="Arial" w:hAnsi="Arial" w:eastAsia="Arial" w:cs="Arial"/>
      <w:i/>
      <w:iCs/>
      <w:color w:val="0f4761" w:themeColor="accent1" w:themeShade="BF"/>
    </w:rPr>
  </w:style>
  <w:style w:type="character" w:styleId="154">
    <w:name w:val="Heading 5 Char"/>
    <w:basedOn w:val="1086"/>
    <w:link w:val="1082"/>
    <w:uiPriority w:val="9"/>
    <w:pPr>
      <w:pBdr/>
      <w:spacing/>
      <w:ind/>
    </w:pPr>
    <w:rPr>
      <w:rFonts w:ascii="Arial" w:hAnsi="Arial" w:eastAsia="Arial" w:cs="Arial"/>
      <w:color w:val="0f4761" w:themeColor="accent1" w:themeShade="BF"/>
    </w:rPr>
  </w:style>
  <w:style w:type="character" w:styleId="155">
    <w:name w:val="Heading 6 Char"/>
    <w:basedOn w:val="1086"/>
    <w:link w:val="1083"/>
    <w:uiPriority w:val="9"/>
    <w:pPr>
      <w:pBdr/>
      <w:spacing/>
      <w:ind/>
    </w:pPr>
    <w:rPr>
      <w:rFonts w:ascii="Arial" w:hAnsi="Arial" w:eastAsia="Arial" w:cs="Arial"/>
      <w:i/>
      <w:iCs/>
      <w:color w:val="595959" w:themeColor="text1" w:themeTint="A6"/>
    </w:rPr>
  </w:style>
  <w:style w:type="character" w:styleId="156">
    <w:name w:val="Heading 7 Char"/>
    <w:basedOn w:val="1086"/>
    <w:link w:val="1084"/>
    <w:uiPriority w:val="9"/>
    <w:pPr>
      <w:pBdr/>
      <w:spacing/>
      <w:ind/>
    </w:pPr>
    <w:rPr>
      <w:rFonts w:ascii="Arial" w:hAnsi="Arial" w:eastAsia="Arial" w:cs="Arial"/>
      <w:color w:val="595959" w:themeColor="text1" w:themeTint="A6"/>
    </w:rPr>
  </w:style>
  <w:style w:type="character" w:styleId="157">
    <w:name w:val="Heading 8 Char"/>
    <w:basedOn w:val="1086"/>
    <w:link w:val="1085"/>
    <w:uiPriority w:val="9"/>
    <w:pPr>
      <w:pBdr/>
      <w:spacing/>
      <w:ind/>
    </w:pPr>
    <w:rPr>
      <w:rFonts w:ascii="Arial" w:hAnsi="Arial" w:eastAsia="Arial" w:cs="Arial"/>
      <w:i/>
      <w:iCs/>
      <w:color w:val="272727" w:themeColor="text1" w:themeTint="D8"/>
    </w:rPr>
  </w:style>
  <w:style w:type="character" w:styleId="158">
    <w:name w:val="Heading 9 Char"/>
    <w:basedOn w:val="1086"/>
    <w:link w:val="147"/>
    <w:uiPriority w:val="9"/>
    <w:pPr>
      <w:pBdr/>
      <w:spacing/>
      <w:ind/>
    </w:pPr>
    <w:rPr>
      <w:rFonts w:ascii="Arial" w:hAnsi="Arial" w:eastAsia="Arial" w:cs="Arial"/>
      <w:i/>
      <w:iCs/>
      <w:color w:val="272727" w:themeColor="text1" w:themeTint="D8"/>
    </w:rPr>
  </w:style>
  <w:style w:type="character" w:styleId="160">
    <w:name w:val="Title Char"/>
    <w:basedOn w:val="1086"/>
    <w:link w:val="1107"/>
    <w:uiPriority w:val="10"/>
    <w:pPr>
      <w:pBdr/>
      <w:spacing/>
      <w:ind/>
    </w:pPr>
    <w:rPr>
      <w:rFonts w:ascii="Arial" w:hAnsi="Arial" w:eastAsia="Arial" w:cs="Arial"/>
      <w:spacing w:val="-10"/>
      <w:sz w:val="56"/>
      <w:szCs w:val="56"/>
    </w:rPr>
  </w:style>
  <w:style w:type="paragraph" w:styleId="161">
    <w:name w:val="Subtitle"/>
    <w:basedOn w:val="1077"/>
    <w:next w:val="1077"/>
    <w:link w:val="162"/>
    <w:uiPriority w:val="11"/>
    <w:qFormat/>
    <w:pPr>
      <w:numPr>
        <w:ilvl w:val="1"/>
      </w:numPr>
      <w:pBdr/>
      <w:spacing/>
      <w:ind/>
    </w:pPr>
    <w:rPr>
      <w:color w:val="595959" w:themeColor="text1" w:themeTint="A6"/>
      <w:spacing w:val="15"/>
      <w:sz w:val="28"/>
      <w:szCs w:val="28"/>
    </w:rPr>
  </w:style>
  <w:style w:type="character" w:styleId="162">
    <w:name w:val="Subtitle Char"/>
    <w:basedOn w:val="1086"/>
    <w:link w:val="161"/>
    <w:uiPriority w:val="11"/>
    <w:pPr>
      <w:pBdr/>
      <w:spacing/>
      <w:ind/>
    </w:pPr>
    <w:rPr>
      <w:color w:val="595959" w:themeColor="text1" w:themeTint="A6"/>
      <w:spacing w:val="15"/>
      <w:sz w:val="28"/>
      <w:szCs w:val="28"/>
    </w:rPr>
  </w:style>
  <w:style w:type="paragraph" w:styleId="163">
    <w:name w:val="Quote"/>
    <w:basedOn w:val="1077"/>
    <w:next w:val="1077"/>
    <w:link w:val="164"/>
    <w:uiPriority w:val="29"/>
    <w:qFormat/>
    <w:pPr>
      <w:pBdr/>
      <w:spacing w:before="160"/>
      <w:ind/>
      <w:jc w:val="center"/>
    </w:pPr>
    <w:rPr>
      <w:i/>
      <w:iCs/>
      <w:color w:val="404040" w:themeColor="text1" w:themeTint="BF"/>
    </w:rPr>
  </w:style>
  <w:style w:type="character" w:styleId="164">
    <w:name w:val="Quote Char"/>
    <w:basedOn w:val="1086"/>
    <w:link w:val="163"/>
    <w:uiPriority w:val="29"/>
    <w:pPr>
      <w:pBdr/>
      <w:spacing/>
      <w:ind/>
    </w:pPr>
    <w:rPr>
      <w:i/>
      <w:iCs/>
      <w:color w:val="404040" w:themeColor="text1" w:themeTint="BF"/>
    </w:rPr>
  </w:style>
  <w:style w:type="character" w:styleId="166">
    <w:name w:val="Intense Emphasis"/>
    <w:basedOn w:val="1086"/>
    <w:uiPriority w:val="21"/>
    <w:qFormat/>
    <w:pPr>
      <w:pBdr/>
      <w:spacing/>
      <w:ind/>
    </w:pPr>
    <w:rPr>
      <w:i/>
      <w:iCs/>
      <w:color w:val="0f4761" w:themeColor="accent1" w:themeShade="BF"/>
    </w:rPr>
  </w:style>
  <w:style w:type="paragraph" w:styleId="167">
    <w:name w:val="Intense Quote"/>
    <w:basedOn w:val="1077"/>
    <w:next w:val="1077"/>
    <w:link w:val="168"/>
    <w:uiPriority w:val="30"/>
    <w:qFormat/>
    <w:pPr>
      <w:pBdr>
        <w:top w:val="single" w:color="0f4761" w:themeColor="accent1" w:themeShade="BF" w:sz="4" w:space="10"/>
        <w:bottom w:val="single" w:color="0f4761" w:themeColor="accent1" w:themeShade="BF" w:sz="4" w:space="10"/>
      </w:pBdr>
      <w:spacing w:after="360" w:before="360"/>
      <w:ind w:right="864" w:left="864"/>
      <w:jc w:val="center"/>
    </w:pPr>
    <w:rPr>
      <w:i/>
      <w:iCs/>
      <w:color w:val="0f4761" w:themeColor="accent1" w:themeShade="BF"/>
    </w:rPr>
  </w:style>
  <w:style w:type="character" w:styleId="168">
    <w:name w:val="Intense Quote Char"/>
    <w:basedOn w:val="1086"/>
    <w:link w:val="167"/>
    <w:uiPriority w:val="30"/>
    <w:pPr>
      <w:pBdr/>
      <w:spacing/>
      <w:ind/>
    </w:pPr>
    <w:rPr>
      <w:i/>
      <w:iCs/>
      <w:color w:val="0f4761" w:themeColor="accent1" w:themeShade="BF"/>
    </w:rPr>
  </w:style>
  <w:style w:type="character" w:styleId="169">
    <w:name w:val="Intense Reference"/>
    <w:basedOn w:val="1086"/>
    <w:uiPriority w:val="32"/>
    <w:qFormat/>
    <w:pPr>
      <w:pBdr/>
      <w:spacing/>
      <w:ind/>
    </w:pPr>
    <w:rPr>
      <w:b/>
      <w:bCs/>
      <w:smallCaps/>
      <w:color w:val="0f4761" w:themeColor="accent1" w:themeShade="BF"/>
      <w:spacing w:val="5"/>
    </w:rPr>
  </w:style>
  <w:style w:type="paragraph" w:styleId="170">
    <w:name w:val="No Spacing"/>
    <w:basedOn w:val="1077"/>
    <w:uiPriority w:val="1"/>
    <w:qFormat/>
    <w:pPr>
      <w:pBdr/>
      <w:spacing w:after="0" w:line="240" w:lineRule="auto"/>
      <w:ind/>
    </w:pPr>
  </w:style>
  <w:style w:type="character" w:styleId="171">
    <w:name w:val="Subtle Emphasis"/>
    <w:basedOn w:val="1086"/>
    <w:uiPriority w:val="19"/>
    <w:qFormat/>
    <w:pPr>
      <w:pBdr/>
      <w:spacing/>
      <w:ind/>
    </w:pPr>
    <w:rPr>
      <w:i/>
      <w:iCs/>
      <w:color w:val="404040" w:themeColor="text1" w:themeTint="BF"/>
    </w:rPr>
  </w:style>
  <w:style w:type="character" w:styleId="173">
    <w:name w:val="Strong"/>
    <w:basedOn w:val="1086"/>
    <w:uiPriority w:val="22"/>
    <w:qFormat/>
    <w:pPr>
      <w:pBdr/>
      <w:spacing/>
      <w:ind/>
    </w:pPr>
    <w:rPr>
      <w:b/>
      <w:bCs/>
    </w:rPr>
  </w:style>
  <w:style w:type="character" w:styleId="174">
    <w:name w:val="Subtle Reference"/>
    <w:basedOn w:val="1086"/>
    <w:uiPriority w:val="31"/>
    <w:qFormat/>
    <w:pPr>
      <w:pBdr/>
      <w:spacing/>
      <w:ind/>
    </w:pPr>
    <w:rPr>
      <w:smallCaps/>
      <w:color w:val="5a5a5a" w:themeColor="text1" w:themeTint="A5"/>
    </w:rPr>
  </w:style>
  <w:style w:type="character" w:styleId="177">
    <w:name w:val="Header Char"/>
    <w:basedOn w:val="1086"/>
    <w:link w:val="1089"/>
    <w:uiPriority w:val="99"/>
    <w:pPr>
      <w:pBdr/>
      <w:spacing/>
      <w:ind/>
    </w:pPr>
  </w:style>
  <w:style w:type="character" w:styleId="179">
    <w:name w:val="Footer Char"/>
    <w:basedOn w:val="1086"/>
    <w:link w:val="1090"/>
    <w:uiPriority w:val="99"/>
    <w:pPr>
      <w:pBdr/>
      <w:spacing/>
      <w:ind/>
    </w:pPr>
  </w:style>
  <w:style w:type="paragraph" w:styleId="180">
    <w:name w:val="Caption"/>
    <w:basedOn w:val="1077"/>
    <w:next w:val="1077"/>
    <w:uiPriority w:val="35"/>
    <w:unhideWhenUsed/>
    <w:qFormat/>
    <w:pPr>
      <w:pBdr/>
      <w:spacing w:after="200" w:line="240" w:lineRule="auto"/>
      <w:ind/>
    </w:pPr>
    <w:rPr>
      <w:i/>
      <w:iCs/>
      <w:color w:val="0e2841" w:themeColor="text2"/>
      <w:sz w:val="18"/>
      <w:szCs w:val="18"/>
    </w:rPr>
  </w:style>
  <w:style w:type="character" w:styleId="182">
    <w:name w:val="Footnote Text Char"/>
    <w:basedOn w:val="1086"/>
    <w:link w:val="1119"/>
    <w:uiPriority w:val="99"/>
    <w:semiHidden/>
    <w:pPr>
      <w:pBdr/>
      <w:spacing/>
      <w:ind/>
    </w:pPr>
    <w:rPr>
      <w:sz w:val="20"/>
      <w:szCs w:val="20"/>
    </w:rPr>
  </w:style>
  <w:style w:type="paragraph" w:styleId="184">
    <w:name w:val="endnote text"/>
    <w:basedOn w:val="1077"/>
    <w:link w:val="185"/>
    <w:uiPriority w:val="99"/>
    <w:semiHidden/>
    <w:unhideWhenUsed/>
    <w:pPr>
      <w:pBdr/>
      <w:spacing w:after="0" w:line="240" w:lineRule="auto"/>
      <w:ind/>
    </w:pPr>
    <w:rPr>
      <w:sz w:val="20"/>
      <w:szCs w:val="20"/>
    </w:rPr>
  </w:style>
  <w:style w:type="character" w:styleId="185">
    <w:name w:val="Endnote Text Char"/>
    <w:basedOn w:val="1086"/>
    <w:link w:val="184"/>
    <w:uiPriority w:val="99"/>
    <w:semiHidden/>
    <w:pPr>
      <w:pBdr/>
      <w:spacing/>
      <w:ind/>
    </w:pPr>
    <w:rPr>
      <w:sz w:val="20"/>
      <w:szCs w:val="20"/>
    </w:rPr>
  </w:style>
  <w:style w:type="character" w:styleId="186">
    <w:name w:val="endnote reference"/>
    <w:basedOn w:val="1086"/>
    <w:uiPriority w:val="99"/>
    <w:semiHidden/>
    <w:unhideWhenUsed/>
    <w:pPr>
      <w:pBdr/>
      <w:spacing/>
      <w:ind/>
    </w:pPr>
    <w:rPr>
      <w:vertAlign w:val="superscript"/>
    </w:rPr>
  </w:style>
  <w:style w:type="character" w:styleId="188">
    <w:name w:val="FollowedHyperlink"/>
    <w:basedOn w:val="1086"/>
    <w:uiPriority w:val="99"/>
    <w:semiHidden/>
    <w:unhideWhenUsed/>
    <w:pPr>
      <w:pBdr/>
      <w:spacing/>
      <w:ind/>
    </w:pPr>
    <w:rPr>
      <w:color w:val="954f72" w:themeColor="followedHyperlink"/>
      <w:u w:val="single"/>
    </w:rPr>
  </w:style>
  <w:style w:type="paragraph" w:styleId="192">
    <w:name w:val="toc 4"/>
    <w:basedOn w:val="1077"/>
    <w:next w:val="1077"/>
    <w:uiPriority w:val="39"/>
    <w:unhideWhenUsed/>
    <w:pPr>
      <w:pBdr/>
      <w:spacing w:after="100"/>
      <w:ind w:left="660"/>
    </w:pPr>
  </w:style>
  <w:style w:type="paragraph" w:styleId="193">
    <w:name w:val="toc 5"/>
    <w:basedOn w:val="1077"/>
    <w:next w:val="1077"/>
    <w:uiPriority w:val="39"/>
    <w:unhideWhenUsed/>
    <w:pPr>
      <w:pBdr/>
      <w:spacing w:after="100"/>
      <w:ind w:left="880"/>
    </w:pPr>
  </w:style>
  <w:style w:type="paragraph" w:styleId="194">
    <w:name w:val="toc 6"/>
    <w:basedOn w:val="1077"/>
    <w:next w:val="1077"/>
    <w:uiPriority w:val="39"/>
    <w:unhideWhenUsed/>
    <w:pPr>
      <w:pBdr/>
      <w:spacing w:after="100"/>
      <w:ind w:left="1100"/>
    </w:pPr>
  </w:style>
  <w:style w:type="paragraph" w:styleId="195">
    <w:name w:val="toc 7"/>
    <w:basedOn w:val="1077"/>
    <w:next w:val="1077"/>
    <w:uiPriority w:val="39"/>
    <w:unhideWhenUsed/>
    <w:pPr>
      <w:pBdr/>
      <w:spacing w:after="100"/>
      <w:ind w:left="1320"/>
    </w:pPr>
  </w:style>
  <w:style w:type="paragraph" w:styleId="196">
    <w:name w:val="toc 8"/>
    <w:basedOn w:val="1077"/>
    <w:next w:val="1077"/>
    <w:uiPriority w:val="39"/>
    <w:unhideWhenUsed/>
    <w:pPr>
      <w:pBdr/>
      <w:spacing w:after="100"/>
      <w:ind w:left="1540"/>
    </w:pPr>
  </w:style>
  <w:style w:type="paragraph" w:styleId="197">
    <w:name w:val="toc 9"/>
    <w:basedOn w:val="1077"/>
    <w:next w:val="1077"/>
    <w:uiPriority w:val="39"/>
    <w:unhideWhenUsed/>
    <w:pPr>
      <w:pBdr/>
      <w:spacing w:after="100"/>
      <w:ind w:left="1760"/>
    </w:pPr>
  </w:style>
  <w:style w:type="character" w:styleId="198">
    <w:name w:val="Placeholder Text"/>
    <w:basedOn w:val="1086"/>
    <w:uiPriority w:val="99"/>
    <w:semiHidden/>
    <w:pPr>
      <w:pBdr/>
      <w:spacing/>
      <w:ind/>
    </w:pPr>
    <w:rPr>
      <w:color w:val="666666"/>
    </w:rPr>
  </w:style>
  <w:style w:type="paragraph" w:styleId="209">
    <w:name w:val="table of figures"/>
    <w:basedOn w:val="1077"/>
    <w:next w:val="1077"/>
    <w:uiPriority w:val="99"/>
    <w:unhideWhenUsed/>
    <w:pPr>
      <w:pBdr/>
      <w:spacing w:after="0" w:afterAutospacing="0"/>
      <w:ind/>
    </w:pPr>
  </w:style>
  <w:style w:type="paragraph" w:styleId="1077" w:default="1">
    <w:name w:val="Normal"/>
    <w:qFormat/>
    <w:pPr>
      <w:pBdr/>
      <w:spacing w:line="300" w:lineRule="atLeast"/>
      <w:ind/>
    </w:pPr>
    <w:rPr>
      <w:rFonts w:ascii="Arial" w:hAnsi="Arial"/>
    </w:rPr>
  </w:style>
  <w:style w:type="paragraph" w:styleId="1078">
    <w:name w:val="Heading 1"/>
    <w:basedOn w:val="1077"/>
    <w:next w:val="1077"/>
    <w:qFormat/>
    <w:pPr>
      <w:keepNext w:val="true"/>
      <w:pBdr/>
      <w:spacing w:line="440" w:lineRule="exact"/>
      <w:ind/>
      <w:outlineLvl w:val="0"/>
    </w:pPr>
    <w:rPr>
      <w:rFonts w:cs="Arial"/>
      <w:b/>
      <w:bCs/>
      <w:caps/>
    </w:rPr>
  </w:style>
  <w:style w:type="paragraph" w:styleId="1079">
    <w:name w:val="Heading 2"/>
    <w:basedOn w:val="1077"/>
    <w:next w:val="1077"/>
    <w:link w:val="1132"/>
    <w:qFormat/>
    <w:pPr>
      <w:keepNext w:val="true"/>
      <w:widowControl w:val="false"/>
      <w:pBdr/>
      <w:spacing/>
      <w:ind/>
      <w:outlineLvl w:val="1"/>
    </w:pPr>
    <w:rPr>
      <w:rFonts w:cs="Arial"/>
      <w:b/>
      <w:bCs/>
      <w:sz w:val="18"/>
    </w:rPr>
  </w:style>
  <w:style w:type="paragraph" w:styleId="1080">
    <w:name w:val="Heading 3"/>
    <w:basedOn w:val="1077"/>
    <w:next w:val="1077"/>
    <w:qFormat/>
    <w:pPr>
      <w:keepNext w:val="true"/>
      <w:pBdr/>
      <w:spacing w:after="60" w:before="240"/>
      <w:ind/>
      <w:outlineLvl w:val="2"/>
    </w:pPr>
    <w:rPr>
      <w:rFonts w:ascii="Helvetica" w:hAnsi="Helvetica"/>
      <w:sz w:val="24"/>
    </w:rPr>
  </w:style>
  <w:style w:type="paragraph" w:styleId="1081">
    <w:name w:val="Heading 4"/>
    <w:basedOn w:val="1077"/>
    <w:next w:val="1077"/>
    <w:qFormat/>
    <w:pPr>
      <w:keepNext w:val="true"/>
      <w:widowControl w:val="false"/>
      <w:pBdr/>
      <w:spacing/>
      <w:ind/>
      <w:jc w:val="both"/>
      <w:outlineLvl w:val="3"/>
    </w:pPr>
    <w:rPr>
      <w:rFonts w:cs="Arial"/>
      <w:b/>
      <w:bCs/>
      <w:i/>
      <w:iCs/>
      <w:color w:val="0000ff"/>
    </w:rPr>
  </w:style>
  <w:style w:type="paragraph" w:styleId="1082">
    <w:name w:val="Heading 5"/>
    <w:basedOn w:val="1077"/>
    <w:next w:val="1077"/>
    <w:qFormat/>
    <w:pPr>
      <w:keepNext w:val="true"/>
      <w:widowControl w:val="false"/>
      <w:pBdr/>
      <w:spacing/>
      <w:ind/>
      <w:jc w:val="both"/>
      <w:outlineLvl w:val="4"/>
    </w:pPr>
    <w:rPr>
      <w:rFonts w:cs="Arial"/>
      <w:b/>
      <w:bCs/>
    </w:rPr>
  </w:style>
  <w:style w:type="paragraph" w:styleId="1083">
    <w:name w:val="Heading 6"/>
    <w:basedOn w:val="1077"/>
    <w:next w:val="1077"/>
    <w:qFormat/>
    <w:pPr>
      <w:pBdr/>
      <w:spacing w:after="60" w:before="240" w:line="240" w:lineRule="auto"/>
      <w:ind/>
      <w:outlineLvl w:val="5"/>
    </w:pPr>
    <w:rPr>
      <w:rFonts w:ascii="Times New Roman" w:hAnsi="Times New Roman" w:eastAsia="Times New Roman"/>
      <w:b/>
      <w:bCs/>
      <w:sz w:val="22"/>
      <w:szCs w:val="22"/>
      <w:lang w:val="en-US" w:eastAsia="en-US"/>
    </w:rPr>
  </w:style>
  <w:style w:type="paragraph" w:styleId="1084">
    <w:name w:val="Heading 7"/>
    <w:basedOn w:val="1077"/>
    <w:next w:val="1077"/>
    <w:qFormat/>
    <w:pPr>
      <w:keepNext w:val="true"/>
      <w:widowControl w:val="false"/>
      <w:pBdr/>
      <w:spacing w:line="240" w:lineRule="auto"/>
      <w:ind/>
      <w:outlineLvl w:val="6"/>
    </w:pPr>
    <w:rPr>
      <w:rFonts w:ascii="Times New Roman" w:hAnsi="Times New Roman" w:eastAsia="Times New Roman" w:cs="Arial"/>
      <w:b/>
      <w:sz w:val="24"/>
      <w:szCs w:val="24"/>
    </w:rPr>
  </w:style>
  <w:style w:type="paragraph" w:styleId="1085">
    <w:name w:val="Heading 8"/>
    <w:basedOn w:val="1077"/>
    <w:next w:val="1077"/>
    <w:qFormat/>
    <w:pPr>
      <w:keepNext w:val="true"/>
      <w:numPr>
        <w:ilvl w:val="12"/>
      </w:numPr>
      <w:pBd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s>
      <w:spacing w:line="240" w:lineRule="auto"/>
      <w:ind/>
      <w:outlineLvl w:val="7"/>
    </w:pPr>
    <w:rPr>
      <w:rFonts w:ascii="Times New Roman" w:hAnsi="Times New Roman" w:eastAsia="SimSun"/>
      <w:b/>
      <w:sz w:val="24"/>
      <w:lang w:val="en-US" w:eastAsia="zh-CN"/>
    </w:rPr>
  </w:style>
  <w:style w:type="character" w:styleId="1086" w:default="1">
    <w:name w:val="Default Paragraph Font"/>
    <w:uiPriority w:val="1"/>
    <w:semiHidden/>
    <w:unhideWhenUsed/>
    <w:pPr>
      <w:pBdr/>
      <w:spacing/>
      <w:ind/>
    </w:pPr>
  </w:style>
  <w:style w:type="table" w:styleId="1087" w:default="1">
    <w:name w:val="Normal Table"/>
    <w:uiPriority w:val="99"/>
    <w:semiHidden/>
    <w:unhideWhenUsed/>
    <w:pPr>
      <w:pBdr/>
      <w:spacing/>
      <w:ind/>
    </w:pPr>
    <w:tblPr>
      <w:tblInd w:w="0" w:type="dxa"/>
      <w:tblCellMar>
        <w:left w:w="108" w:type="dxa"/>
        <w:top w:w="0" w:type="dxa"/>
        <w:right w:w="108" w:type="dxa"/>
        <w:bottom w:w="0" w:type="dxa"/>
      </w:tblCellMar>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88" w:default="1">
    <w:name w:val="No List"/>
    <w:uiPriority w:val="99"/>
    <w:semiHidden/>
    <w:unhideWhenUsed/>
    <w:pPr>
      <w:pBdr/>
      <w:spacing/>
      <w:ind/>
    </w:pPr>
  </w:style>
  <w:style w:type="paragraph" w:styleId="1089">
    <w:name w:val="Header"/>
    <w:basedOn w:val="1077"/>
    <w:link w:val="1144"/>
    <w:pPr>
      <w:pBdr/>
      <w:tabs>
        <w:tab w:val="center" w:leader="none" w:pos="4536"/>
        <w:tab w:val="right" w:leader="none" w:pos="9072"/>
      </w:tabs>
      <w:spacing/>
      <w:ind/>
    </w:pPr>
  </w:style>
  <w:style w:type="paragraph" w:styleId="1090">
    <w:name w:val="Footer"/>
    <w:basedOn w:val="1077"/>
    <w:link w:val="1129"/>
    <w:uiPriority w:val="99"/>
    <w:pPr>
      <w:pBdr/>
      <w:tabs>
        <w:tab w:val="center" w:leader="none" w:pos="4536"/>
        <w:tab w:val="right" w:leader="none" w:pos="9072"/>
      </w:tabs>
      <w:spacing/>
      <w:ind/>
    </w:pPr>
  </w:style>
  <w:style w:type="character" w:styleId="1091">
    <w:name w:val="Hyperlink"/>
    <w:basedOn w:val="1086"/>
    <w:uiPriority w:val="99"/>
    <w:pPr>
      <w:pBdr/>
      <w:spacing/>
      <w:ind/>
    </w:pPr>
    <w:rPr>
      <w:color w:val="0000ff"/>
      <w:u w:val="single"/>
    </w:rPr>
  </w:style>
  <w:style w:type="paragraph" w:styleId="1092" w:customStyle="1">
    <w:name w:val="texte puce2"/>
    <w:basedOn w:val="1077"/>
    <w:pPr>
      <w:numPr>
        <w:numId w:val="1"/>
      </w:numPr>
      <w:pBdr/>
      <w:spacing/>
      <w:ind/>
    </w:pPr>
  </w:style>
  <w:style w:type="paragraph" w:styleId="1093" w:customStyle="1">
    <w:name w:val="Texte de bulles1"/>
    <w:basedOn w:val="1077"/>
    <w:semiHidden/>
    <w:pPr>
      <w:pBdr/>
      <w:spacing/>
      <w:ind/>
    </w:pPr>
    <w:rPr>
      <w:rFonts w:ascii="Tahoma" w:hAnsi="Tahoma" w:cs="Tahoma"/>
      <w:sz w:val="16"/>
      <w:szCs w:val="16"/>
    </w:rPr>
  </w:style>
  <w:style w:type="paragraph" w:styleId="1094" w:customStyle="1">
    <w:name w:val="a"/>
    <w:basedOn w:val="1077"/>
    <w:pPr>
      <w:pBdr/>
      <w:spacing w:line="240" w:lineRule="auto"/>
      <w:ind/>
      <w:jc w:val="both"/>
    </w:pPr>
    <w:rPr>
      <w:rFonts w:eastAsia="Times New Roman"/>
      <w:sz w:val="22"/>
    </w:rPr>
  </w:style>
  <w:style w:type="paragraph" w:styleId="1095" w:customStyle="1">
    <w:name w:val="u"/>
    <w:basedOn w:val="1077"/>
    <w:pPr>
      <w:pBdr/>
      <w:spacing w:line="240" w:lineRule="auto"/>
      <w:ind w:left="562"/>
      <w:jc w:val="both"/>
    </w:pPr>
    <w:rPr>
      <w:rFonts w:eastAsia="Times New Roman"/>
      <w:sz w:val="22"/>
    </w:rPr>
  </w:style>
  <w:style w:type="paragraph" w:styleId="1096" w:customStyle="1">
    <w:name w:val="v"/>
    <w:basedOn w:val="1095"/>
    <w:pPr>
      <w:pBdr/>
      <w:spacing/>
      <w:ind w:hanging="562"/>
    </w:pPr>
  </w:style>
  <w:style w:type="paragraph" w:styleId="1097" w:customStyle="1">
    <w:name w:val="TITF1"/>
    <w:basedOn w:val="1077"/>
    <w:pPr>
      <w:widowControl w:val="false"/>
      <w:numPr>
        <w:ilvl w:val="12"/>
      </w:numPr>
      <w:pBdr/>
      <w:spacing w:after="540" w:line="240" w:lineRule="auto"/>
      <w:ind/>
      <w:jc w:val="both"/>
    </w:pPr>
    <w:rPr>
      <w:rFonts w:eastAsia="Times New Roman" w:cs="Arial"/>
      <w:b/>
      <w:caps/>
    </w:rPr>
  </w:style>
  <w:style w:type="paragraph" w:styleId="1098" w:customStyle="1">
    <w:name w:val="w"/>
    <w:basedOn w:val="1077"/>
    <w:pPr>
      <w:numPr>
        <w:numId w:val="2"/>
      </w:numPr>
      <w:pBdr/>
      <w:spacing w:line="240" w:lineRule="auto"/>
      <w:ind/>
      <w:jc w:val="both"/>
    </w:pPr>
    <w:rPr>
      <w:rFonts w:eastAsia="Times New Roman"/>
      <w:sz w:val="22"/>
      <w:szCs w:val="24"/>
    </w:rPr>
  </w:style>
  <w:style w:type="paragraph" w:styleId="1099" w:customStyle="1">
    <w:name w:val="TITF2"/>
    <w:basedOn w:val="1077"/>
    <w:pPr>
      <w:keepNext w:val="true"/>
      <w:pBdr/>
      <w:spacing w:after="270" w:line="240" w:lineRule="auto"/>
      <w:ind w:hanging="562" w:left="562"/>
    </w:pPr>
    <w:rPr>
      <w:rFonts w:eastAsia="Times New Roman"/>
      <w:b/>
      <w:sz w:val="22"/>
    </w:rPr>
  </w:style>
  <w:style w:type="character" w:styleId="1100">
    <w:name w:val="page number"/>
    <w:basedOn w:val="1086"/>
    <w:semiHidden/>
    <w:pPr>
      <w:pBdr/>
      <w:spacing/>
      <w:ind/>
    </w:pPr>
  </w:style>
  <w:style w:type="paragraph" w:styleId="1101" w:customStyle="1">
    <w:name w:val="b"/>
    <w:basedOn w:val="1077"/>
    <w:pPr>
      <w:numPr>
        <w:numId w:val="3"/>
      </w:numPr>
      <w:pBdr/>
      <w:spacing w:line="240" w:lineRule="auto"/>
      <w:ind/>
      <w:jc w:val="both"/>
    </w:pPr>
    <w:rPr>
      <w:rFonts w:eastAsia="Times New Roman"/>
      <w:sz w:val="22"/>
      <w:szCs w:val="24"/>
    </w:rPr>
  </w:style>
  <w:style w:type="paragraph" w:styleId="1102" w:customStyle="1">
    <w:name w:val="e"/>
    <w:basedOn w:val="1101"/>
    <w:pPr>
      <w:pBdr/>
      <w:spacing/>
      <w:ind/>
    </w:pPr>
    <w:rPr>
      <w:lang w:val="en-GB"/>
    </w:rPr>
  </w:style>
  <w:style w:type="paragraph" w:styleId="1103" w:customStyle="1">
    <w:name w:val="q"/>
    <w:basedOn w:val="1077"/>
    <w:pPr>
      <w:numPr>
        <w:numId w:val="4"/>
      </w:numPr>
      <w:pBdr/>
      <w:spacing w:line="240" w:lineRule="auto"/>
      <w:ind/>
      <w:jc w:val="both"/>
    </w:pPr>
    <w:rPr>
      <w:rFonts w:eastAsia="Times New Roman"/>
      <w:sz w:val="22"/>
      <w:szCs w:val="24"/>
    </w:rPr>
  </w:style>
  <w:style w:type="paragraph" w:styleId="1104">
    <w:name w:val="Body Text"/>
    <w:basedOn w:val="1077"/>
    <w:semiHidden/>
    <w:pPr>
      <w:widowControl w:val="false"/>
      <w:pBdr/>
      <w:spacing w:line="240" w:lineRule="auto"/>
      <w:ind/>
      <w:jc w:val="center"/>
    </w:pPr>
    <w:rPr>
      <w:rFonts w:eastAsia="Times New Roman" w:cs="Arial"/>
      <w:b/>
      <w:caps/>
      <w:sz w:val="24"/>
      <w:szCs w:val="24"/>
    </w:rPr>
  </w:style>
  <w:style w:type="paragraph" w:styleId="1105" w:customStyle="1">
    <w:name w:val="TITF3"/>
    <w:basedOn w:val="1077"/>
    <w:pPr>
      <w:keepNext w:val="true"/>
      <w:pBdr/>
      <w:spacing w:after="270" w:line="240" w:lineRule="auto"/>
      <w:ind w:hanging="562" w:left="562"/>
    </w:pPr>
    <w:rPr>
      <w:rFonts w:eastAsia="Times New Roman"/>
      <w:b/>
      <w:sz w:val="22"/>
    </w:rPr>
  </w:style>
  <w:style w:type="character" w:styleId="1106" w:customStyle="1">
    <w:name w:val="Retrait corps de texte Car"/>
    <w:basedOn w:val="1086"/>
    <w:pPr>
      <w:pBdr/>
      <w:spacing/>
      <w:ind/>
    </w:pPr>
    <w:rPr>
      <w:rFonts w:ascii="Garamond" w:hAnsi="Garamond"/>
      <w:sz w:val="22"/>
      <w:lang w:val="en-GB" w:eastAsia="fr-FR" w:bidi="ar-SA"/>
    </w:rPr>
  </w:style>
  <w:style w:type="paragraph" w:styleId="1107">
    <w:name w:val="Title"/>
    <w:basedOn w:val="1077"/>
    <w:qFormat/>
    <w:pPr>
      <w:pBdr>
        <w:top w:val="single" w:color="000000" w:sz="6" w:space="1"/>
        <w:left w:val="single" w:color="000000" w:sz="6" w:space="1"/>
        <w:bottom w:val="single" w:color="000000" w:sz="6" w:space="1"/>
        <w:right w:val="single" w:color="000000" w:sz="6" w:space="1"/>
      </w:pBdr>
      <w:spacing w:line="240" w:lineRule="auto"/>
      <w:ind/>
      <w:jc w:val="center"/>
    </w:pPr>
    <w:rPr>
      <w:rFonts w:ascii="Garamond" w:hAnsi="Garamond" w:eastAsia="Times New Roman"/>
      <w:b/>
      <w:sz w:val="28"/>
    </w:rPr>
  </w:style>
  <w:style w:type="paragraph" w:styleId="1108" w:customStyle="1">
    <w:name w:val="Default"/>
    <w:pPr>
      <w:pBdr/>
      <w:spacing/>
      <w:ind/>
    </w:pPr>
    <w:rPr>
      <w:rFonts w:ascii="Arial" w:hAnsi="Arial" w:eastAsia="Times New Roman" w:cs="Arial"/>
      <w:color w:val="000000"/>
      <w:sz w:val="24"/>
      <w:szCs w:val="24"/>
    </w:rPr>
  </w:style>
  <w:style w:type="character" w:styleId="1109">
    <w:name w:val="HTML Cite"/>
    <w:basedOn w:val="1086"/>
    <w:semiHidden/>
    <w:pPr>
      <w:pBdr/>
      <w:spacing/>
      <w:ind/>
    </w:pPr>
    <w:rPr>
      <w:i w:val="0"/>
      <w:iCs w:val="0"/>
      <w:color w:val="008000"/>
    </w:rPr>
  </w:style>
  <w:style w:type="paragraph" w:styleId="1110">
    <w:name w:val="Normal (Web)"/>
    <w:basedOn w:val="1077"/>
    <w:uiPriority w:val="99"/>
    <w:semiHidden/>
    <w:pPr>
      <w:pBdr/>
      <w:spacing w:after="120" w:before="120"/>
      <w:ind/>
    </w:pPr>
    <w:rPr>
      <w:rFonts w:ascii="Arial Unicode MS" w:hAnsi="Arial Unicode MS" w:eastAsia="Arial Unicode MS" w:cs="Arial Unicode MS"/>
      <w:sz w:val="24"/>
      <w:szCs w:val="24"/>
    </w:rPr>
  </w:style>
  <w:style w:type="character" w:styleId="1111">
    <w:name w:val="Emphasis"/>
    <w:basedOn w:val="1086"/>
    <w:uiPriority w:val="20"/>
    <w:qFormat/>
    <w:pPr>
      <w:pBdr/>
      <w:spacing/>
      <w:ind/>
    </w:pPr>
    <w:rPr>
      <w:b/>
      <w:bCs/>
      <w:i w:val="0"/>
      <w:iCs w:val="0"/>
    </w:rPr>
  </w:style>
  <w:style w:type="paragraph" w:styleId="1112">
    <w:name w:val="toc 3"/>
    <w:basedOn w:val="1077"/>
    <w:next w:val="1077"/>
    <w:uiPriority w:val="39"/>
    <w:semiHidden/>
    <w:qFormat/>
    <w:pPr>
      <w:numPr>
        <w:numId w:val="5"/>
      </w:numPr>
      <w:pBdr/>
      <w:spacing/>
      <w:ind/>
    </w:pPr>
  </w:style>
  <w:style w:type="paragraph" w:styleId="1113">
    <w:name w:val="Balloon Text"/>
    <w:basedOn w:val="1077"/>
    <w:link w:val="1114"/>
    <w:uiPriority w:val="99"/>
    <w:semiHidden/>
    <w:unhideWhenUsed/>
    <w:pPr>
      <w:pBdr/>
      <w:spacing w:line="240" w:lineRule="auto"/>
      <w:ind/>
    </w:pPr>
    <w:rPr>
      <w:rFonts w:ascii="Tahoma" w:hAnsi="Tahoma" w:cs="Tahoma"/>
      <w:sz w:val="16"/>
      <w:szCs w:val="16"/>
    </w:rPr>
  </w:style>
  <w:style w:type="character" w:styleId="1114" w:customStyle="1">
    <w:name w:val="Texte de bulles Car"/>
    <w:basedOn w:val="1086"/>
    <w:link w:val="1113"/>
    <w:uiPriority w:val="99"/>
    <w:semiHidden/>
    <w:pPr>
      <w:pBdr/>
      <w:spacing/>
      <w:ind/>
    </w:pPr>
    <w:rPr>
      <w:rFonts w:ascii="Tahoma" w:hAnsi="Tahoma" w:cs="Tahoma"/>
      <w:sz w:val="16"/>
      <w:szCs w:val="16"/>
    </w:rPr>
  </w:style>
  <w:style w:type="table" w:styleId="1115">
    <w:name w:val="Table Grid"/>
    <w:basedOn w:val="1087"/>
    <w:uiPriority w:val="59"/>
    <w:pPr>
      <w:pBdr/>
      <w:spacing/>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16">
    <w:name w:val="TOC Heading"/>
    <w:basedOn w:val="1078"/>
    <w:next w:val="1077"/>
    <w:uiPriority w:val="39"/>
    <w:semiHidden/>
    <w:unhideWhenUsed/>
    <w:qFormat/>
    <w:pPr>
      <w:keepLines w:val="true"/>
      <w:pBdr/>
      <w:spacing w:before="480" w:line="276" w:lineRule="auto"/>
      <w:ind/>
      <w:outlineLvl w:val="9"/>
    </w:pPr>
    <w:rPr>
      <w:rFonts w:asciiTheme="majorHAnsi" w:hAnsiTheme="majorHAnsi" w:eastAsiaTheme="majorEastAsia" w:cstheme="majorBidi"/>
      <w:caps w:val="0"/>
      <w:color w:val="365f91" w:themeColor="accent1" w:themeShade="BF"/>
      <w:sz w:val="28"/>
      <w:szCs w:val="28"/>
    </w:rPr>
  </w:style>
  <w:style w:type="paragraph" w:styleId="1117">
    <w:name w:val="toc 1"/>
    <w:basedOn w:val="1077"/>
    <w:next w:val="1077"/>
    <w:uiPriority w:val="39"/>
    <w:unhideWhenUsed/>
    <w:qFormat/>
    <w:pPr>
      <w:pBdr/>
      <w:spacing w:after="100"/>
      <w:ind/>
    </w:pPr>
  </w:style>
  <w:style w:type="paragraph" w:styleId="1118">
    <w:name w:val="toc 2"/>
    <w:basedOn w:val="1077"/>
    <w:next w:val="1077"/>
    <w:uiPriority w:val="39"/>
    <w:unhideWhenUsed/>
    <w:qFormat/>
    <w:pPr>
      <w:pBdr/>
      <w:tabs>
        <w:tab w:val="right" w:leader="dot" w:pos="9329"/>
      </w:tabs>
      <w:spacing w:line="276" w:lineRule="auto"/>
      <w:ind w:left="221"/>
    </w:pPr>
    <w:rPr>
      <w:rFonts w:asciiTheme="minorHAnsi" w:hAnsiTheme="minorHAnsi" w:eastAsiaTheme="minorEastAsia" w:cstheme="minorBidi"/>
      <w:sz w:val="22"/>
      <w:szCs w:val="22"/>
    </w:rPr>
  </w:style>
  <w:style w:type="paragraph" w:styleId="1119">
    <w:name w:val="footnote text"/>
    <w:basedOn w:val="1077"/>
    <w:link w:val="1120"/>
    <w:unhideWhenUsed/>
    <w:pPr>
      <w:pBdr/>
      <w:spacing w:before="240" w:line="240" w:lineRule="auto"/>
      <w:ind/>
      <w:jc w:val="both"/>
    </w:pPr>
    <w:rPr>
      <w:rFonts w:ascii="Times" w:hAnsi="Times" w:eastAsia="Times New Roman" w:cs="Times"/>
    </w:rPr>
  </w:style>
  <w:style w:type="character" w:styleId="1120" w:customStyle="1">
    <w:name w:val="Note de bas de page Car"/>
    <w:basedOn w:val="1086"/>
    <w:link w:val="1119"/>
    <w:pPr>
      <w:pBdr/>
      <w:spacing/>
      <w:ind/>
    </w:pPr>
    <w:rPr>
      <w:rFonts w:eastAsia="Times New Roman" w:cs="Times"/>
    </w:rPr>
  </w:style>
  <w:style w:type="character" w:styleId="1121">
    <w:name w:val="footnote reference"/>
    <w:unhideWhenUsed/>
    <w:pPr>
      <w:pBdr/>
      <w:spacing/>
      <w:ind/>
    </w:pPr>
    <w:rPr>
      <w:rFonts w:hint="default" w:ascii="Times New Roman" w:hAnsi="Times New Roman" w:cs="Times New Roman"/>
      <w:vertAlign w:val="superscript"/>
    </w:rPr>
  </w:style>
  <w:style w:type="paragraph" w:styleId="1122">
    <w:name w:val="List Paragraph"/>
    <w:basedOn w:val="1077"/>
    <w:uiPriority w:val="34"/>
    <w:qFormat/>
    <w:pPr>
      <w:pBdr/>
      <w:spacing/>
      <w:ind w:left="720"/>
      <w:contextualSpacing w:val="true"/>
    </w:pPr>
  </w:style>
  <w:style w:type="character" w:styleId="1123">
    <w:name w:val="annotation reference"/>
    <w:basedOn w:val="1086"/>
    <w:unhideWhenUsed/>
    <w:pPr>
      <w:pBdr/>
      <w:spacing/>
      <w:ind/>
    </w:pPr>
    <w:rPr>
      <w:sz w:val="16"/>
      <w:szCs w:val="16"/>
    </w:rPr>
  </w:style>
  <w:style w:type="paragraph" w:styleId="1124">
    <w:name w:val="annotation text"/>
    <w:basedOn w:val="1077"/>
    <w:link w:val="1125"/>
    <w:uiPriority w:val="99"/>
    <w:unhideWhenUsed/>
    <w:pPr>
      <w:pBdr/>
      <w:spacing w:line="240" w:lineRule="auto"/>
      <w:ind/>
    </w:pPr>
  </w:style>
  <w:style w:type="character" w:styleId="1125" w:customStyle="1">
    <w:name w:val="Commentaire Car"/>
    <w:basedOn w:val="1086"/>
    <w:link w:val="1124"/>
    <w:uiPriority w:val="99"/>
    <w:pPr>
      <w:pBdr/>
      <w:spacing/>
      <w:ind/>
    </w:pPr>
    <w:rPr>
      <w:rFonts w:ascii="Arial" w:hAnsi="Arial"/>
    </w:rPr>
  </w:style>
  <w:style w:type="paragraph" w:styleId="1126">
    <w:name w:val="annotation subject"/>
    <w:basedOn w:val="1124"/>
    <w:next w:val="1124"/>
    <w:link w:val="1127"/>
    <w:uiPriority w:val="99"/>
    <w:semiHidden/>
    <w:unhideWhenUsed/>
    <w:pPr>
      <w:pBdr/>
      <w:spacing/>
      <w:ind/>
    </w:pPr>
    <w:rPr>
      <w:b/>
      <w:bCs/>
    </w:rPr>
  </w:style>
  <w:style w:type="character" w:styleId="1127" w:customStyle="1">
    <w:name w:val="Objet du commentaire Car"/>
    <w:basedOn w:val="1125"/>
    <w:link w:val="1126"/>
    <w:uiPriority w:val="99"/>
    <w:semiHidden/>
    <w:pPr>
      <w:pBdr/>
      <w:spacing/>
      <w:ind/>
    </w:pPr>
    <w:rPr>
      <w:rFonts w:ascii="Arial" w:hAnsi="Arial"/>
      <w:b/>
      <w:bCs/>
    </w:rPr>
  </w:style>
  <w:style w:type="paragraph" w:styleId="1128" w:customStyle="1">
    <w:name w:val="Normal A"/>
    <w:basedOn w:val="1077"/>
    <w:uiPriority w:val="99"/>
    <w:pPr>
      <w:pBdr/>
      <w:spacing w:before="240" w:line="240" w:lineRule="auto"/>
      <w:ind/>
      <w:jc w:val="both"/>
    </w:pPr>
    <w:rPr>
      <w:rFonts w:ascii="Times New Roman" w:hAnsi="Times New Roman" w:eastAsia="Times New Roman"/>
      <w:sz w:val="22"/>
      <w:szCs w:val="22"/>
    </w:rPr>
  </w:style>
  <w:style w:type="character" w:styleId="1129" w:customStyle="1">
    <w:name w:val="Pied de page Car"/>
    <w:basedOn w:val="1086"/>
    <w:link w:val="1090"/>
    <w:uiPriority w:val="99"/>
    <w:pPr>
      <w:pBdr/>
      <w:spacing/>
      <w:ind/>
    </w:pPr>
    <w:rPr>
      <w:rFonts w:ascii="Arial" w:hAnsi="Arial"/>
    </w:rPr>
  </w:style>
  <w:style w:type="paragraph" w:styleId="1130">
    <w:name w:val="Body Text 2"/>
    <w:basedOn w:val="1077"/>
    <w:link w:val="1131"/>
    <w:uiPriority w:val="99"/>
    <w:semiHidden/>
    <w:unhideWhenUsed/>
    <w:pPr>
      <w:pBdr/>
      <w:spacing w:after="120" w:line="480" w:lineRule="auto"/>
      <w:ind/>
    </w:pPr>
  </w:style>
  <w:style w:type="character" w:styleId="1131" w:customStyle="1">
    <w:name w:val="Corps de texte 2 Car"/>
    <w:basedOn w:val="1086"/>
    <w:link w:val="1130"/>
    <w:uiPriority w:val="99"/>
    <w:semiHidden/>
    <w:pPr>
      <w:pBdr/>
      <w:spacing/>
      <w:ind/>
    </w:pPr>
    <w:rPr>
      <w:rFonts w:ascii="Arial" w:hAnsi="Arial"/>
    </w:rPr>
  </w:style>
  <w:style w:type="character" w:styleId="1132" w:customStyle="1">
    <w:name w:val="Titre 2 Car"/>
    <w:basedOn w:val="1086"/>
    <w:link w:val="1079"/>
    <w:pPr>
      <w:pBdr/>
      <w:spacing/>
      <w:ind/>
    </w:pPr>
    <w:rPr>
      <w:rFonts w:ascii="Arial" w:hAnsi="Arial" w:cs="Arial"/>
      <w:b/>
      <w:bCs/>
      <w:sz w:val="18"/>
    </w:rPr>
  </w:style>
  <w:style w:type="character" w:styleId="1133">
    <w:name w:val="Book Title"/>
    <w:basedOn w:val="1086"/>
    <w:uiPriority w:val="33"/>
    <w:qFormat/>
    <w:pPr>
      <w:pBdr/>
      <w:spacing/>
      <w:ind/>
    </w:pPr>
    <w:rPr>
      <w:b/>
      <w:bCs/>
      <w:smallCaps/>
      <w:spacing w:val="5"/>
    </w:rPr>
  </w:style>
  <w:style w:type="character" w:styleId="1134" w:customStyle="1">
    <w:name w:val="Caractères de note de bas de page"/>
    <w:basedOn w:val="1086"/>
    <w:pPr>
      <w:pBdr/>
      <w:spacing/>
      <w:ind/>
    </w:pPr>
    <w:rPr>
      <w:rFonts w:hint="default" w:ascii="Times New Roman" w:hAnsi="Times New Roman" w:cs="Times New Roman"/>
      <w:vertAlign w:val="superscript"/>
    </w:rPr>
  </w:style>
  <w:style w:type="paragraph" w:styleId="1135">
    <w:name w:val="Revision"/>
    <w:hidden/>
    <w:uiPriority w:val="99"/>
    <w:semiHidden/>
    <w:pPr>
      <w:pBdr/>
      <w:spacing/>
      <w:ind/>
    </w:pPr>
    <w:rPr>
      <w:rFonts w:ascii="Arial" w:hAnsi="Arial"/>
    </w:rPr>
  </w:style>
  <w:style w:type="paragraph" w:styleId="1136">
    <w:name w:val="Body Text 3"/>
    <w:basedOn w:val="1077"/>
    <w:link w:val="1137"/>
    <w:uiPriority w:val="99"/>
    <w:unhideWhenUsed/>
    <w:pPr>
      <w:pBdr/>
      <w:spacing w:after="120"/>
      <w:ind/>
    </w:pPr>
    <w:rPr>
      <w:sz w:val="16"/>
      <w:szCs w:val="16"/>
    </w:rPr>
  </w:style>
  <w:style w:type="character" w:styleId="1137" w:customStyle="1">
    <w:name w:val="Corps de texte 3 Car"/>
    <w:basedOn w:val="1086"/>
    <w:link w:val="1136"/>
    <w:uiPriority w:val="99"/>
    <w:pPr>
      <w:pBdr/>
      <w:spacing/>
      <w:ind/>
    </w:pPr>
    <w:rPr>
      <w:rFonts w:ascii="Arial" w:hAnsi="Arial"/>
      <w:sz w:val="16"/>
      <w:szCs w:val="16"/>
    </w:rPr>
  </w:style>
  <w:style w:type="paragraph" w:styleId="1138" w:customStyle="1">
    <w:name w:val="RedTxt"/>
    <w:basedOn w:val="1077"/>
    <w:pPr>
      <w:keepLines w:val="true"/>
      <w:widowControl w:val="false"/>
      <w:pBdr/>
      <w:spacing w:line="240" w:lineRule="auto"/>
      <w:ind/>
    </w:pPr>
    <w:rPr>
      <w:rFonts w:eastAsia="Times New Roman" w:cs="Arial"/>
      <w:sz w:val="18"/>
      <w:szCs w:val="18"/>
    </w:rPr>
  </w:style>
  <w:style w:type="paragraph" w:styleId="1139" w:customStyle="1">
    <w:name w:val="Normal1"/>
    <w:basedOn w:val="1077"/>
    <w:link w:val="1140"/>
    <w:qFormat/>
    <w:pPr>
      <w:pBdr/>
      <w:spacing w:line="360" w:lineRule="auto"/>
      <w:ind/>
      <w:jc w:val="both"/>
    </w:pPr>
    <w:rPr>
      <w:rFonts w:ascii="Times New Roman" w:hAnsi="Times New Roman" w:eastAsia="Times New Roman"/>
      <w:sz w:val="22"/>
      <w:szCs w:val="22"/>
    </w:rPr>
  </w:style>
  <w:style w:type="character" w:styleId="1140" w:customStyle="1">
    <w:name w:val="normal Car"/>
    <w:basedOn w:val="1086"/>
    <w:link w:val="1139"/>
    <w:pPr>
      <w:pBdr/>
      <w:spacing/>
      <w:ind/>
    </w:pPr>
    <w:rPr>
      <w:rFonts w:ascii="Times New Roman" w:hAnsi="Times New Roman" w:eastAsia="Times New Roman"/>
      <w:sz w:val="22"/>
      <w:szCs w:val="22"/>
    </w:rPr>
  </w:style>
  <w:style w:type="table" w:styleId="1141">
    <w:name w:val="Medium Shading 1 Accent 1"/>
    <w:basedOn w:val="1087"/>
    <w:uiPriority w:val="63"/>
    <w:pPr>
      <w:pBdr/>
      <w:spacing/>
      <w:ind/>
    </w:pPr>
    <w:rPr>
      <w:rFonts w:asciiTheme="minorHAnsi" w:hAnsiTheme="minorHAnsi" w:eastAsiaTheme="minorHAnsi" w:cstheme="minorBidi"/>
      <w:sz w:val="22"/>
      <w:szCs w:val="22"/>
      <w:lang w:eastAsia="en-US"/>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cPr>
      <w:tcBorders/>
    </w:tcPr>
    <w:tblStylePr w:type="band1Horz">
      <w:pPr>
        <w:pBdr/>
        <w:spacing/>
        <w:ind/>
      </w:pPr>
      <w:tblPr>
        <w:tblBorders/>
      </w:tblPr>
      <w:tcPr>
        <w:shd w:val="clear" w:color="auto" w:fill="d3dfee" w:themeFill="accent1" w:themeFillTint="3F"/>
        <w:tcBorders/>
      </w:tcPr>
    </w:tblStylePr>
    <w:tblStylePr w:type="band1Vert">
      <w:pPr>
        <w:pBdr/>
        <w:spacing/>
        <w:ind/>
      </w:pPr>
      <w:tblPr>
        <w:tblBorders/>
      </w:tblPr>
      <w:tcPr>
        <w:shd w:val="clear" w:color="auto" w:fill="d3dfee" w:themeFill="accent1" w:themeFillTint="3F"/>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bCs/>
      </w:rPr>
      <w:pPr>
        <w:pBdr/>
        <w:spacing/>
        <w:ind/>
      </w:pPr>
      <w:tblPr>
        <w:tblBorders/>
      </w:tblPr>
      <w:tcPr>
        <w:tcBorders/>
      </w:tcPr>
    </w:tblStylePr>
    <w:tblStylePr w:type="firstRow">
      <w:rPr>
        <w:b/>
        <w:bCs/>
        <w:color w:val="ffffff" w:themeColor="background1"/>
      </w:rPr>
      <w:pPr>
        <w:pBdr/>
        <w:spacing w:after="0" w:before="0" w:line="240" w:lineRule="auto"/>
        <w:ind/>
      </w:pPr>
      <w:tblPr>
        <w:tblBorders/>
      </w:tblPr>
      <w:tcPr>
        <w:shd w:val="clear" w:color="auto" w:fill="4f81bd" w:themeFill="accent1"/>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lastCol">
      <w:rPr>
        <w:b/>
        <w:bCs/>
      </w:rPr>
      <w:pPr>
        <w:pBdr/>
        <w:spacing/>
        <w:ind/>
      </w:pPr>
      <w:tblPr>
        <w:tblBorders/>
      </w:tblPr>
      <w:tcPr>
        <w:tcBorders/>
      </w:tcPr>
    </w:tblStylePr>
    <w:tblStylePr w:type="lastRow">
      <w:rPr>
        <w:b/>
        <w:bCs/>
      </w:rPr>
      <w:pPr>
        <w:pBdr/>
        <w:spacing w:after="0" w:before="0" w:line="240" w:lineRule="auto"/>
        <w:ind/>
      </w:pPr>
      <w:tblPr>
        <w:tblBorders/>
      </w:tblPr>
      <w:tcPr>
        <w:tcBorders>
          <w:top w:val="sing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paragraph" w:styleId="1142" w:customStyle="1">
    <w:name w:val="Normal2"/>
    <w:basedOn w:val="1077"/>
    <w:pPr>
      <w:keepLines w:val="true"/>
      <w:pBdr/>
      <w:tabs>
        <w:tab w:val="left" w:leader="none" w:pos="567"/>
        <w:tab w:val="left" w:leader="none" w:pos="851"/>
        <w:tab w:val="left" w:leader="none" w:pos="1134"/>
      </w:tabs>
      <w:spacing w:line="240" w:lineRule="auto"/>
      <w:ind w:firstLine="284" w:left="284"/>
      <w:jc w:val="both"/>
    </w:pPr>
    <w:rPr>
      <w:rFonts w:ascii="Times New Roman" w:hAnsi="Times New Roman" w:eastAsia="Times New Roman"/>
      <w:sz w:val="22"/>
    </w:rPr>
  </w:style>
  <w:style w:type="paragraph" w:styleId="1143" w:customStyle="1">
    <w:name w:val="Normal DGA"/>
    <w:basedOn w:val="1077"/>
    <w:pPr>
      <w:pBdr/>
      <w:spacing w:before="120" w:line="240" w:lineRule="auto"/>
      <w:ind/>
      <w:jc w:val="both"/>
    </w:pPr>
    <w:rPr>
      <w:rFonts w:ascii="Times New Roman" w:hAnsi="Times New Roman" w:eastAsia="Times New Roman"/>
      <w:sz w:val="22"/>
      <w:szCs w:val="22"/>
    </w:rPr>
  </w:style>
  <w:style w:type="character" w:styleId="1144" w:customStyle="1">
    <w:name w:val="En-tête Car"/>
    <w:link w:val="1089"/>
    <w:pPr>
      <w:pBdr/>
      <w:spacing/>
      <w:ind/>
    </w:pPr>
    <w:rPr>
      <w:rFonts w:ascii="Arial" w:hAnsi="Arial"/>
    </w:rPr>
  </w:style>
  <w:style w:type="paragraph" w:styleId="1145" w:customStyle="1">
    <w:name w:val="Text 1"/>
    <w:basedOn w:val="1077"/>
    <w:pPr>
      <w:pBdr/>
      <w:spacing w:after="120" w:before="120" w:line="240" w:lineRule="auto"/>
      <w:ind w:left="850"/>
      <w:jc w:val="both"/>
    </w:pPr>
    <w:rPr>
      <w:rFonts w:ascii="Times New Roman" w:hAnsi="Times New Roman" w:eastAsia="Times New Roman"/>
      <w:sz w:val="24"/>
      <w:szCs w:val="24"/>
      <w:lang w:val="en-GB" w:eastAsia="en-GB"/>
    </w:rPr>
  </w:style>
  <w:style w:type="paragraph" w:styleId="1146" w:customStyle="1">
    <w:name w:val="Standard"/>
    <w:pPr>
      <w:widowControl w:val="false"/>
      <w:pBdr/>
      <w:spacing w:before="57"/>
      <w:ind/>
      <w:jc w:val="both"/>
    </w:pPr>
    <w:rPr>
      <w:rFonts w:ascii="Calibri" w:hAnsi="Calibri" w:eastAsia="MS Mincho" w:cs="Calibri"/>
      <w:szCs w:val="24"/>
      <w:lang w:eastAsia="ja-JP" w:bidi="fa-IR"/>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header" Target="header4.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footer" Target="footer3.xml" /><Relationship Id="rId16" Type="http://schemas.openxmlformats.org/officeDocument/2006/relationships/footer" Target="footer4.xml" /><Relationship Id="rId17" Type="http://schemas.openxmlformats.org/officeDocument/2006/relationships/footer" Target="footer5.xml" /><Relationship Id="rId18" Type="http://schemas.openxmlformats.org/officeDocument/2006/relationships/footer" Target="footer6.xml" /><Relationship Id="rId19" Type="http://schemas.openxmlformats.org/officeDocument/2006/relationships/customXml" Target="../customXml/item1.xml" /><Relationship Id="rId20" Type="http://schemas.openxmlformats.org/officeDocument/2006/relationships/hyperlink" Target="https://www.diplomatie.gouv.fr/fr/conseils-aux-voyageurs/" TargetMode="External"/><Relationship Id="rId21" Type="http://schemas.openxmlformats.org/officeDocument/2006/relationships/hyperlink" Target="http://www.marches-publics.gouv.fr" TargetMode="External"/><Relationship Id="rId22" Type="http://schemas.openxmlformats.org/officeDocument/2006/relationships/hyperlink" Target="https://www.diplomatie.gouv.fr/fr/conseils-aux-voyageurs/" TargetMode="External"/><Relationship Id="rId23" Type="http://schemas.openxmlformats.org/officeDocument/2006/relationships/hyperlink" Target="mailto:le-delegue-a-la-protection-des-donnees-personnelles@finances.gouv.fr" TargetMode="External"/><Relationship Id="rId24" Type="http://schemas.openxmlformats.org/officeDocument/2006/relationships/hyperlink" Target="mailto:informatique.libertes@expertisefrance.fr" TargetMode="External"/><Relationship Id="rId25" Type="http://schemas.openxmlformats.org/officeDocument/2006/relationships/hyperlink" Target="mailto:tj-paris@justice.fr" TargetMode="External"/><Relationship Id="rId26" Type="http://schemas.openxmlformats.org/officeDocument/2006/relationships/hyperlink" Target="mailto:tj-paris@justice.fr"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er3.xml.rels><?xml version="1.0" encoding="UTF-8" standalone="yes"?><Relationships xmlns="http://schemas.openxmlformats.org/package/2006/relationships"></Relationships>
</file>

<file path=word/_rels/footer4.xml.rels><?xml version="1.0" encoding="UTF-8" standalone="yes"?><Relationships xmlns="http://schemas.openxmlformats.org/package/2006/relationships"></Relationships>
</file>

<file path=word/_rels/footer5.xml.rels><?xml version="1.0" encoding="UTF-8" standalone="yes"?><Relationships xmlns="http://schemas.openxmlformats.org/package/2006/relationships"></Relationships>
</file>

<file path=word/_rels/footer6.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 Id="rId1" Type="http://schemas.openxmlformats.org/officeDocument/2006/relationships/image" Target="media/image1.jpg"/></Relationships>
</file>

<file path=word/_rels/header3.xml.rels><?xml version="1.0" encoding="UTF-8" standalone="yes"?><Relationships xmlns="http://schemas.openxmlformats.org/package/2006/relationships"></Relationships>
</file>

<file path=word/_rels/header4.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16D1C-B47D-40B8-A0D4-F434EF6EA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Application>ONLYOFFICE/9.2.1.8</Application>
  <DocSecurity>0</DocSecurity>
  <ScaleCrop>0</ScaleCrop>
  <HeadingPairs>
    <vt:vector size="0" baseType="variant"/>
  </HeadingPairs>
  <TitlesOfParts>
    <vt:vector size="0" baseType="lpstr"/>
  </TitlesOfParts>
  <Company>MINEFI</Company>
  <LinksUpToDate>0</LinksUpToDate>
  <SharedDoc>0</SharedDoc>
  <HyperlinksChanged>0</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all Dominik GIUSTI</cp:lastModifiedBy>
  <cp:revision>13</cp:revision>
  <dcterms:created xsi:type="dcterms:W3CDTF">2024-10-14T15:05:00Z</dcterms:created>
  <dcterms:modified xsi:type="dcterms:W3CDTF">2026-01-27T19:39:18Z</dcterms:modified>
</cp:coreProperties>
</file>